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AB6B9" w14:textId="7B4BE002" w:rsidR="00A146CE" w:rsidRPr="00F80C49" w:rsidRDefault="00A146CE" w:rsidP="00E55B56">
      <w:pPr>
        <w:pStyle w:val="Minimal"/>
        <w:pBdr>
          <w:bottom w:val="single" w:sz="4" w:space="1" w:color="auto"/>
        </w:pBdr>
        <w:spacing w:line="0" w:lineRule="atLeast"/>
        <w:rPr>
          <w:szCs w:val="2"/>
        </w:rPr>
        <w:sectPr w:rsidR="00A146CE" w:rsidRPr="00F80C49" w:rsidSect="00F80C49">
          <w:headerReference w:type="default" r:id="rId13"/>
          <w:footerReference w:type="default" r:id="rId14"/>
          <w:type w:val="continuous"/>
          <w:pgSz w:w="11906" w:h="16838" w:code="9"/>
          <w:pgMar w:top="-2637" w:right="1134" w:bottom="1134" w:left="1701" w:header="386" w:footer="397" w:gutter="0"/>
          <w:cols w:space="708"/>
          <w:docGrid w:linePitch="360"/>
        </w:sectPr>
      </w:pPr>
    </w:p>
    <w:p w14:paraId="3C80C20E" w14:textId="21DD45CF" w:rsidR="00E54DB9" w:rsidRPr="00F80C49" w:rsidRDefault="00DB0B14" w:rsidP="00B517D5">
      <w:pPr>
        <w:pStyle w:val="Textkrper"/>
      </w:pPr>
      <w:r w:rsidRPr="00F80C49">
        <w:fldChar w:fldCharType="begin"/>
      </w:r>
      <w:r w:rsidR="004114DA" w:rsidRPr="00F80C49">
        <w:instrText xml:space="preserve"> DOCPROPERTY "Organisation.City"\*CHARFORMAT </w:instrText>
      </w:r>
      <w:r w:rsidR="00841912" w:rsidRPr="00F80C49">
        <w:instrText>\&lt;OawJumpToField value=0/&gt;</w:instrText>
      </w:r>
      <w:r w:rsidRPr="00F80C49">
        <w:fldChar w:fldCharType="separate"/>
      </w:r>
      <w:r w:rsidR="00F80C49" w:rsidRPr="00F80C49">
        <w:t>Stans</w:t>
      </w:r>
      <w:r w:rsidRPr="00F80C49">
        <w:fldChar w:fldCharType="end"/>
      </w:r>
      <w:r w:rsidR="004114DA" w:rsidRPr="00F80C49">
        <w:rPr>
          <w:rFonts w:cs="Arial"/>
          <w:szCs w:val="22"/>
        </w:rPr>
        <w:t>,</w:t>
      </w:r>
      <w:r w:rsidR="00A51B58" w:rsidRPr="00F80C49">
        <w:rPr>
          <w:rFonts w:cs="Arial"/>
          <w:szCs w:val="22"/>
        </w:rPr>
        <w:t xml:space="preserve"> </w:t>
      </w:r>
      <w:bookmarkStart w:id="0" w:name="OLE_LINK2"/>
      <w:bookmarkStart w:id="1" w:name="OLE_LINK1"/>
      <w:r w:rsidRPr="00F80C49">
        <w:fldChar w:fldCharType="begin"/>
      </w:r>
      <w:r w:rsidR="00600D0C" w:rsidRPr="00F80C49">
        <w:instrText xml:space="preserve"> MACROBUTTON docPropertyDateClick </w:instrText>
      </w:r>
      <w:r w:rsidRPr="00F80C49">
        <w:fldChar w:fldCharType="begin"/>
      </w:r>
      <w:r w:rsidR="00600D0C" w:rsidRPr="00F80C49">
        <w:instrText xml:space="preserve"> DOCVARIABLE "DokumentErstellungsdatum"\*CHARFORMAT \&lt;OawJumpToField value=0/&gt;</w:instrText>
      </w:r>
      <w:r w:rsidRPr="00F80C49">
        <w:fldChar w:fldCharType="separate"/>
      </w:r>
      <w:r w:rsidR="00F80C49" w:rsidRPr="00F80C49">
        <w:instrText>18. Dezember 2018</w:instrText>
      </w:r>
      <w:bookmarkEnd w:id="0"/>
      <w:bookmarkEnd w:id="1"/>
      <w:r w:rsidRPr="00F80C49">
        <w:fldChar w:fldCharType="end"/>
      </w:r>
      <w:r w:rsidRPr="00F80C49">
        <w:fldChar w:fldCharType="end"/>
      </w:r>
    </w:p>
    <w:p w14:paraId="32A16DAD" w14:textId="672CAAB0" w:rsidR="004114DA" w:rsidRPr="00F80C49" w:rsidRDefault="00DB0B14" w:rsidP="007F7365">
      <w:pPr>
        <w:pStyle w:val="RRBNR"/>
      </w:pPr>
      <w:r w:rsidRPr="00F80C49">
        <w:rPr>
          <w:b w:val="0"/>
        </w:rPr>
        <w:fldChar w:fldCharType="begin"/>
      </w:r>
      <w:r w:rsidR="00E33D29" w:rsidRPr="00F80C49">
        <w:instrText xml:space="preserve"> DOCPROPERTY "Doc.Nr"\*CHARFORMAT \&lt;OawJumpToField value=0/&gt;</w:instrText>
      </w:r>
      <w:r w:rsidRPr="00F80C49">
        <w:rPr>
          <w:b w:val="0"/>
        </w:rPr>
        <w:fldChar w:fldCharType="separate"/>
      </w:r>
      <w:r w:rsidR="00F80C49" w:rsidRPr="00F80C49">
        <w:t>Nr.</w:t>
      </w:r>
      <w:r w:rsidRPr="00F80C49">
        <w:rPr>
          <w:b w:val="0"/>
        </w:rPr>
        <w:fldChar w:fldCharType="end"/>
      </w:r>
      <w:r w:rsidR="00E33D29" w:rsidRPr="00F80C49">
        <w:t xml:space="preserve"> </w:t>
      </w:r>
      <w:r w:rsidR="00E55B56" w:rsidRPr="00F80C49">
        <w:t>851</w:t>
      </w:r>
    </w:p>
    <w:p w14:paraId="75F95079" w14:textId="1FD4F194" w:rsidR="00002F32" w:rsidRPr="00F80C49" w:rsidRDefault="00245FA8" w:rsidP="00002F32">
      <w:pPr>
        <w:pStyle w:val="Rubrum"/>
      </w:pPr>
      <w:bookmarkStart w:id="2" w:name="Text"/>
      <w:r w:rsidRPr="00F80C49">
        <w:t>Baudirektion. Amt für Mobilität. Kantons</w:t>
      </w:r>
      <w:r w:rsidR="00E55B56" w:rsidRPr="00F80C49">
        <w:t>verbindungs</w:t>
      </w:r>
      <w:r w:rsidRPr="00F80C49">
        <w:t>strasse KV5 Stansstad. Bau von Ausweich</w:t>
      </w:r>
      <w:r w:rsidR="00E55B56" w:rsidRPr="00F80C49">
        <w:softHyphen/>
      </w:r>
      <w:r w:rsidRPr="00F80C49">
        <w:t xml:space="preserve">stellen Bürgenstockstrasse. </w:t>
      </w:r>
      <w:r w:rsidR="00B12F13" w:rsidRPr="00F80C49">
        <w:t>Zusatzkredit</w:t>
      </w:r>
      <w:r w:rsidR="00002F32" w:rsidRPr="00F80C49">
        <w:t>. Antrag an den Landrat</w:t>
      </w:r>
    </w:p>
    <w:p w14:paraId="78912EDC" w14:textId="1E8A7AEA" w:rsidR="00E54DB9" w:rsidRPr="00F80C49" w:rsidRDefault="00DB0B14" w:rsidP="00715360">
      <w:pPr>
        <w:pStyle w:val="berschrift1"/>
        <w:rPr>
          <w:highlight w:val="white"/>
        </w:rPr>
      </w:pPr>
      <w:r w:rsidRPr="00F80C49">
        <w:fldChar w:fldCharType="begin"/>
      </w:r>
      <w:r w:rsidR="00715360" w:rsidRPr="00F80C49">
        <w:instrText xml:space="preserve"> DOCPROPERTY "Doc.Sachverhalt"\*CHARFORMAT \&lt;OawJumpToField value=0/&gt;</w:instrText>
      </w:r>
      <w:r w:rsidRPr="00F80C49">
        <w:fldChar w:fldCharType="separate"/>
      </w:r>
      <w:r w:rsidR="00F80C49" w:rsidRPr="00F80C49">
        <w:t>Sachverhalt</w:t>
      </w:r>
      <w:r w:rsidRPr="00F80C49">
        <w:rPr>
          <w:highlight w:val="white"/>
        </w:rPr>
        <w:fldChar w:fldCharType="end"/>
      </w:r>
    </w:p>
    <w:p w14:paraId="74BFA654" w14:textId="77777777" w:rsidR="008A0366" w:rsidRPr="00F80C49" w:rsidRDefault="008A0366" w:rsidP="008A0366">
      <w:pPr>
        <w:pStyle w:val="berschrift2"/>
        <w:numPr>
          <w:ilvl w:val="1"/>
          <w:numId w:val="9"/>
        </w:numPr>
      </w:pPr>
      <w:r w:rsidRPr="00F80C49">
        <w:t>Ausgangslage</w:t>
      </w:r>
    </w:p>
    <w:p w14:paraId="775CE0D2" w14:textId="77777777" w:rsidR="008A0366" w:rsidRPr="00F80C49" w:rsidRDefault="008A0366" w:rsidP="008A0366">
      <w:pPr>
        <w:pStyle w:val="berschrift3"/>
        <w:numPr>
          <w:ilvl w:val="2"/>
          <w:numId w:val="8"/>
        </w:numPr>
      </w:pPr>
    </w:p>
    <w:p w14:paraId="4129BF51" w14:textId="0CBFBAFC" w:rsidR="00F0515D" w:rsidRPr="00F80C49" w:rsidRDefault="00F0515D" w:rsidP="00B517D5">
      <w:pPr>
        <w:pStyle w:val="Textkrper"/>
      </w:pPr>
      <w:r w:rsidRPr="00F80C49">
        <w:t xml:space="preserve">Das Generelle Projekt (Vorprojekt) KV5 </w:t>
      </w:r>
      <w:r w:rsidR="00245FA8" w:rsidRPr="00F80C49">
        <w:t>Stansstad</w:t>
      </w:r>
      <w:r w:rsidRPr="00F80C49">
        <w:t xml:space="preserve">, </w:t>
      </w:r>
      <w:r w:rsidR="00245FA8" w:rsidRPr="00F80C49">
        <w:t xml:space="preserve">Bau von </w:t>
      </w:r>
      <w:r w:rsidRPr="00F80C49">
        <w:t xml:space="preserve">Ausweichstellen </w:t>
      </w:r>
      <w:r w:rsidR="00245FA8" w:rsidRPr="00F80C49">
        <w:t>Bürgenstockstrasse</w:t>
      </w:r>
      <w:r w:rsidR="00A9332D" w:rsidRPr="00F80C49">
        <w:t>,</w:t>
      </w:r>
      <w:r w:rsidR="00245FA8" w:rsidRPr="00F80C49">
        <w:t xml:space="preserve"> </w:t>
      </w:r>
      <w:r w:rsidRPr="00F80C49">
        <w:t>wurde gleichzeitig mit dem zugehörigen Objektkredit von 4.15</w:t>
      </w:r>
      <w:r w:rsidR="00A9332D" w:rsidRPr="00F80C49">
        <w:t> </w:t>
      </w:r>
      <w:r w:rsidRPr="00F80C49">
        <w:t xml:space="preserve">Mio. Franken </w:t>
      </w:r>
      <w:r w:rsidR="00A9332D" w:rsidRPr="00F80C49">
        <w:t xml:space="preserve">für die Planung und den Bau des Ausführungsprojektes (Bauprojekt) </w:t>
      </w:r>
      <w:r w:rsidRPr="00F80C49">
        <w:t>vom Landrat am 26. Juni 2016 genehmigt.</w:t>
      </w:r>
    </w:p>
    <w:p w14:paraId="799D56F8" w14:textId="77777777" w:rsidR="00F0515D" w:rsidRPr="00F80C49" w:rsidRDefault="00F0515D" w:rsidP="00B517D5">
      <w:pPr>
        <w:pStyle w:val="Textkrper"/>
      </w:pPr>
    </w:p>
    <w:p w14:paraId="241E726A" w14:textId="1C81A2B7" w:rsidR="00F0515D" w:rsidRPr="00F80C49" w:rsidRDefault="00F0515D" w:rsidP="00B517D5">
      <w:pPr>
        <w:pStyle w:val="Textkrper"/>
      </w:pPr>
      <w:r w:rsidRPr="00F80C49">
        <w:t xml:space="preserve">Anschliessend wurde gemäss Art. 27 des Gesetzes </w:t>
      </w:r>
      <w:r w:rsidR="00E55B56" w:rsidRPr="00F80C49">
        <w:t xml:space="preserve">vom 24.4.1966 </w:t>
      </w:r>
      <w:r w:rsidRPr="00F80C49">
        <w:t>über den Bau und Unterhalt der Strassen (Strassengesetz</w:t>
      </w:r>
      <w:r w:rsidR="00245FA8" w:rsidRPr="00F80C49">
        <w:t>,</w:t>
      </w:r>
      <w:r w:rsidRPr="00F80C49">
        <w:t xml:space="preserve"> </w:t>
      </w:r>
      <w:proofErr w:type="spellStart"/>
      <w:r w:rsidRPr="00F80C49">
        <w:t>StrG</w:t>
      </w:r>
      <w:proofErr w:type="spellEnd"/>
      <w:r w:rsidRPr="00F80C49">
        <w:t>; NG 622.1) das Ausführungsprojekt (Bauprojekt) ausgearbeitet und öffentlich aufgelegt.</w:t>
      </w:r>
    </w:p>
    <w:p w14:paraId="3F180BF9" w14:textId="77777777" w:rsidR="00F0515D" w:rsidRPr="00F80C49" w:rsidRDefault="00F0515D" w:rsidP="00B517D5">
      <w:pPr>
        <w:pStyle w:val="Textkrper"/>
      </w:pPr>
    </w:p>
    <w:p w14:paraId="18902388" w14:textId="11D9DFCB" w:rsidR="00BE49D1" w:rsidRPr="00F80C49" w:rsidRDefault="00635039" w:rsidP="00B517D5">
      <w:pPr>
        <w:pStyle w:val="Textkrper"/>
      </w:pPr>
      <w:r w:rsidRPr="00F80C49">
        <w:t xml:space="preserve">Der </w:t>
      </w:r>
      <w:r w:rsidR="00BE49D1" w:rsidRPr="00F80C49">
        <w:t xml:space="preserve">Regierungsrat hat mit Beschluss </w:t>
      </w:r>
      <w:r w:rsidRPr="00F80C49">
        <w:t xml:space="preserve">Nr. 724 </w:t>
      </w:r>
      <w:r w:rsidR="00BE49D1" w:rsidRPr="00F80C49">
        <w:t>vom 25. Oktober 2016 das Ausführungsprojekt genehmigt.</w:t>
      </w:r>
      <w:r w:rsidRPr="00F80C49">
        <w:t xml:space="preserve"> </w:t>
      </w:r>
      <w:r w:rsidR="00845285" w:rsidRPr="00F80C49">
        <w:t xml:space="preserve">Dabei wurden </w:t>
      </w:r>
      <w:r w:rsidR="00BC2A75" w:rsidRPr="00F80C49">
        <w:t xml:space="preserve">von 33 vorgeschlagenen </w:t>
      </w:r>
      <w:r w:rsidR="00845285" w:rsidRPr="00F80C49">
        <w:t xml:space="preserve">Massnahmen </w:t>
      </w:r>
      <w:r w:rsidR="00BC2A75" w:rsidRPr="00F80C49">
        <w:t xml:space="preserve">32 beschlossen und </w:t>
      </w:r>
      <w:r w:rsidR="00845285" w:rsidRPr="00F80C49">
        <w:t>die</w:t>
      </w:r>
      <w:r w:rsidRPr="00F80C49">
        <w:t xml:space="preserve"> Massnahme 29 </w:t>
      </w:r>
      <w:r w:rsidR="00C03FBE" w:rsidRPr="00F80C49">
        <w:t xml:space="preserve">zur Überprüfung </w:t>
      </w:r>
      <w:r w:rsidR="00BC2A75" w:rsidRPr="00F80C49">
        <w:t xml:space="preserve">durch das </w:t>
      </w:r>
      <w:r w:rsidR="00C03FBE" w:rsidRPr="00F80C49">
        <w:t>Amt</w:t>
      </w:r>
      <w:r w:rsidR="00597735" w:rsidRPr="00F80C49">
        <w:t xml:space="preserve"> für Mobilität (AMO)</w:t>
      </w:r>
      <w:r w:rsidR="00C03FBE" w:rsidRPr="00F80C49">
        <w:t xml:space="preserve"> </w:t>
      </w:r>
      <w:r w:rsidR="00BC2A75" w:rsidRPr="00F80C49">
        <w:t>zurückgestellt</w:t>
      </w:r>
      <w:r w:rsidR="00C03FBE" w:rsidRPr="00F80C49">
        <w:t xml:space="preserve">. </w:t>
      </w:r>
    </w:p>
    <w:p w14:paraId="6CAFC43D" w14:textId="77777777" w:rsidR="00BE49D1" w:rsidRPr="00F80C49" w:rsidRDefault="00BE49D1" w:rsidP="00BE49D1">
      <w:pPr>
        <w:pStyle w:val="berschrift3"/>
        <w:numPr>
          <w:ilvl w:val="2"/>
          <w:numId w:val="8"/>
        </w:numPr>
      </w:pPr>
    </w:p>
    <w:p w14:paraId="173A86C5" w14:textId="2AD99199" w:rsidR="00BC2A75" w:rsidRPr="00F80C49" w:rsidRDefault="00BC2A75" w:rsidP="00BE49D1">
      <w:pPr>
        <w:pStyle w:val="Textkrper"/>
      </w:pPr>
      <w:r w:rsidRPr="00F80C49">
        <w:t>Unabhängig von der Massnahme 29 muss gemäss heutigem Wissensstand davon ausgegangen werden, dass der vom Landrat gewährte Objektkredit nicht eingehalten werden kann.</w:t>
      </w:r>
    </w:p>
    <w:p w14:paraId="755727B1" w14:textId="77777777" w:rsidR="00BC2A75" w:rsidRPr="00F80C49" w:rsidRDefault="00BC2A75" w:rsidP="00BE49D1">
      <w:pPr>
        <w:pStyle w:val="Textkrper"/>
      </w:pPr>
    </w:p>
    <w:p w14:paraId="2E083BF7" w14:textId="4E182911" w:rsidR="005F38F1" w:rsidRPr="00F80C49" w:rsidRDefault="00635039" w:rsidP="00BE49D1">
      <w:pPr>
        <w:pStyle w:val="Textkrper"/>
      </w:pPr>
      <w:r w:rsidRPr="00F80C49">
        <w:t>Gemäss Art. 44 des kantonalen Finanz</w:t>
      </w:r>
      <w:r w:rsidR="00EB2AB7" w:rsidRPr="00F80C49">
        <w:t>h</w:t>
      </w:r>
      <w:r w:rsidRPr="00F80C49">
        <w:t>aushaltgesetzes (</w:t>
      </w:r>
      <w:proofErr w:type="spellStart"/>
      <w:r w:rsidRPr="00F80C49">
        <w:t>kFHG</w:t>
      </w:r>
      <w:proofErr w:type="spellEnd"/>
      <w:r w:rsidR="00EB2AB7" w:rsidRPr="00F80C49">
        <w:t>; NG 511.1</w:t>
      </w:r>
      <w:r w:rsidRPr="00F80C49">
        <w:t>) muss</w:t>
      </w:r>
      <w:r w:rsidR="00F6318F" w:rsidRPr="00F80C49">
        <w:t xml:space="preserve"> </w:t>
      </w:r>
      <w:r w:rsidR="00EB2AB7" w:rsidRPr="00F80C49">
        <w:t xml:space="preserve">für die Ergänzung eines nicht ausreichenden Verpflichtungskredits ein Zusatzkredit eingeholt werden, sobald sich zeigt, dass </w:t>
      </w:r>
      <w:r w:rsidR="00F6318F" w:rsidRPr="00F80C49">
        <w:t xml:space="preserve">der </w:t>
      </w:r>
      <w:r w:rsidR="00EB2AB7" w:rsidRPr="00F80C49">
        <w:t xml:space="preserve">bewilligte Verpflichtungskredit um über 5 Prozent überschritten wird. </w:t>
      </w:r>
    </w:p>
    <w:p w14:paraId="1C4FB06F" w14:textId="41C812BE" w:rsidR="00EB2AB7" w:rsidRPr="00F80C49" w:rsidRDefault="00EB2AB7">
      <w:pPr>
        <w:spacing w:line="240" w:lineRule="auto"/>
        <w:rPr>
          <w:b/>
          <w:noProof w:val="0"/>
        </w:rPr>
      </w:pPr>
      <w:r w:rsidRPr="00F80C49">
        <w:rPr>
          <w:b/>
          <w:noProof w:val="0"/>
        </w:rPr>
        <w:br w:type="page"/>
      </w:r>
    </w:p>
    <w:p w14:paraId="0CF14A7A" w14:textId="77A8A85B" w:rsidR="005F38F1" w:rsidRPr="00F80C49" w:rsidRDefault="008E4E52" w:rsidP="005F38F1">
      <w:pPr>
        <w:pStyle w:val="berschrift2"/>
        <w:numPr>
          <w:ilvl w:val="1"/>
          <w:numId w:val="8"/>
        </w:numPr>
      </w:pPr>
      <w:r w:rsidRPr="00F80C49">
        <w:lastRenderedPageBreak/>
        <w:t>Kostenstand per 26. Oktober 2018</w:t>
      </w:r>
    </w:p>
    <w:p w14:paraId="1FC2D256" w14:textId="21B784F5" w:rsidR="005F38F1" w:rsidRPr="00F80C49" w:rsidRDefault="008E4E52" w:rsidP="005F38F1">
      <w:pPr>
        <w:pStyle w:val="Textkrper"/>
      </w:pPr>
      <w:r w:rsidRPr="00F80C49">
        <w:t>Für die Kontrolle des Objektkredits ist folgender</w:t>
      </w:r>
      <w:r w:rsidR="00B9008D" w:rsidRPr="00F80C49">
        <w:t xml:space="preserve"> Stand massgebend</w:t>
      </w:r>
      <w:r w:rsidR="00597735" w:rsidRPr="00F80C49">
        <w:t>:</w:t>
      </w:r>
    </w:p>
    <w:p w14:paraId="100BE092" w14:textId="77777777" w:rsidR="00F0631F" w:rsidRPr="00F80C49" w:rsidRDefault="00F0631F" w:rsidP="005F38F1">
      <w:pPr>
        <w:pStyle w:val="Textkrper"/>
      </w:pPr>
    </w:p>
    <w:tbl>
      <w:tblPr>
        <w:tblStyle w:val="Gitternetztabelle1hell"/>
        <w:tblW w:w="9087" w:type="dxa"/>
        <w:tblLook w:val="04A0" w:firstRow="1" w:lastRow="0" w:firstColumn="1" w:lastColumn="0" w:noHBand="0" w:noVBand="1"/>
      </w:tblPr>
      <w:tblGrid>
        <w:gridCol w:w="2263"/>
        <w:gridCol w:w="1560"/>
        <w:gridCol w:w="1638"/>
        <w:gridCol w:w="1764"/>
        <w:gridCol w:w="1862"/>
      </w:tblGrid>
      <w:tr w:rsidR="00FD0F63" w:rsidRPr="00F80C49" w14:paraId="4CFFF9E8" w14:textId="77777777" w:rsidTr="000842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B304C6" w14:textId="77777777" w:rsidR="008E4E52" w:rsidRPr="00F80C49" w:rsidRDefault="008E4E52" w:rsidP="005F38F1">
            <w:pPr>
              <w:pStyle w:val="Textkrper"/>
            </w:pPr>
            <w:r w:rsidRPr="00F80C49">
              <w:t>Leistungen</w:t>
            </w:r>
          </w:p>
        </w:tc>
        <w:tc>
          <w:tcPr>
            <w:tcW w:w="1560" w:type="dxa"/>
          </w:tcPr>
          <w:p w14:paraId="18CB0190" w14:textId="77777777" w:rsidR="008E4E52" w:rsidRPr="00F80C49" w:rsidRDefault="008E4E52" w:rsidP="00FD0F63">
            <w:pPr>
              <w:pStyle w:val="Textkrp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 xml:space="preserve">Objektkredit </w:t>
            </w:r>
            <w:r w:rsidR="00FD0F63" w:rsidRPr="00F80C49">
              <w:t>23.06.</w:t>
            </w:r>
            <w:r w:rsidRPr="00F80C49">
              <w:t>2016</w:t>
            </w:r>
          </w:p>
        </w:tc>
        <w:tc>
          <w:tcPr>
            <w:tcW w:w="1638" w:type="dxa"/>
          </w:tcPr>
          <w:p w14:paraId="3F07BECA" w14:textId="77777777" w:rsidR="008E4E52" w:rsidRPr="00F80C49" w:rsidRDefault="008E4E52" w:rsidP="00FD0F63">
            <w:pPr>
              <w:pStyle w:val="Textkrp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 xml:space="preserve">Kostenstand </w:t>
            </w:r>
            <w:r w:rsidR="00FD0F63" w:rsidRPr="00F80C49">
              <w:t>26.10.</w:t>
            </w:r>
            <w:r w:rsidRPr="00F80C49">
              <w:t>2018</w:t>
            </w:r>
          </w:p>
        </w:tc>
        <w:tc>
          <w:tcPr>
            <w:tcW w:w="1764" w:type="dxa"/>
          </w:tcPr>
          <w:p w14:paraId="272F1E2E" w14:textId="77777777" w:rsidR="008E4E52" w:rsidRPr="00F80C49" w:rsidRDefault="00AC328B" w:rsidP="000842BF">
            <w:pPr>
              <w:pStyle w:val="Textkrp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Restk</w:t>
            </w:r>
            <w:r w:rsidR="008E4E52" w:rsidRPr="00F80C49">
              <w:t>osten</w:t>
            </w:r>
            <w:r w:rsidRPr="00F80C49">
              <w:t xml:space="preserve"> (inkl.</w:t>
            </w:r>
            <w:r w:rsidR="008E4E52" w:rsidRPr="00F80C49">
              <w:t xml:space="preserve"> Massnahme 29</w:t>
            </w:r>
            <w:r w:rsidRPr="00F80C49">
              <w:t>)</w:t>
            </w:r>
          </w:p>
        </w:tc>
        <w:tc>
          <w:tcPr>
            <w:tcW w:w="1862" w:type="dxa"/>
          </w:tcPr>
          <w:p w14:paraId="55A59989" w14:textId="77777777" w:rsidR="008E4E52" w:rsidRPr="00F80C49" w:rsidRDefault="008E4E52" w:rsidP="002D1940">
            <w:pPr>
              <w:pStyle w:val="Textkrp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Endkostenprognose</w:t>
            </w:r>
          </w:p>
        </w:tc>
      </w:tr>
      <w:tr w:rsidR="00FD0F63" w:rsidRPr="00F80C49" w14:paraId="3FD0C426" w14:textId="77777777" w:rsidTr="000842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3230AA8" w14:textId="77777777" w:rsidR="008E4E52" w:rsidRPr="00F80C49" w:rsidRDefault="008E4E52" w:rsidP="000842BF">
            <w:pPr>
              <w:pStyle w:val="Textkrper"/>
              <w:tabs>
                <w:tab w:val="left" w:pos="453"/>
              </w:tabs>
              <w:ind w:left="453" w:hanging="425"/>
            </w:pPr>
            <w:r w:rsidRPr="00F80C49">
              <w:t>I</w:t>
            </w:r>
            <w:r w:rsidR="00BB5E9E" w:rsidRPr="00F80C49">
              <w:tab/>
            </w:r>
            <w:r w:rsidRPr="00F80C49">
              <w:t>Projekt</w:t>
            </w:r>
            <w:r w:rsidR="00BB5E9E" w:rsidRPr="00F80C49">
              <w:t>ierung/</w:t>
            </w:r>
            <w:r w:rsidR="00FD0F63" w:rsidRPr="00F80C49">
              <w:t xml:space="preserve"> </w:t>
            </w:r>
            <w:r w:rsidRPr="00F80C49">
              <w:t>Bauleitung</w:t>
            </w:r>
          </w:p>
        </w:tc>
        <w:tc>
          <w:tcPr>
            <w:tcW w:w="1560" w:type="dxa"/>
          </w:tcPr>
          <w:p w14:paraId="425C8C8C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FD0F63" w:rsidRPr="00F80C49">
              <w:t>575</w:t>
            </w:r>
            <w:r w:rsidRPr="00F80C49">
              <w:t>'</w:t>
            </w:r>
            <w:r w:rsidR="00FD0F63" w:rsidRPr="00F80C49">
              <w:t>4</w:t>
            </w:r>
            <w:r w:rsidRPr="00F80C49">
              <w:t>00</w:t>
            </w:r>
          </w:p>
        </w:tc>
        <w:tc>
          <w:tcPr>
            <w:tcW w:w="1638" w:type="dxa"/>
          </w:tcPr>
          <w:p w14:paraId="7388B591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0842BF" w:rsidRPr="00F80C49">
              <w:t>663</w:t>
            </w:r>
            <w:r w:rsidRPr="00F80C49">
              <w:t>'</w:t>
            </w:r>
            <w:r w:rsidR="000842BF" w:rsidRPr="00F80C49">
              <w:t>8</w:t>
            </w:r>
            <w:r w:rsidRPr="00F80C49">
              <w:t>00</w:t>
            </w:r>
          </w:p>
        </w:tc>
        <w:tc>
          <w:tcPr>
            <w:tcW w:w="1764" w:type="dxa"/>
          </w:tcPr>
          <w:p w14:paraId="5EAA6C4B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B52669" w:rsidRPr="00F80C49">
              <w:t>36</w:t>
            </w:r>
            <w:r w:rsidRPr="00F80C49">
              <w:t>'</w:t>
            </w:r>
            <w:r w:rsidR="00B52669" w:rsidRPr="00F80C49">
              <w:t>2</w:t>
            </w:r>
            <w:r w:rsidRPr="00F80C49">
              <w:t>00</w:t>
            </w:r>
          </w:p>
        </w:tc>
        <w:tc>
          <w:tcPr>
            <w:tcW w:w="1862" w:type="dxa"/>
          </w:tcPr>
          <w:p w14:paraId="4B095362" w14:textId="77777777" w:rsidR="008E4E52" w:rsidRPr="00F80C49" w:rsidRDefault="00C47C9C" w:rsidP="00C47C9C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B52669" w:rsidRPr="00F80C49">
              <w:t>700</w:t>
            </w:r>
            <w:r w:rsidRPr="00F80C49">
              <w:t>'00</w:t>
            </w:r>
            <w:r w:rsidR="00B52669" w:rsidRPr="00F80C49">
              <w:t>0</w:t>
            </w:r>
          </w:p>
        </w:tc>
      </w:tr>
      <w:tr w:rsidR="00FD0F63" w:rsidRPr="00F80C49" w14:paraId="1F967BE8" w14:textId="77777777" w:rsidTr="000842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701AEB6" w14:textId="77777777" w:rsidR="008E4E52" w:rsidRPr="00F80C49" w:rsidRDefault="00BB5E9E" w:rsidP="00FD0F63">
            <w:pPr>
              <w:pStyle w:val="Textkrper"/>
              <w:tabs>
                <w:tab w:val="left" w:pos="453"/>
              </w:tabs>
              <w:ind w:left="453" w:hanging="425"/>
            </w:pPr>
            <w:r w:rsidRPr="00F80C49">
              <w:t>II</w:t>
            </w:r>
            <w:r w:rsidRPr="00F80C49">
              <w:tab/>
            </w:r>
            <w:r w:rsidR="002D1940" w:rsidRPr="00F80C49">
              <w:t>Baukosten</w:t>
            </w:r>
          </w:p>
        </w:tc>
        <w:tc>
          <w:tcPr>
            <w:tcW w:w="1560" w:type="dxa"/>
          </w:tcPr>
          <w:p w14:paraId="26984BD8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0842BF" w:rsidRPr="00F80C49">
              <w:t>3'534</w:t>
            </w:r>
            <w:r w:rsidRPr="00F80C49">
              <w:t>'</w:t>
            </w:r>
            <w:r w:rsidR="000842BF" w:rsidRPr="00F80C49">
              <w:t>6</w:t>
            </w:r>
            <w:r w:rsidRPr="00F80C49">
              <w:t>00</w:t>
            </w:r>
          </w:p>
        </w:tc>
        <w:tc>
          <w:tcPr>
            <w:tcW w:w="1638" w:type="dxa"/>
          </w:tcPr>
          <w:p w14:paraId="3BA25B23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0842BF" w:rsidRPr="00F80C49">
              <w:t>3</w:t>
            </w:r>
            <w:r w:rsidRPr="00F80C49">
              <w:t>'</w:t>
            </w:r>
            <w:r w:rsidR="000842BF" w:rsidRPr="00F80C49">
              <w:t>478</w:t>
            </w:r>
            <w:r w:rsidRPr="00F80C49">
              <w:t>'</w:t>
            </w:r>
            <w:r w:rsidR="000842BF" w:rsidRPr="00F80C49">
              <w:t>1</w:t>
            </w:r>
            <w:r w:rsidRPr="00F80C49">
              <w:t>00</w:t>
            </w:r>
          </w:p>
        </w:tc>
        <w:tc>
          <w:tcPr>
            <w:tcW w:w="1764" w:type="dxa"/>
          </w:tcPr>
          <w:p w14:paraId="5E8F13FF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B52669" w:rsidRPr="00F80C49">
              <w:t>231</w:t>
            </w:r>
            <w:r w:rsidRPr="00F80C49">
              <w:t>'</w:t>
            </w:r>
            <w:r w:rsidR="000842BF" w:rsidRPr="00F80C49">
              <w:t>9</w:t>
            </w:r>
            <w:r w:rsidRPr="00F80C49">
              <w:t>00</w:t>
            </w:r>
          </w:p>
        </w:tc>
        <w:tc>
          <w:tcPr>
            <w:tcW w:w="1862" w:type="dxa"/>
          </w:tcPr>
          <w:p w14:paraId="31FF0603" w14:textId="77777777" w:rsidR="008E4E52" w:rsidRPr="00F80C49" w:rsidRDefault="00C47C9C" w:rsidP="00C47C9C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21387F" w:rsidRPr="00F80C49">
              <w:t>3'</w:t>
            </w:r>
            <w:r w:rsidR="00B52669" w:rsidRPr="00F80C49">
              <w:t>710</w:t>
            </w:r>
            <w:r w:rsidRPr="00F80C49">
              <w:t>'00</w:t>
            </w:r>
            <w:r w:rsidR="00B52669" w:rsidRPr="00F80C49">
              <w:t>0</w:t>
            </w:r>
          </w:p>
        </w:tc>
      </w:tr>
      <w:tr w:rsidR="00FD0F63" w:rsidRPr="00F80C49" w14:paraId="51B2CBFA" w14:textId="77777777" w:rsidTr="002830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12" w:space="0" w:color="666666" w:themeColor="text1" w:themeTint="99"/>
            </w:tcBorders>
          </w:tcPr>
          <w:p w14:paraId="6B1C2C73" w14:textId="77777777" w:rsidR="008E4E52" w:rsidRPr="00F80C49" w:rsidRDefault="00FD0F63" w:rsidP="00FD0F63">
            <w:pPr>
              <w:pStyle w:val="Textkrper"/>
              <w:tabs>
                <w:tab w:val="left" w:pos="453"/>
              </w:tabs>
              <w:ind w:left="453" w:right="300" w:hanging="425"/>
            </w:pPr>
            <w:r w:rsidRPr="00F80C49">
              <w:t>III</w:t>
            </w:r>
            <w:r w:rsidRPr="00F80C49">
              <w:tab/>
            </w:r>
            <w:r w:rsidR="002D1940" w:rsidRPr="00F80C49">
              <w:t>Landerwerb</w:t>
            </w:r>
          </w:p>
        </w:tc>
        <w:tc>
          <w:tcPr>
            <w:tcW w:w="1560" w:type="dxa"/>
            <w:tcBorders>
              <w:bottom w:val="single" w:sz="12" w:space="0" w:color="666666" w:themeColor="text1" w:themeTint="99"/>
            </w:tcBorders>
          </w:tcPr>
          <w:p w14:paraId="32E22852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0842BF" w:rsidRPr="00F80C49">
              <w:t>40</w:t>
            </w:r>
            <w:r w:rsidRPr="00F80C49">
              <w:t>'</w:t>
            </w:r>
            <w:r w:rsidR="000842BF" w:rsidRPr="00F80C49">
              <w:t>0</w:t>
            </w:r>
            <w:r w:rsidRPr="00F80C49">
              <w:t>00</w:t>
            </w:r>
          </w:p>
        </w:tc>
        <w:tc>
          <w:tcPr>
            <w:tcW w:w="1638" w:type="dxa"/>
            <w:tcBorders>
              <w:bottom w:val="single" w:sz="12" w:space="0" w:color="666666" w:themeColor="text1" w:themeTint="99"/>
            </w:tcBorders>
          </w:tcPr>
          <w:p w14:paraId="2931A509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0842BF" w:rsidRPr="00F80C49">
              <w:t>85</w:t>
            </w:r>
            <w:r w:rsidRPr="00F80C49">
              <w:t>'</w:t>
            </w:r>
            <w:r w:rsidR="000842BF" w:rsidRPr="00F80C49">
              <w:t>9</w:t>
            </w:r>
            <w:r w:rsidRPr="00F80C49">
              <w:t>00</w:t>
            </w:r>
          </w:p>
        </w:tc>
        <w:tc>
          <w:tcPr>
            <w:tcW w:w="1764" w:type="dxa"/>
            <w:tcBorders>
              <w:bottom w:val="single" w:sz="12" w:space="0" w:color="666666" w:themeColor="text1" w:themeTint="99"/>
            </w:tcBorders>
          </w:tcPr>
          <w:p w14:paraId="70951C8A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B52669" w:rsidRPr="00F80C49">
              <w:t>34</w:t>
            </w:r>
            <w:r w:rsidRPr="00F80C49">
              <w:t>'</w:t>
            </w:r>
            <w:r w:rsidR="000842BF" w:rsidRPr="00F80C49">
              <w:t>1</w:t>
            </w:r>
            <w:r w:rsidRPr="00F80C49">
              <w:t>00</w:t>
            </w:r>
          </w:p>
        </w:tc>
        <w:tc>
          <w:tcPr>
            <w:tcW w:w="1862" w:type="dxa"/>
            <w:tcBorders>
              <w:bottom w:val="single" w:sz="12" w:space="0" w:color="666666" w:themeColor="text1" w:themeTint="99"/>
            </w:tcBorders>
          </w:tcPr>
          <w:p w14:paraId="2374C4E8" w14:textId="77777777" w:rsidR="008E4E52" w:rsidRPr="00F80C49" w:rsidRDefault="00C47C9C" w:rsidP="00C47C9C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ab/>
            </w:r>
            <w:r w:rsidR="00B52669" w:rsidRPr="00F80C49">
              <w:t>120</w:t>
            </w:r>
            <w:r w:rsidRPr="00F80C49">
              <w:t>'00</w:t>
            </w:r>
            <w:r w:rsidR="00B52669" w:rsidRPr="00F80C49">
              <w:t>0</w:t>
            </w:r>
          </w:p>
        </w:tc>
      </w:tr>
      <w:tr w:rsidR="00FD0F63" w:rsidRPr="00F80C49" w14:paraId="6278309B" w14:textId="77777777" w:rsidTr="002830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</w:tcPr>
          <w:p w14:paraId="53480B8A" w14:textId="77777777" w:rsidR="008E4E52" w:rsidRPr="00F80C49" w:rsidRDefault="002D1940" w:rsidP="00FD0F63">
            <w:pPr>
              <w:pStyle w:val="Textkrper"/>
              <w:tabs>
                <w:tab w:val="left" w:pos="453"/>
              </w:tabs>
              <w:ind w:left="453" w:hanging="425"/>
            </w:pPr>
            <w:r w:rsidRPr="00F80C49">
              <w:t>Total Kosten</w:t>
            </w:r>
          </w:p>
        </w:tc>
        <w:tc>
          <w:tcPr>
            <w:tcW w:w="1560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</w:tcPr>
          <w:p w14:paraId="0DEF7F2F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0C49">
              <w:rPr>
                <w:b/>
              </w:rPr>
              <w:tab/>
            </w:r>
            <w:r w:rsidR="000842BF" w:rsidRPr="00F80C49">
              <w:rPr>
                <w:b/>
              </w:rPr>
              <w:t>4'150</w:t>
            </w:r>
            <w:r w:rsidRPr="00F80C49">
              <w:rPr>
                <w:b/>
              </w:rPr>
              <w:t>'</w:t>
            </w:r>
            <w:r w:rsidR="000842BF" w:rsidRPr="00F80C49">
              <w:rPr>
                <w:b/>
              </w:rPr>
              <w:t>0</w:t>
            </w:r>
            <w:r w:rsidRPr="00F80C49">
              <w:rPr>
                <w:b/>
              </w:rPr>
              <w:t>00</w:t>
            </w:r>
          </w:p>
        </w:tc>
        <w:tc>
          <w:tcPr>
            <w:tcW w:w="1638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</w:tcPr>
          <w:p w14:paraId="37EEDD94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0C49">
              <w:rPr>
                <w:b/>
              </w:rPr>
              <w:tab/>
            </w:r>
            <w:r w:rsidR="000842BF" w:rsidRPr="00F80C49">
              <w:rPr>
                <w:b/>
              </w:rPr>
              <w:t>4'227</w:t>
            </w:r>
            <w:r w:rsidRPr="00F80C49">
              <w:rPr>
                <w:b/>
              </w:rPr>
              <w:t>'</w:t>
            </w:r>
            <w:r w:rsidR="000842BF" w:rsidRPr="00F80C49">
              <w:rPr>
                <w:b/>
              </w:rPr>
              <w:t>8</w:t>
            </w:r>
            <w:r w:rsidRPr="00F80C49">
              <w:rPr>
                <w:b/>
              </w:rPr>
              <w:t>00</w:t>
            </w:r>
          </w:p>
        </w:tc>
        <w:tc>
          <w:tcPr>
            <w:tcW w:w="1764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</w:tcPr>
          <w:p w14:paraId="61B756BF" w14:textId="77777777" w:rsidR="008E4E52" w:rsidRPr="00F80C49" w:rsidRDefault="00B9008D" w:rsidP="00B9008D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0C49">
              <w:rPr>
                <w:b/>
              </w:rPr>
              <w:tab/>
            </w:r>
            <w:r w:rsidR="00B52669" w:rsidRPr="00F80C49">
              <w:rPr>
                <w:b/>
              </w:rPr>
              <w:t>302</w:t>
            </w:r>
            <w:r w:rsidRPr="00F80C49">
              <w:rPr>
                <w:b/>
              </w:rPr>
              <w:t>'</w:t>
            </w:r>
            <w:r w:rsidR="00B52669" w:rsidRPr="00F80C49">
              <w:rPr>
                <w:b/>
              </w:rPr>
              <w:t>2</w:t>
            </w:r>
            <w:r w:rsidRPr="00F80C49">
              <w:rPr>
                <w:b/>
              </w:rPr>
              <w:t>00</w:t>
            </w:r>
          </w:p>
        </w:tc>
        <w:tc>
          <w:tcPr>
            <w:tcW w:w="1862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</w:tcPr>
          <w:p w14:paraId="5187D160" w14:textId="77777777" w:rsidR="008E4E52" w:rsidRPr="00F80C49" w:rsidRDefault="00C47C9C" w:rsidP="00C47C9C">
            <w:pPr>
              <w:pStyle w:val="Textkrper"/>
              <w:tabs>
                <w:tab w:val="right" w:pos="1169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0C49">
              <w:rPr>
                <w:b/>
              </w:rPr>
              <w:tab/>
            </w:r>
            <w:r w:rsidR="0021387F" w:rsidRPr="00F80C49">
              <w:rPr>
                <w:b/>
              </w:rPr>
              <w:t>4'</w:t>
            </w:r>
            <w:r w:rsidR="00B52669" w:rsidRPr="00F80C49">
              <w:rPr>
                <w:b/>
              </w:rPr>
              <w:t>530</w:t>
            </w:r>
            <w:r w:rsidRPr="00F80C49">
              <w:rPr>
                <w:b/>
              </w:rPr>
              <w:t>'00</w:t>
            </w:r>
            <w:r w:rsidR="00B52669" w:rsidRPr="00F80C49">
              <w:rPr>
                <w:b/>
              </w:rPr>
              <w:t>0</w:t>
            </w:r>
          </w:p>
        </w:tc>
      </w:tr>
      <w:tr w:rsidR="00F0631F" w:rsidRPr="00F80C49" w14:paraId="26FBD97A" w14:textId="77777777" w:rsidTr="002830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12" w:space="0" w:color="666666" w:themeColor="text1" w:themeTint="99"/>
            </w:tcBorders>
          </w:tcPr>
          <w:p w14:paraId="37ED9741" w14:textId="77777777" w:rsidR="00F0631F" w:rsidRPr="00F80C49" w:rsidRDefault="00F0631F" w:rsidP="00B9008D">
            <w:pPr>
              <w:pStyle w:val="Textkrper"/>
              <w:tabs>
                <w:tab w:val="left" w:pos="453"/>
              </w:tabs>
              <w:ind w:left="453" w:hanging="425"/>
              <w:jc w:val="left"/>
            </w:pPr>
            <w:r w:rsidRPr="00F80C49">
              <w:t>Differenz zu Kredit</w:t>
            </w:r>
          </w:p>
        </w:tc>
        <w:tc>
          <w:tcPr>
            <w:tcW w:w="1560" w:type="dxa"/>
            <w:tcBorders>
              <w:top w:val="single" w:sz="12" w:space="0" w:color="666666" w:themeColor="text1" w:themeTint="99"/>
            </w:tcBorders>
          </w:tcPr>
          <w:p w14:paraId="30D07680" w14:textId="77777777" w:rsidR="00F0631F" w:rsidRPr="00F80C49" w:rsidRDefault="00F0631F" w:rsidP="00B9008D">
            <w:pPr>
              <w:pStyle w:val="Textkrper"/>
              <w:tabs>
                <w:tab w:val="right" w:pos="11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100.0%</w:t>
            </w:r>
          </w:p>
        </w:tc>
        <w:tc>
          <w:tcPr>
            <w:tcW w:w="1638" w:type="dxa"/>
            <w:tcBorders>
              <w:top w:val="single" w:sz="12" w:space="0" w:color="666666" w:themeColor="text1" w:themeTint="99"/>
            </w:tcBorders>
          </w:tcPr>
          <w:p w14:paraId="485ED6D4" w14:textId="77777777" w:rsidR="00F0631F" w:rsidRPr="00F80C49" w:rsidRDefault="00F0631F" w:rsidP="00B9008D">
            <w:pPr>
              <w:pStyle w:val="Textkrper"/>
              <w:tabs>
                <w:tab w:val="decimal" w:pos="1081"/>
                <w:tab w:val="right" w:pos="11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101.8%</w:t>
            </w:r>
          </w:p>
        </w:tc>
        <w:tc>
          <w:tcPr>
            <w:tcW w:w="1764" w:type="dxa"/>
            <w:tcBorders>
              <w:top w:val="single" w:sz="12" w:space="0" w:color="666666" w:themeColor="text1" w:themeTint="99"/>
            </w:tcBorders>
          </w:tcPr>
          <w:p w14:paraId="7964640B" w14:textId="77777777" w:rsidR="00F0631F" w:rsidRPr="00F80C49" w:rsidRDefault="00F0631F" w:rsidP="00B9008D">
            <w:pPr>
              <w:pStyle w:val="Textkrper"/>
              <w:tabs>
                <w:tab w:val="decimal" w:pos="1081"/>
                <w:tab w:val="right" w:pos="11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7.3%</w:t>
            </w:r>
          </w:p>
        </w:tc>
        <w:tc>
          <w:tcPr>
            <w:tcW w:w="1862" w:type="dxa"/>
            <w:tcBorders>
              <w:top w:val="single" w:sz="12" w:space="0" w:color="666666" w:themeColor="text1" w:themeTint="99"/>
            </w:tcBorders>
          </w:tcPr>
          <w:p w14:paraId="1B5F02D1" w14:textId="77777777" w:rsidR="00F0631F" w:rsidRPr="00F80C49" w:rsidRDefault="00F0631F" w:rsidP="00B9008D">
            <w:pPr>
              <w:pStyle w:val="Textkrper"/>
              <w:tabs>
                <w:tab w:val="decimal" w:pos="1081"/>
                <w:tab w:val="right" w:pos="11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109.1%</w:t>
            </w:r>
          </w:p>
        </w:tc>
      </w:tr>
      <w:tr w:rsidR="00FD0F63" w:rsidRPr="00F80C49" w14:paraId="5AA49F0E" w14:textId="77777777" w:rsidTr="000842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6D2F716" w14:textId="77777777" w:rsidR="008E4E52" w:rsidRPr="00F80C49" w:rsidRDefault="002D1940" w:rsidP="00B9008D">
            <w:pPr>
              <w:pStyle w:val="Textkrper"/>
              <w:tabs>
                <w:tab w:val="left" w:pos="28"/>
              </w:tabs>
              <w:ind w:left="23"/>
              <w:jc w:val="left"/>
            </w:pPr>
            <w:r w:rsidRPr="00F80C49">
              <w:t>Anteil Gemeinde Stansstad</w:t>
            </w:r>
          </w:p>
        </w:tc>
        <w:tc>
          <w:tcPr>
            <w:tcW w:w="1560" w:type="dxa"/>
          </w:tcPr>
          <w:p w14:paraId="065DD1B3" w14:textId="5419346F" w:rsidR="008E4E52" w:rsidRPr="00F80C49" w:rsidRDefault="000842BF" w:rsidP="00FE04AD">
            <w:pPr>
              <w:pStyle w:val="Textkrper"/>
              <w:tabs>
                <w:tab w:val="right" w:pos="1169"/>
              </w:tabs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200</w:t>
            </w:r>
            <w:r w:rsidR="00FE04AD" w:rsidRPr="00F80C49">
              <w:t>'</w:t>
            </w:r>
            <w:r w:rsidRPr="00F80C49">
              <w:t>0</w:t>
            </w:r>
            <w:r w:rsidR="00FE04AD" w:rsidRPr="00F80C49">
              <w:t>00</w:t>
            </w:r>
          </w:p>
        </w:tc>
        <w:tc>
          <w:tcPr>
            <w:tcW w:w="1638" w:type="dxa"/>
          </w:tcPr>
          <w:p w14:paraId="5842772C" w14:textId="65FD5D8A" w:rsidR="008E4E52" w:rsidRPr="00F80C49" w:rsidRDefault="000842BF" w:rsidP="00FE04AD">
            <w:pPr>
              <w:pStyle w:val="Textkrper"/>
              <w:tabs>
                <w:tab w:val="decimal" w:pos="1081"/>
                <w:tab w:val="right" w:pos="1169"/>
              </w:tabs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150</w:t>
            </w:r>
            <w:r w:rsidR="00FE04AD" w:rsidRPr="00F80C49">
              <w:t>'</w:t>
            </w:r>
            <w:r w:rsidRPr="00F80C49">
              <w:t>0</w:t>
            </w:r>
            <w:r w:rsidR="00FE04AD" w:rsidRPr="00F80C49">
              <w:t>00</w:t>
            </w:r>
          </w:p>
        </w:tc>
        <w:tc>
          <w:tcPr>
            <w:tcW w:w="1764" w:type="dxa"/>
          </w:tcPr>
          <w:p w14:paraId="08E2C734" w14:textId="43FA6175" w:rsidR="008E4E52" w:rsidRPr="00F80C49" w:rsidRDefault="00B52669" w:rsidP="00FE04AD">
            <w:pPr>
              <w:pStyle w:val="Textkrper"/>
              <w:tabs>
                <w:tab w:val="decimal" w:pos="1081"/>
                <w:tab w:val="right" w:pos="1169"/>
              </w:tabs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5</w:t>
            </w:r>
            <w:r w:rsidR="006933F8" w:rsidRPr="00F80C49">
              <w:t>7</w:t>
            </w:r>
            <w:r w:rsidR="00FE04AD" w:rsidRPr="00F80C49">
              <w:t>'</w:t>
            </w:r>
            <w:r w:rsidR="000842BF" w:rsidRPr="00F80C49">
              <w:t>0</w:t>
            </w:r>
            <w:r w:rsidR="00FE04AD" w:rsidRPr="00F80C49">
              <w:t>00</w:t>
            </w:r>
          </w:p>
        </w:tc>
        <w:tc>
          <w:tcPr>
            <w:tcW w:w="1862" w:type="dxa"/>
          </w:tcPr>
          <w:p w14:paraId="7F00BECC" w14:textId="777995AD" w:rsidR="008E4E52" w:rsidRPr="00F80C49" w:rsidRDefault="000842BF" w:rsidP="00FE04AD">
            <w:pPr>
              <w:pStyle w:val="Textkrper"/>
              <w:tabs>
                <w:tab w:val="decimal" w:pos="1081"/>
                <w:tab w:val="right" w:pos="1169"/>
              </w:tabs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0C49">
              <w:t>20</w:t>
            </w:r>
            <w:r w:rsidR="006933F8" w:rsidRPr="00F80C49">
              <w:t>7</w:t>
            </w:r>
            <w:r w:rsidR="00FE04AD" w:rsidRPr="00F80C49">
              <w:t>'00</w:t>
            </w:r>
            <w:r w:rsidRPr="00F80C49">
              <w:t>0</w:t>
            </w:r>
          </w:p>
        </w:tc>
      </w:tr>
    </w:tbl>
    <w:p w14:paraId="7876BB2B" w14:textId="6E41CA83" w:rsidR="008E4E52" w:rsidRPr="00F80C49" w:rsidRDefault="008E4E52" w:rsidP="00FD0F63">
      <w:pPr>
        <w:pStyle w:val="Textkrper"/>
        <w:tabs>
          <w:tab w:val="decimal" w:pos="1081"/>
        </w:tabs>
        <w:jc w:val="left"/>
      </w:pPr>
    </w:p>
    <w:p w14:paraId="6D02EC43" w14:textId="4AB6EFA6" w:rsidR="00597735" w:rsidRPr="00F80C49" w:rsidRDefault="00597735" w:rsidP="00FD0F63">
      <w:pPr>
        <w:pStyle w:val="Textkrper"/>
        <w:tabs>
          <w:tab w:val="decimal" w:pos="1081"/>
        </w:tabs>
        <w:jc w:val="left"/>
      </w:pPr>
      <w:r w:rsidRPr="00F80C49">
        <w:t xml:space="preserve">Dieser Kontostand bildet die Grundlage für den </w:t>
      </w:r>
      <w:r w:rsidR="00B12F13" w:rsidRPr="00F80C49">
        <w:t>Zusatzkredit</w:t>
      </w:r>
      <w:r w:rsidRPr="00F80C49">
        <w:t xml:space="preserve"> (alle Angaben sind inkl. </w:t>
      </w:r>
      <w:proofErr w:type="spellStart"/>
      <w:r w:rsidRPr="00F80C49">
        <w:t>MWSt</w:t>
      </w:r>
      <w:proofErr w:type="spellEnd"/>
      <w:r w:rsidRPr="00F80C49">
        <w:t>).</w:t>
      </w:r>
    </w:p>
    <w:p w14:paraId="7DF74DB7" w14:textId="77777777" w:rsidR="00D0066E" w:rsidRPr="00F80C49" w:rsidRDefault="00D0066E" w:rsidP="00D0066E">
      <w:pPr>
        <w:pStyle w:val="berschrift2"/>
        <w:numPr>
          <w:ilvl w:val="1"/>
          <w:numId w:val="8"/>
        </w:numPr>
      </w:pPr>
      <w:r w:rsidRPr="00F80C49">
        <w:t>Umsetzung der Massnahme 29</w:t>
      </w:r>
      <w:r w:rsidR="008E4E52" w:rsidRPr="00F80C49">
        <w:t xml:space="preserve"> </w:t>
      </w:r>
      <w:proofErr w:type="spellStart"/>
      <w:r w:rsidR="008E4E52" w:rsidRPr="00F80C49">
        <w:t>Lochmatt</w:t>
      </w:r>
      <w:proofErr w:type="spellEnd"/>
      <w:r w:rsidR="008E4E52" w:rsidRPr="00F80C49">
        <w:t>, Obbürgen</w:t>
      </w:r>
    </w:p>
    <w:p w14:paraId="136D514E" w14:textId="67F673CC" w:rsidR="00DA3E83" w:rsidRPr="00F80C49" w:rsidRDefault="00CF2651" w:rsidP="00D0066E">
      <w:pPr>
        <w:pStyle w:val="Textkrper"/>
      </w:pPr>
      <w:r w:rsidRPr="00F80C49">
        <w:t>Für die Massnahme 29 wurden für das Generelle Projekt zwei Varianten (a</w:t>
      </w:r>
      <w:r w:rsidR="00A9332D" w:rsidRPr="00F80C49">
        <w:t xml:space="preserve"> und</w:t>
      </w:r>
      <w:r w:rsidR="00A32F8E" w:rsidRPr="00F80C49">
        <w:t xml:space="preserve"> </w:t>
      </w:r>
      <w:r w:rsidRPr="00F80C49">
        <w:t xml:space="preserve">b) aufgenommen und der definitive Entscheid wurde </w:t>
      </w:r>
      <w:r w:rsidR="00597735" w:rsidRPr="00F80C49">
        <w:t xml:space="preserve">gemäss </w:t>
      </w:r>
      <w:r w:rsidR="00A9332D" w:rsidRPr="00F80C49">
        <w:t>Ziff. 1 des</w:t>
      </w:r>
      <w:r w:rsidR="00597735" w:rsidRPr="00F80C49">
        <w:t xml:space="preserve"> </w:t>
      </w:r>
      <w:r w:rsidR="00A9332D" w:rsidRPr="00F80C49">
        <w:t>Regierungsratsbeschlusses Nr.</w:t>
      </w:r>
      <w:r w:rsidR="00E55B56" w:rsidRPr="00F80C49">
        <w:t> </w:t>
      </w:r>
      <w:r w:rsidR="00597735" w:rsidRPr="00F80C49">
        <w:t xml:space="preserve">724 </w:t>
      </w:r>
      <w:r w:rsidR="00A9332D" w:rsidRPr="00F80C49">
        <w:t xml:space="preserve">vom </w:t>
      </w:r>
      <w:r w:rsidR="00597735" w:rsidRPr="00F80C49">
        <w:t>25</w:t>
      </w:r>
      <w:r w:rsidR="00A9332D" w:rsidRPr="00F80C49">
        <w:t xml:space="preserve"> Oktober</w:t>
      </w:r>
      <w:r w:rsidR="00A9332D" w:rsidRPr="00F80C49" w:rsidDel="00A9332D">
        <w:t xml:space="preserve"> </w:t>
      </w:r>
      <w:r w:rsidR="00597735" w:rsidRPr="00F80C49">
        <w:t xml:space="preserve">2016 </w:t>
      </w:r>
      <w:r w:rsidRPr="00F80C49">
        <w:t xml:space="preserve">in das Ausführungsprojekt aufgeschoben. </w:t>
      </w:r>
      <w:r w:rsidR="00BC2A75" w:rsidRPr="00F80C49">
        <w:t xml:space="preserve">Im Kostenvoranschlag für den Objektkredit ist die Massnahme 29 im Gebiet </w:t>
      </w:r>
      <w:proofErr w:type="spellStart"/>
      <w:r w:rsidR="00BC2A75" w:rsidRPr="00F80C49">
        <w:t>Lochmatt</w:t>
      </w:r>
      <w:proofErr w:type="spellEnd"/>
      <w:r w:rsidR="00BC2A75" w:rsidRPr="00F80C49">
        <w:t>, Obbürgen</w:t>
      </w:r>
      <w:r w:rsidR="00E55B56" w:rsidRPr="00F80C49">
        <w:t>,</w:t>
      </w:r>
      <w:r w:rsidR="00BC2A75" w:rsidRPr="00F80C49">
        <w:t xml:space="preserve"> mit einem Betrag von 100'000 Franken enthalten. </w:t>
      </w:r>
      <w:r w:rsidR="00637724" w:rsidRPr="00F80C49">
        <w:t xml:space="preserve">Die Variante 29a einer talseitigen Lösung mit einer neuen Uferverbauung </w:t>
      </w:r>
      <w:r w:rsidR="00E55B56" w:rsidRPr="00F80C49">
        <w:t>des</w:t>
      </w:r>
      <w:r w:rsidR="00637724" w:rsidRPr="00F80C49">
        <w:t xml:space="preserve"> </w:t>
      </w:r>
      <w:proofErr w:type="spellStart"/>
      <w:r w:rsidR="00637724" w:rsidRPr="00F80C49">
        <w:t>Giesslibach</w:t>
      </w:r>
      <w:proofErr w:type="spellEnd"/>
      <w:r w:rsidR="00637724" w:rsidRPr="00F80C49">
        <w:t xml:space="preserve"> konnte nach dem Mitberichtsverfahren wegen dem </w:t>
      </w:r>
      <w:r w:rsidR="00E55B56" w:rsidRPr="00F80C49">
        <w:t xml:space="preserve">erforderlichen </w:t>
      </w:r>
      <w:r w:rsidR="00637724" w:rsidRPr="00F80C49">
        <w:t xml:space="preserve">Gewässerraum nicht umgesetzt werden. </w:t>
      </w:r>
      <w:r w:rsidR="00927414" w:rsidRPr="00F80C49">
        <w:t xml:space="preserve">Bei der detaillierteren Ausarbeitung der Projektvarianten stellte sich heraus, dass die bergseitige Lösung </w:t>
      </w:r>
      <w:r w:rsidR="0082613D" w:rsidRPr="00F80C49">
        <w:t xml:space="preserve">(29b) </w:t>
      </w:r>
      <w:r w:rsidR="00927414" w:rsidRPr="00F80C49">
        <w:t>mit einer Böschungsanpassung im Ausmass überschätzt wurde. Die Massnahm</w:t>
      </w:r>
      <w:r w:rsidR="009A04D2" w:rsidRPr="00F80C49">
        <w:t>e</w:t>
      </w:r>
      <w:r w:rsidR="00927414" w:rsidRPr="00F80C49">
        <w:t xml:space="preserve"> </w:t>
      </w:r>
      <w:r w:rsidR="00BC2A75" w:rsidRPr="00F80C49">
        <w:t xml:space="preserve">könnte </w:t>
      </w:r>
      <w:r w:rsidR="00927414" w:rsidRPr="00F80C49">
        <w:t xml:space="preserve">in einem geringeren Ausmass bewerkstelligt werden und </w:t>
      </w:r>
      <w:r w:rsidR="00BC2A75" w:rsidRPr="00F80C49">
        <w:t xml:space="preserve">wäre </w:t>
      </w:r>
      <w:r w:rsidR="00927414" w:rsidRPr="00F80C49">
        <w:t xml:space="preserve">so auch kostenmässig </w:t>
      </w:r>
      <w:r w:rsidR="00637724" w:rsidRPr="00F80C49">
        <w:t>günstiger</w:t>
      </w:r>
      <w:r w:rsidR="00927414" w:rsidRPr="00F80C49">
        <w:t>. Die Kosten wurden neu auf 80'000</w:t>
      </w:r>
      <w:r w:rsidR="00637724" w:rsidRPr="00F80C49">
        <w:t xml:space="preserve"> Franken</w:t>
      </w:r>
      <w:r w:rsidR="00927414" w:rsidRPr="00F80C49">
        <w:t xml:space="preserve"> für die Massnahme 29b veranschlagt</w:t>
      </w:r>
      <w:r w:rsidR="00637724" w:rsidRPr="00F80C49">
        <w:t>.</w:t>
      </w:r>
      <w:r w:rsidR="00BC2A75" w:rsidRPr="00F80C49">
        <w:t xml:space="preserve"> Auf die Umsetzung der Massnahme 29 kann indessen ganz verzichtet werden.</w:t>
      </w:r>
    </w:p>
    <w:p w14:paraId="0087F1E3" w14:textId="4F68E433" w:rsidR="00E54DB9" w:rsidRPr="00F80C49" w:rsidRDefault="00DB0B14" w:rsidP="005F38F1">
      <w:pPr>
        <w:pStyle w:val="berschrift1"/>
        <w:rPr>
          <w:highlight w:val="white"/>
        </w:rPr>
      </w:pPr>
      <w:r w:rsidRPr="00F80C49">
        <w:fldChar w:fldCharType="begin"/>
      </w:r>
      <w:r w:rsidR="00715360" w:rsidRPr="00F80C49">
        <w:instrText xml:space="preserve"> DOCPROPERTY "Doc.Erwaegungen"\*CHARFORMAT \&lt;OawJumpToField value=0/&gt;</w:instrText>
      </w:r>
      <w:r w:rsidRPr="00F80C49">
        <w:fldChar w:fldCharType="separate"/>
      </w:r>
      <w:r w:rsidR="00F80C49" w:rsidRPr="00F80C49">
        <w:t>Erwägungen</w:t>
      </w:r>
      <w:r w:rsidRPr="00F80C49">
        <w:rPr>
          <w:highlight w:val="white"/>
        </w:rPr>
        <w:fldChar w:fldCharType="end"/>
      </w:r>
    </w:p>
    <w:p w14:paraId="7A573534" w14:textId="77777777" w:rsidR="00B10B49" w:rsidRPr="00F80C49" w:rsidRDefault="00005752" w:rsidP="00B10B49">
      <w:pPr>
        <w:pStyle w:val="berschrift2"/>
        <w:numPr>
          <w:ilvl w:val="1"/>
          <w:numId w:val="8"/>
        </w:numPr>
      </w:pPr>
      <w:r w:rsidRPr="00F80C49">
        <w:t xml:space="preserve">Massnahme 29 </w:t>
      </w:r>
      <w:proofErr w:type="spellStart"/>
      <w:r w:rsidRPr="00F80C49">
        <w:t>Lochmatt</w:t>
      </w:r>
      <w:proofErr w:type="spellEnd"/>
      <w:r w:rsidRPr="00F80C49">
        <w:t>, Obbürgen</w:t>
      </w:r>
    </w:p>
    <w:p w14:paraId="5381BDE2" w14:textId="1D03F3E9" w:rsidR="00005752" w:rsidRPr="00F80C49" w:rsidRDefault="00005752" w:rsidP="00005752">
      <w:pPr>
        <w:pStyle w:val="Textkrper"/>
      </w:pPr>
      <w:r w:rsidRPr="00F80C49">
        <w:t xml:space="preserve">Bei der Umsetzung der Massnahme 29 </w:t>
      </w:r>
      <w:proofErr w:type="spellStart"/>
      <w:r w:rsidRPr="00F80C49">
        <w:t>Lochmatt</w:t>
      </w:r>
      <w:proofErr w:type="spellEnd"/>
      <w:r w:rsidRPr="00F80C49">
        <w:t>, Obbürgen</w:t>
      </w:r>
      <w:r w:rsidR="00E55B56" w:rsidRPr="00F80C49">
        <w:t>,</w:t>
      </w:r>
      <w:r w:rsidRPr="00F80C49">
        <w:t xml:space="preserve"> </w:t>
      </w:r>
      <w:r w:rsidR="00BC2A75" w:rsidRPr="00F80C49">
        <w:t xml:space="preserve">hat sich herausgestellt, dass diese nicht zwingend notwendig ist. Zudem </w:t>
      </w:r>
      <w:r w:rsidRPr="00F80C49">
        <w:t xml:space="preserve">kommen Probleme wegen Interessenskonflikten hinzu. </w:t>
      </w:r>
      <w:r w:rsidR="00913094" w:rsidRPr="00F80C49">
        <w:t>Bei beiden Varianten gibt es grösser</w:t>
      </w:r>
      <w:r w:rsidR="000E2411" w:rsidRPr="00F80C49">
        <w:t>e</w:t>
      </w:r>
      <w:r w:rsidR="00913094" w:rsidRPr="00F80C49">
        <w:t xml:space="preserve"> Differenzen in Bezug auf den Landverbrauch für die Grundeigentümer und bei der Landschaft </w:t>
      </w:r>
      <w:r w:rsidR="000E2411" w:rsidRPr="00F80C49">
        <w:t xml:space="preserve">von </w:t>
      </w:r>
      <w:r w:rsidR="00913094" w:rsidRPr="00F80C49">
        <w:t>gestalterischen Bedürfnissen</w:t>
      </w:r>
      <w:r w:rsidRPr="00F80C49">
        <w:t>.</w:t>
      </w:r>
      <w:r w:rsidR="00097D44" w:rsidRPr="00F80C49">
        <w:t xml:space="preserve"> Das Ziel des sicheren Kreuzens kann ohne bauliche Massnahmen erreicht werden. Dies zeigten Beobachtungen wä</w:t>
      </w:r>
      <w:r w:rsidRPr="00F80C49">
        <w:t>hrend und nach den Bauarbeiten</w:t>
      </w:r>
      <w:r w:rsidR="00C7611C" w:rsidRPr="00F80C49">
        <w:t>.</w:t>
      </w:r>
      <w:r w:rsidR="00097D44" w:rsidRPr="00F80C49">
        <w:t xml:space="preserve"> </w:t>
      </w:r>
      <w:r w:rsidR="00C7611C" w:rsidRPr="00F80C49">
        <w:t>Bisher bestehen</w:t>
      </w:r>
      <w:r w:rsidRPr="00F80C49">
        <w:t xml:space="preserve"> keine Probleme mit</w:t>
      </w:r>
      <w:r w:rsidR="004857F6" w:rsidRPr="00F80C49">
        <w:t xml:space="preserve"> dem</w:t>
      </w:r>
      <w:r w:rsidRPr="00F80C49">
        <w:t xml:space="preserve"> Kreuzen von Lastwagen</w:t>
      </w:r>
      <w:r w:rsidR="00C04DD4" w:rsidRPr="00F80C49">
        <w:t xml:space="preserve"> (bzw. Cars)</w:t>
      </w:r>
      <w:r w:rsidRPr="00F80C49">
        <w:t>. Bei</w:t>
      </w:r>
      <w:r w:rsidR="00913094" w:rsidRPr="00F80C49">
        <w:t>m</w:t>
      </w:r>
      <w:r w:rsidRPr="00F80C49">
        <w:t xml:space="preserve"> langsamen Fahren können die Lastwagen die enge Stelle auch ohne frühzeitigen Sichtkontakt gemeinsam passieren. Die Stelle wurde mit einem Signal 1.07 Engpass gesichert.</w:t>
      </w:r>
    </w:p>
    <w:p w14:paraId="335E75FF" w14:textId="77777777" w:rsidR="00005752" w:rsidRPr="00F80C49" w:rsidRDefault="00005752" w:rsidP="00005752">
      <w:pPr>
        <w:pStyle w:val="Textkrper"/>
      </w:pPr>
    </w:p>
    <w:p w14:paraId="49E19659" w14:textId="3C282295" w:rsidR="00005752" w:rsidRPr="00F80C49" w:rsidRDefault="00005752" w:rsidP="00005752">
      <w:pPr>
        <w:pStyle w:val="Textkrper"/>
      </w:pPr>
      <w:r w:rsidRPr="00F80C49">
        <w:t xml:space="preserve">Deshalb wird </w:t>
      </w:r>
      <w:r w:rsidR="00E55B56" w:rsidRPr="00F80C49">
        <w:t xml:space="preserve">– </w:t>
      </w:r>
      <w:r w:rsidR="004857F6" w:rsidRPr="00F80C49">
        <w:t xml:space="preserve">nachdem bereits die Massnahme 29a verworfen worden ist </w:t>
      </w:r>
      <w:r w:rsidR="00E55B56" w:rsidRPr="00F80C49">
        <w:t xml:space="preserve">– </w:t>
      </w:r>
      <w:r w:rsidR="006D1EE0" w:rsidRPr="00F80C49">
        <w:t xml:space="preserve">auch </w:t>
      </w:r>
      <w:r w:rsidRPr="00F80C49">
        <w:t>auf die Ausführung der Massnahme 29</w:t>
      </w:r>
      <w:r w:rsidR="006D1EE0" w:rsidRPr="00F80C49">
        <w:t>b</w:t>
      </w:r>
      <w:r w:rsidRPr="00F80C49">
        <w:t xml:space="preserve"> verzichtet. Die veranschlagten Kosten von Fr. 80'000</w:t>
      </w:r>
      <w:r w:rsidR="004857F6" w:rsidRPr="00F80C49">
        <w:t>.-</w:t>
      </w:r>
      <w:r w:rsidRPr="00F80C49">
        <w:t xml:space="preserve"> müssen </w:t>
      </w:r>
      <w:r w:rsidR="00913094" w:rsidRPr="00F80C49">
        <w:t xml:space="preserve">deshalb </w:t>
      </w:r>
      <w:r w:rsidRPr="00F80C49">
        <w:t xml:space="preserve">für den </w:t>
      </w:r>
      <w:r w:rsidR="0025539C" w:rsidRPr="00F80C49">
        <w:t>Zusatzkredit</w:t>
      </w:r>
      <w:r w:rsidRPr="00F80C49">
        <w:t xml:space="preserve"> nicht berücksichtigt werden.</w:t>
      </w:r>
    </w:p>
    <w:p w14:paraId="6E519E95" w14:textId="77777777" w:rsidR="00D0066E" w:rsidRPr="00F80C49" w:rsidRDefault="00D0066E" w:rsidP="00D0066E">
      <w:pPr>
        <w:pStyle w:val="berschrift2"/>
        <w:numPr>
          <w:ilvl w:val="1"/>
          <w:numId w:val="8"/>
        </w:numPr>
      </w:pPr>
      <w:r w:rsidRPr="00F80C49">
        <w:t xml:space="preserve">Begründungen </w:t>
      </w:r>
      <w:r w:rsidR="003945CD" w:rsidRPr="00F80C49">
        <w:t>zur</w:t>
      </w:r>
      <w:r w:rsidRPr="00F80C49">
        <w:t xml:space="preserve"> Kreditüberschreitung</w:t>
      </w:r>
    </w:p>
    <w:p w14:paraId="4C3DBA8E" w14:textId="77777777" w:rsidR="003945CD" w:rsidRPr="00F80C49" w:rsidRDefault="003945CD" w:rsidP="00033F27">
      <w:pPr>
        <w:pStyle w:val="Textkrper"/>
      </w:pPr>
      <w:r w:rsidRPr="00F80C49">
        <w:t>Zum Kostenvoranschlag vom 6. April 2016 (+/- 10% Kostengenauigkeit) wurden folgende begründete Mehrleistungen erbracht:</w:t>
      </w:r>
    </w:p>
    <w:p w14:paraId="772AC04F" w14:textId="77777777" w:rsidR="003945CD" w:rsidRPr="00F80C49" w:rsidRDefault="003945CD" w:rsidP="003945CD">
      <w:pPr>
        <w:pStyle w:val="Textkrper"/>
        <w:numPr>
          <w:ilvl w:val="0"/>
          <w:numId w:val="28"/>
        </w:numPr>
      </w:pPr>
      <w:r w:rsidRPr="00F80C49">
        <w:lastRenderedPageBreak/>
        <w:t>Diverse Zusatzabklärungen bei der Ausführungsplanung führten bei der Bauleitung zu Mehraufwendungen (+120'000).</w:t>
      </w:r>
    </w:p>
    <w:p w14:paraId="3E209807" w14:textId="43B9FA35" w:rsidR="003945CD" w:rsidRPr="00F80C49" w:rsidRDefault="003945CD" w:rsidP="003945CD">
      <w:pPr>
        <w:pStyle w:val="Textkrper"/>
        <w:numPr>
          <w:ilvl w:val="0"/>
          <w:numId w:val="28"/>
        </w:numPr>
      </w:pPr>
      <w:r w:rsidRPr="00F80C49">
        <w:t>Beim Kostenvoranschlag wurden die Landpreise</w:t>
      </w:r>
      <w:r w:rsidR="006933F8" w:rsidRPr="00F80C49">
        <w:t xml:space="preserve"> unterschätzt.</w:t>
      </w:r>
      <w:r w:rsidRPr="00F80C49">
        <w:t xml:space="preserve"> </w:t>
      </w:r>
      <w:r w:rsidR="006933F8" w:rsidRPr="00F80C49">
        <w:t xml:space="preserve">Dazu </w:t>
      </w:r>
      <w:r w:rsidR="00BC782E" w:rsidRPr="00F80C49">
        <w:t>sind</w:t>
      </w:r>
      <w:r w:rsidR="006933F8" w:rsidRPr="00F80C49">
        <w:t xml:space="preserve"> auch </w:t>
      </w:r>
      <w:r w:rsidR="00BC782E" w:rsidRPr="00F80C49">
        <w:t>die Eingriffe</w:t>
      </w:r>
      <w:r w:rsidR="006933F8" w:rsidRPr="00F80C49">
        <w:t xml:space="preserve"> </w:t>
      </w:r>
      <w:r w:rsidR="00BC782E" w:rsidRPr="00F80C49">
        <w:t>bei den</w:t>
      </w:r>
      <w:r w:rsidR="006933F8" w:rsidRPr="00F80C49">
        <w:t xml:space="preserve"> privaten Liegenschaften </w:t>
      </w:r>
      <w:r w:rsidR="00BC782E" w:rsidRPr="00F80C49">
        <w:t>umfangreicher ausgefallen a</w:t>
      </w:r>
      <w:r w:rsidR="006933F8" w:rsidRPr="00F80C49">
        <w:t>ls ursprünglich angenommen</w:t>
      </w:r>
      <w:r w:rsidR="00BC782E" w:rsidRPr="00F80C49">
        <w:t>.</w:t>
      </w:r>
      <w:r w:rsidRPr="00F80C49">
        <w:t xml:space="preserve"> </w:t>
      </w:r>
      <w:r w:rsidR="00BC782E" w:rsidRPr="00F80C49">
        <w:t>Dadurch erhöhten sich</w:t>
      </w:r>
      <w:r w:rsidR="006933F8" w:rsidRPr="00F80C49">
        <w:t xml:space="preserve"> </w:t>
      </w:r>
      <w:r w:rsidR="008956BF" w:rsidRPr="00F80C49">
        <w:t xml:space="preserve">unter anderem </w:t>
      </w:r>
      <w:r w:rsidRPr="00F80C49">
        <w:t>die</w:t>
      </w:r>
      <w:r w:rsidR="004857F6" w:rsidRPr="00F80C49">
        <w:t xml:space="preserve"> Preise für den Landerwerb</w:t>
      </w:r>
      <w:r w:rsidRPr="00F80C49">
        <w:t>. Ebenfalls folgten wesentlich aufw</w:t>
      </w:r>
      <w:r w:rsidR="00417C26" w:rsidRPr="00F80C49">
        <w:t>ä</w:t>
      </w:r>
      <w:r w:rsidRPr="00F80C49">
        <w:t>ndigere Grundbuchvermessungen als geplant (+70'000)</w:t>
      </w:r>
      <w:r w:rsidR="006933F8" w:rsidRPr="00F80C49">
        <w:t>.</w:t>
      </w:r>
    </w:p>
    <w:p w14:paraId="03750BCE" w14:textId="77777777" w:rsidR="003945CD" w:rsidRPr="00F80C49" w:rsidRDefault="006933F8" w:rsidP="003945CD">
      <w:pPr>
        <w:pStyle w:val="Textkrper"/>
        <w:numPr>
          <w:ilvl w:val="0"/>
          <w:numId w:val="28"/>
        </w:numPr>
      </w:pPr>
      <w:r w:rsidRPr="00F80C49">
        <w:t xml:space="preserve">Die Belagsrinnen entlang der Felspartien mussten für einen </w:t>
      </w:r>
      <w:r w:rsidR="00BC782E" w:rsidRPr="00F80C49">
        <w:t>einfacheren</w:t>
      </w:r>
      <w:r w:rsidRPr="00F80C49">
        <w:t xml:space="preserve"> Unterhalt aufwendiger ausgeführt werden (+25'000).</w:t>
      </w:r>
    </w:p>
    <w:p w14:paraId="3C528759" w14:textId="5E57C439" w:rsidR="006933F8" w:rsidRPr="00F80C49" w:rsidRDefault="006933F8" w:rsidP="003945CD">
      <w:pPr>
        <w:pStyle w:val="Textkrper"/>
        <w:numPr>
          <w:ilvl w:val="0"/>
          <w:numId w:val="28"/>
        </w:numPr>
      </w:pPr>
      <w:r w:rsidRPr="00F80C49">
        <w:t xml:space="preserve">Die </w:t>
      </w:r>
      <w:proofErr w:type="spellStart"/>
      <w:r w:rsidRPr="00F80C49">
        <w:t>Walderde</w:t>
      </w:r>
      <w:proofErr w:type="spellEnd"/>
      <w:r w:rsidRPr="00F80C49">
        <w:t xml:space="preserve"> musste bis zum Schluss zwischengelagert werden, damit bei einem allfälligen Bedarf kein Material zugeführt werden muss. Leider war der Bedarf wesentlich geringer als erwartet und die </w:t>
      </w:r>
      <w:proofErr w:type="spellStart"/>
      <w:r w:rsidRPr="00F80C49">
        <w:t>Walderde</w:t>
      </w:r>
      <w:proofErr w:type="spellEnd"/>
      <w:r w:rsidRPr="00F80C49">
        <w:t xml:space="preserve"> musste aufw</w:t>
      </w:r>
      <w:r w:rsidR="00417C26" w:rsidRPr="00F80C49">
        <w:t>ä</w:t>
      </w:r>
      <w:r w:rsidRPr="00F80C49">
        <w:t>ndig abgeführt und entsorgt werden (+25'000).</w:t>
      </w:r>
    </w:p>
    <w:p w14:paraId="451F2CEF" w14:textId="23DA2EA5" w:rsidR="006933F8" w:rsidRPr="00F80C49" w:rsidRDefault="006933F8" w:rsidP="00E33593">
      <w:pPr>
        <w:pStyle w:val="Textkrper"/>
        <w:numPr>
          <w:ilvl w:val="0"/>
          <w:numId w:val="28"/>
        </w:numPr>
      </w:pPr>
      <w:r w:rsidRPr="00F80C49">
        <w:t xml:space="preserve">Damit auf dem Abschnitt zwischen </w:t>
      </w:r>
      <w:proofErr w:type="spellStart"/>
      <w:r w:rsidRPr="00F80C49">
        <w:t>Sommerweid</w:t>
      </w:r>
      <w:proofErr w:type="spellEnd"/>
      <w:r w:rsidRPr="00F80C49">
        <w:t xml:space="preserve"> und Abzweiger </w:t>
      </w:r>
      <w:proofErr w:type="spellStart"/>
      <w:r w:rsidRPr="00F80C49">
        <w:t>Fürigen</w:t>
      </w:r>
      <w:proofErr w:type="spellEnd"/>
      <w:r w:rsidRPr="00F80C49">
        <w:t xml:space="preserve"> keine Sicherheitsmängel wegen Felsausbrüchen entstehen, wurde in Absprache mit dem Geologen eine grössere Felssicherung erstellt</w:t>
      </w:r>
      <w:r w:rsidR="00E33593" w:rsidRPr="00F80C49">
        <w:t xml:space="preserve"> als ursprünglich geplant. Im KV waren </w:t>
      </w:r>
      <w:r w:rsidR="008F65F1" w:rsidRPr="00F80C49">
        <w:t xml:space="preserve">Felssicherungen </w:t>
      </w:r>
      <w:r w:rsidR="00E33593" w:rsidRPr="00F80C49">
        <w:t xml:space="preserve">nur </w:t>
      </w:r>
      <w:r w:rsidR="00FE04AD" w:rsidRPr="00F80C49">
        <w:t xml:space="preserve">an </w:t>
      </w:r>
      <w:r w:rsidR="00E33593" w:rsidRPr="00F80C49">
        <w:t xml:space="preserve">zwei Stellen berücksichtigt worden (+300'000). Eine </w:t>
      </w:r>
      <w:r w:rsidR="00913094" w:rsidRPr="00F80C49">
        <w:t>weitere</w:t>
      </w:r>
      <w:r w:rsidR="00E33593" w:rsidRPr="00F80C49">
        <w:t xml:space="preserve"> heikle Stelle ausserhalb </w:t>
      </w:r>
      <w:r w:rsidR="00913094" w:rsidRPr="00F80C49">
        <w:t>des</w:t>
      </w:r>
      <w:r w:rsidR="00E33593" w:rsidRPr="00F80C49">
        <w:t xml:space="preserve"> Projektperimeter</w:t>
      </w:r>
      <w:r w:rsidR="00913094" w:rsidRPr="00F80C49">
        <w:t>s</w:t>
      </w:r>
      <w:r w:rsidR="00E33593" w:rsidRPr="00F80C49">
        <w:t xml:space="preserve"> wurde mit Netzen gesichert und separat über das ordentliche Unterhaltsbudget abgerechnet.</w:t>
      </w:r>
      <w:r w:rsidR="00913094" w:rsidRPr="00F80C49">
        <w:t xml:space="preserve"> Es wurden keine Kosten vom Projekt Ausweichstelle Bürgenstockstrasse dem Unterhaltsbudget belastet.</w:t>
      </w:r>
    </w:p>
    <w:p w14:paraId="580BB13A" w14:textId="3740AC37" w:rsidR="00E33593" w:rsidRPr="00F80C49" w:rsidRDefault="00E33593" w:rsidP="003945CD">
      <w:pPr>
        <w:pStyle w:val="Textkrper"/>
        <w:numPr>
          <w:ilvl w:val="0"/>
          <w:numId w:val="28"/>
        </w:numPr>
      </w:pPr>
      <w:r w:rsidRPr="00F80C49">
        <w:t>Diverse Kosteneinsparungen wegen der günstig</w:t>
      </w:r>
      <w:r w:rsidR="00913094" w:rsidRPr="00F80C49">
        <w:t>er</w:t>
      </w:r>
      <w:r w:rsidRPr="00F80C49">
        <w:t>en Vergabe bei der Baumeistersubmission (-240'000).</w:t>
      </w:r>
    </w:p>
    <w:p w14:paraId="539AE732" w14:textId="0F8A9DC0" w:rsidR="007D5751" w:rsidRPr="00F80C49" w:rsidRDefault="00E55B56" w:rsidP="007D5751">
      <w:pPr>
        <w:pStyle w:val="berschrift2"/>
        <w:numPr>
          <w:ilvl w:val="1"/>
          <w:numId w:val="8"/>
        </w:numPr>
      </w:pPr>
      <w:r w:rsidRPr="00F80C49">
        <w:t>Zusatzkredit</w:t>
      </w:r>
    </w:p>
    <w:p w14:paraId="78A43CEE" w14:textId="55B8D8A9" w:rsidR="006C2422" w:rsidRPr="00F80C49" w:rsidRDefault="006C2422" w:rsidP="006C2422">
      <w:pPr>
        <w:pStyle w:val="Textkrper"/>
      </w:pPr>
      <w:r w:rsidRPr="00F80C49">
        <w:t xml:space="preserve">Für den Abschluss des Projektes wird </w:t>
      </w:r>
      <w:r w:rsidR="00E55B56" w:rsidRPr="00F80C49">
        <w:t>dem</w:t>
      </w:r>
      <w:r w:rsidRPr="00F80C49">
        <w:t xml:space="preserve"> Landrat folgender </w:t>
      </w:r>
      <w:r w:rsidR="0025539C" w:rsidRPr="00F80C49">
        <w:t>Zusatzkredit</w:t>
      </w:r>
      <w:r w:rsidRPr="00F80C49">
        <w:t xml:space="preserve"> beantragt:</w:t>
      </w:r>
    </w:p>
    <w:p w14:paraId="4FC27983" w14:textId="77777777" w:rsidR="006C2422" w:rsidRPr="00F80C49" w:rsidRDefault="006C2422" w:rsidP="006C2422">
      <w:pPr>
        <w:pStyle w:val="Textkrp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04"/>
        <w:gridCol w:w="1670"/>
      </w:tblGrid>
      <w:tr w:rsidR="00E33593" w:rsidRPr="00F80C49" w14:paraId="0366AE85" w14:textId="77777777" w:rsidTr="00AF6888">
        <w:trPr>
          <w:trHeight w:val="253"/>
        </w:trPr>
        <w:tc>
          <w:tcPr>
            <w:tcW w:w="4704" w:type="dxa"/>
            <w:tcBorders>
              <w:bottom w:val="single" w:sz="4" w:space="0" w:color="000000" w:themeColor="text1"/>
            </w:tcBorders>
          </w:tcPr>
          <w:p w14:paraId="72BC6496" w14:textId="77777777" w:rsidR="00E33593" w:rsidRPr="00F80C49" w:rsidRDefault="00AF6888" w:rsidP="00DC0BE4">
            <w:pPr>
              <w:pStyle w:val="Textkrper"/>
            </w:pPr>
            <w:r w:rsidRPr="00F80C49">
              <w:t>Bewilligter Objektk</w:t>
            </w:r>
            <w:r w:rsidR="00E33593" w:rsidRPr="00F80C49">
              <w:t xml:space="preserve">redit </w:t>
            </w:r>
            <w:r w:rsidRPr="00F80C49">
              <w:t>per 26.6.</w:t>
            </w:r>
            <w:r w:rsidR="00E33593" w:rsidRPr="00F80C49">
              <w:t xml:space="preserve">2016 </w:t>
            </w:r>
          </w:p>
        </w:tc>
        <w:tc>
          <w:tcPr>
            <w:tcW w:w="1670" w:type="dxa"/>
          </w:tcPr>
          <w:p w14:paraId="406BD211" w14:textId="190E8938" w:rsidR="00E33593" w:rsidRPr="00F80C49" w:rsidRDefault="00E33593" w:rsidP="00AF6888">
            <w:pPr>
              <w:pStyle w:val="Textkrper"/>
              <w:ind w:left="255"/>
            </w:pPr>
            <w:r w:rsidRPr="00F80C49">
              <w:t>4.15 Mio.</w:t>
            </w:r>
          </w:p>
        </w:tc>
      </w:tr>
      <w:tr w:rsidR="00E33593" w:rsidRPr="00F80C49" w14:paraId="220787A0" w14:textId="77777777" w:rsidTr="00AF6888">
        <w:trPr>
          <w:trHeight w:val="253"/>
        </w:trPr>
        <w:tc>
          <w:tcPr>
            <w:tcW w:w="4704" w:type="dxa"/>
            <w:tcBorders>
              <w:top w:val="single" w:sz="4" w:space="0" w:color="000000" w:themeColor="text1"/>
              <w:bottom w:val="single" w:sz="12" w:space="0" w:color="auto"/>
            </w:tcBorders>
          </w:tcPr>
          <w:p w14:paraId="1541DDB7" w14:textId="3849BE8E" w:rsidR="00E33593" w:rsidRPr="00F80C49" w:rsidRDefault="003B66F7" w:rsidP="003B66F7">
            <w:pPr>
              <w:pStyle w:val="Textkrper"/>
            </w:pPr>
            <w:r w:rsidRPr="00F80C49">
              <w:t>Einsparung aufgrund</w:t>
            </w:r>
            <w:r w:rsidR="00E33593" w:rsidRPr="00F80C49">
              <w:t xml:space="preserve"> Verzicht Massnahme 29</w:t>
            </w:r>
          </w:p>
        </w:tc>
        <w:tc>
          <w:tcPr>
            <w:tcW w:w="1670" w:type="dxa"/>
            <w:tcBorders>
              <w:bottom w:val="single" w:sz="12" w:space="0" w:color="auto"/>
            </w:tcBorders>
          </w:tcPr>
          <w:p w14:paraId="1AE36E34" w14:textId="7F448A43" w:rsidR="00E33593" w:rsidRPr="00F80C49" w:rsidRDefault="00E33593" w:rsidP="00AF6888">
            <w:pPr>
              <w:pStyle w:val="Textkrper"/>
              <w:ind w:left="255"/>
            </w:pPr>
            <w:r w:rsidRPr="00F80C49">
              <w:t>0.08 Mio.</w:t>
            </w:r>
          </w:p>
        </w:tc>
      </w:tr>
      <w:tr w:rsidR="00E33593" w:rsidRPr="00F80C49" w14:paraId="7452758B" w14:textId="77777777" w:rsidTr="00AF6888">
        <w:trPr>
          <w:trHeight w:val="253"/>
        </w:trPr>
        <w:tc>
          <w:tcPr>
            <w:tcW w:w="4704" w:type="dxa"/>
            <w:tcBorders>
              <w:top w:val="single" w:sz="12" w:space="0" w:color="auto"/>
            </w:tcBorders>
          </w:tcPr>
          <w:p w14:paraId="15EACA96" w14:textId="77777777" w:rsidR="00E33593" w:rsidRPr="00F80C49" w:rsidRDefault="00E33593" w:rsidP="00E33593">
            <w:pPr>
              <w:pStyle w:val="Textkrper"/>
            </w:pPr>
            <w:r w:rsidRPr="00F80C49">
              <w:t xml:space="preserve">Kredit gemäss aktuellem Projekt </w:t>
            </w:r>
          </w:p>
        </w:tc>
        <w:tc>
          <w:tcPr>
            <w:tcW w:w="1670" w:type="dxa"/>
            <w:tcBorders>
              <w:top w:val="single" w:sz="12" w:space="0" w:color="auto"/>
            </w:tcBorders>
          </w:tcPr>
          <w:p w14:paraId="6B6A9E94" w14:textId="547952C9" w:rsidR="00E33593" w:rsidRPr="00F80C49" w:rsidRDefault="00E33593" w:rsidP="00AF6888">
            <w:pPr>
              <w:pStyle w:val="Textkrper"/>
              <w:ind w:left="255"/>
            </w:pPr>
            <w:r w:rsidRPr="00F80C49">
              <w:t>4.07 Mio.</w:t>
            </w:r>
          </w:p>
        </w:tc>
      </w:tr>
      <w:tr w:rsidR="00E33593" w:rsidRPr="00F80C49" w14:paraId="680DF6E1" w14:textId="77777777" w:rsidTr="00AF6888">
        <w:trPr>
          <w:trHeight w:val="253"/>
        </w:trPr>
        <w:tc>
          <w:tcPr>
            <w:tcW w:w="4704" w:type="dxa"/>
            <w:tcBorders>
              <w:bottom w:val="single" w:sz="12" w:space="0" w:color="auto"/>
            </w:tcBorders>
          </w:tcPr>
          <w:p w14:paraId="1A745759" w14:textId="65A68F64" w:rsidR="00E33593" w:rsidRPr="00F80C49" w:rsidRDefault="00B12F13" w:rsidP="00E33593">
            <w:pPr>
              <w:pStyle w:val="Textkrper"/>
            </w:pPr>
            <w:r w:rsidRPr="00F80C49">
              <w:t>Zusatzkredit</w:t>
            </w:r>
            <w:r w:rsidR="00E33593" w:rsidRPr="00F80C49">
              <w:t xml:space="preserve"> </w:t>
            </w:r>
            <w:r w:rsidR="00AF6888" w:rsidRPr="00F80C49">
              <w:t>2018</w:t>
            </w:r>
          </w:p>
        </w:tc>
        <w:tc>
          <w:tcPr>
            <w:tcW w:w="1670" w:type="dxa"/>
            <w:tcBorders>
              <w:bottom w:val="single" w:sz="12" w:space="0" w:color="auto"/>
            </w:tcBorders>
          </w:tcPr>
          <w:p w14:paraId="7C47C2ED" w14:textId="1B51AFA9" w:rsidR="00E33593" w:rsidRPr="00F80C49" w:rsidRDefault="00E33593" w:rsidP="00AF6888">
            <w:pPr>
              <w:pStyle w:val="Textkrper"/>
              <w:ind w:left="255"/>
            </w:pPr>
            <w:r w:rsidRPr="00F80C49">
              <w:t>0.38 Mio.</w:t>
            </w:r>
          </w:p>
        </w:tc>
      </w:tr>
      <w:tr w:rsidR="00E33593" w:rsidRPr="00F80C49" w14:paraId="3C13572E" w14:textId="77777777" w:rsidTr="00AF6888">
        <w:trPr>
          <w:trHeight w:val="253"/>
        </w:trPr>
        <w:tc>
          <w:tcPr>
            <w:tcW w:w="4704" w:type="dxa"/>
            <w:tcBorders>
              <w:top w:val="single" w:sz="12" w:space="0" w:color="auto"/>
              <w:bottom w:val="double" w:sz="4" w:space="0" w:color="auto"/>
            </w:tcBorders>
          </w:tcPr>
          <w:p w14:paraId="7AC50E72" w14:textId="77777777" w:rsidR="00E33593" w:rsidRPr="00F80C49" w:rsidRDefault="00AF6888" w:rsidP="00E33593">
            <w:pPr>
              <w:pStyle w:val="Textkrper"/>
            </w:pPr>
            <w:r w:rsidRPr="00F80C49">
              <w:t>Bereinigter Objektk</w:t>
            </w:r>
            <w:r w:rsidR="00E33593" w:rsidRPr="00F80C49">
              <w:t>redit 2018</w:t>
            </w:r>
          </w:p>
        </w:tc>
        <w:tc>
          <w:tcPr>
            <w:tcW w:w="1670" w:type="dxa"/>
            <w:tcBorders>
              <w:top w:val="single" w:sz="12" w:space="0" w:color="auto"/>
              <w:bottom w:val="double" w:sz="4" w:space="0" w:color="auto"/>
            </w:tcBorders>
          </w:tcPr>
          <w:p w14:paraId="74C81D27" w14:textId="7F21BF1F" w:rsidR="00E33593" w:rsidRPr="00F80C49" w:rsidRDefault="00E33593" w:rsidP="00AF6888">
            <w:pPr>
              <w:pStyle w:val="Textkrper"/>
              <w:ind w:left="255"/>
            </w:pPr>
            <w:r w:rsidRPr="00F80C49">
              <w:t>4.45 Mio.</w:t>
            </w:r>
          </w:p>
        </w:tc>
      </w:tr>
    </w:tbl>
    <w:p w14:paraId="1A390678" w14:textId="76EC9E65" w:rsidR="00913094" w:rsidRPr="00F80C49" w:rsidRDefault="00913094" w:rsidP="003610CC">
      <w:pPr>
        <w:pStyle w:val="berschrift2"/>
        <w:numPr>
          <w:ilvl w:val="0"/>
          <w:numId w:val="0"/>
        </w:numPr>
        <w:spacing w:before="120" w:after="0"/>
        <w:rPr>
          <w:b w:val="0"/>
          <w:i/>
          <w:sz w:val="16"/>
          <w:szCs w:val="16"/>
        </w:rPr>
      </w:pPr>
      <w:r w:rsidRPr="00F80C49">
        <w:rPr>
          <w:b w:val="0"/>
          <w:i/>
          <w:sz w:val="16"/>
          <w:szCs w:val="16"/>
        </w:rPr>
        <w:t>Alle Angaben in der Tabelle in Franken.</w:t>
      </w:r>
    </w:p>
    <w:p w14:paraId="4D045CD9" w14:textId="2057C050" w:rsidR="00E33593" w:rsidRPr="00F80C49" w:rsidRDefault="003610CC" w:rsidP="003610CC">
      <w:pPr>
        <w:pStyle w:val="berschrift2"/>
        <w:numPr>
          <w:ilvl w:val="0"/>
          <w:numId w:val="0"/>
        </w:numPr>
        <w:spacing w:before="120" w:after="0"/>
        <w:rPr>
          <w:b w:val="0"/>
        </w:rPr>
      </w:pPr>
      <w:r w:rsidRPr="00F80C49">
        <w:rPr>
          <w:b w:val="0"/>
        </w:rPr>
        <w:t>In der Endkostenprognose</w:t>
      </w:r>
      <w:r w:rsidR="00AF6888" w:rsidRPr="00F80C49">
        <w:rPr>
          <w:b w:val="0"/>
        </w:rPr>
        <w:t xml:space="preserve"> gemäss Ziffer 1.2</w:t>
      </w:r>
      <w:r w:rsidRPr="00F80C49">
        <w:rPr>
          <w:b w:val="0"/>
        </w:rPr>
        <w:t xml:space="preserve"> im Betrag von Fr. 4.53 Mio. sind die Kosten </w:t>
      </w:r>
      <w:r w:rsidR="00AF6888" w:rsidRPr="00F80C49">
        <w:rPr>
          <w:b w:val="0"/>
        </w:rPr>
        <w:t xml:space="preserve">von Fr. 80'000 </w:t>
      </w:r>
      <w:r w:rsidRPr="00F80C49">
        <w:rPr>
          <w:b w:val="0"/>
        </w:rPr>
        <w:t>für die Massnahme 29</w:t>
      </w:r>
      <w:r w:rsidR="009C7BCE" w:rsidRPr="00F80C49">
        <w:rPr>
          <w:b w:val="0"/>
        </w:rPr>
        <w:t>b</w:t>
      </w:r>
      <w:r w:rsidRPr="00F80C49">
        <w:rPr>
          <w:b w:val="0"/>
        </w:rPr>
        <w:t xml:space="preserve"> enthalten. Durch den Verzicht der Massnahme</w:t>
      </w:r>
      <w:r w:rsidR="009C7BCE" w:rsidRPr="00F80C49">
        <w:rPr>
          <w:b w:val="0"/>
        </w:rPr>
        <w:t xml:space="preserve"> 29b</w:t>
      </w:r>
      <w:r w:rsidRPr="00F80C49">
        <w:rPr>
          <w:b w:val="0"/>
        </w:rPr>
        <w:t xml:space="preserve"> beträgt der Nettobetrag für den </w:t>
      </w:r>
      <w:r w:rsidR="00B12F13" w:rsidRPr="00F80C49">
        <w:rPr>
          <w:b w:val="0"/>
        </w:rPr>
        <w:t>Zusatzkredit</w:t>
      </w:r>
      <w:r w:rsidR="00AF6888" w:rsidRPr="00F80C49">
        <w:rPr>
          <w:b w:val="0"/>
        </w:rPr>
        <w:t xml:space="preserve"> 2018</w:t>
      </w:r>
      <w:r w:rsidR="006C2422" w:rsidRPr="00F80C49">
        <w:rPr>
          <w:b w:val="0"/>
        </w:rPr>
        <w:t>:</w:t>
      </w:r>
      <w:r w:rsidRPr="00F80C49">
        <w:rPr>
          <w:b w:val="0"/>
        </w:rPr>
        <w:t xml:space="preserve"> Fr. 300'000.</w:t>
      </w:r>
    </w:p>
    <w:p w14:paraId="3B6AC234" w14:textId="77777777" w:rsidR="00E33593" w:rsidRPr="00F80C49" w:rsidRDefault="007D5751" w:rsidP="00E33593">
      <w:pPr>
        <w:pStyle w:val="berschrift2"/>
        <w:numPr>
          <w:ilvl w:val="1"/>
          <w:numId w:val="8"/>
        </w:numPr>
      </w:pPr>
      <w:r w:rsidRPr="00F80C49">
        <w:t>Finanzielle Betrachtungen</w:t>
      </w:r>
    </w:p>
    <w:p w14:paraId="09A928C6" w14:textId="0C8C83CD" w:rsidR="001F308D" w:rsidRPr="00F80C49" w:rsidRDefault="00067F66" w:rsidP="00D0066E">
      <w:pPr>
        <w:pStyle w:val="Textkrper"/>
      </w:pPr>
      <w:r w:rsidRPr="00F80C49">
        <w:t xml:space="preserve">Der Landrat hat am 29. Juni 2016 dem erwähnten Objektkredit in der Höhe von 4.15 Mio. Franken zugestimmt. Gemäss Art. 44 des </w:t>
      </w:r>
      <w:proofErr w:type="spellStart"/>
      <w:r w:rsidRPr="00F80C49">
        <w:t>kFHG</w:t>
      </w:r>
      <w:proofErr w:type="spellEnd"/>
      <w:r w:rsidRPr="00F80C49">
        <w:t xml:space="preserve"> ist ein Zusatzkredit für Ergänzung eines nicht ausreichenden Verpflichtungskredites zu holen. Über den Zusatzkredit entscheidet der Landrat, da sich eine Überschreitung des Kredites um mehr als 5 Prozent ergibt.</w:t>
      </w:r>
    </w:p>
    <w:p w14:paraId="05A91A2E" w14:textId="438091B0" w:rsidR="00067F66" w:rsidRPr="00F80C49" w:rsidRDefault="00067F66" w:rsidP="00D0066E">
      <w:pPr>
        <w:pStyle w:val="Textkrper"/>
      </w:pPr>
      <w:r w:rsidRPr="00F80C49">
        <w:t xml:space="preserve">Für den Zusatzkredit ist der fehlende Betrag zu </w:t>
      </w:r>
      <w:r w:rsidR="00E55B56" w:rsidRPr="00F80C49">
        <w:t>beantragen</w:t>
      </w:r>
      <w:r w:rsidRPr="00F80C49">
        <w:t xml:space="preserve">, welcher für die </w:t>
      </w:r>
      <w:r w:rsidR="00AA76D9" w:rsidRPr="00F80C49">
        <w:t xml:space="preserve">definitive </w:t>
      </w:r>
      <w:r w:rsidRPr="00F80C49">
        <w:t xml:space="preserve">Fertigstellung notwendig ist. </w:t>
      </w:r>
      <w:r w:rsidR="00E55B56" w:rsidRPr="00F80C49">
        <w:t xml:space="preserve">Der erforderliche </w:t>
      </w:r>
      <w:r w:rsidRPr="00F80C49">
        <w:t>Zusatzkredit</w:t>
      </w:r>
      <w:r w:rsidR="00E55B56" w:rsidRPr="00F80C49">
        <w:t xml:space="preserve"> von 300'000 Franken</w:t>
      </w:r>
      <w:r w:rsidRPr="00F80C49">
        <w:t xml:space="preserve"> </w:t>
      </w:r>
      <w:r w:rsidR="00E55B56" w:rsidRPr="00F80C49">
        <w:t>ergibt</w:t>
      </w:r>
      <w:r w:rsidRPr="00F80C49">
        <w:t xml:space="preserve"> sich aus der Differenz des Mehraufwandes abzüglich der Einsparung aufgrund des Verzichtes von Massnahme 29.</w:t>
      </w:r>
    </w:p>
    <w:p w14:paraId="318CAE7B" w14:textId="6645376E" w:rsidR="00067F66" w:rsidRPr="00F80C49" w:rsidRDefault="00067F66" w:rsidP="00D0066E">
      <w:pPr>
        <w:pStyle w:val="Textkrper"/>
      </w:pPr>
      <w:r w:rsidRPr="00F80C49">
        <w:t>Die I-Nr. 1024 enthält im Budget 2019 keine Ausgaben und Einnahmen mehr. Da es sich um einen Verpflichtungskredit handelt, erfolgt kein Übertrag vom 2018. Hingegen s</w:t>
      </w:r>
      <w:r w:rsidR="00E55B56" w:rsidRPr="00F80C49">
        <w:t xml:space="preserve">ind die Abweichungen mit der Staatsrechnung </w:t>
      </w:r>
      <w:r w:rsidRPr="00F80C49">
        <w:t>2019 entsprechend zu begründen.</w:t>
      </w:r>
    </w:p>
    <w:p w14:paraId="398DEC47" w14:textId="77777777" w:rsidR="00D0066E" w:rsidRPr="00F80C49" w:rsidRDefault="00D0066E" w:rsidP="00D0066E">
      <w:pPr>
        <w:pStyle w:val="berschrift2"/>
        <w:numPr>
          <w:ilvl w:val="1"/>
          <w:numId w:val="8"/>
        </w:numPr>
      </w:pPr>
      <w:r w:rsidRPr="00F80C49">
        <w:lastRenderedPageBreak/>
        <w:t>Projektabschluss und Kreditabrechnung</w:t>
      </w:r>
    </w:p>
    <w:p w14:paraId="61005301" w14:textId="351C396B" w:rsidR="00AA76D9" w:rsidRPr="00F80C49" w:rsidRDefault="00AA76D9" w:rsidP="00AA76D9">
      <w:pPr>
        <w:pStyle w:val="Textkrper"/>
      </w:pPr>
      <w:r w:rsidRPr="00F80C49">
        <w:t xml:space="preserve">Die </w:t>
      </w:r>
      <w:r w:rsidR="00E55B56" w:rsidRPr="00F80C49">
        <w:t xml:space="preserve">finanziellen </w:t>
      </w:r>
      <w:r w:rsidRPr="00F80C49">
        <w:t xml:space="preserve">Auswirkungen der zusätzlichen Massnahmen </w:t>
      </w:r>
      <w:r w:rsidR="00E55B56" w:rsidRPr="00F80C49">
        <w:t>(</w:t>
      </w:r>
      <w:r w:rsidRPr="00F80C49">
        <w:t>Felssicherung</w:t>
      </w:r>
      <w:r w:rsidR="00E55B56" w:rsidRPr="00F80C49">
        <w:t xml:space="preserve">, Ausführungsplanung und drgl.; </w:t>
      </w:r>
      <w:r w:rsidRPr="00F80C49">
        <w:t xml:space="preserve">siehe 2.2 Begründungen zur Kreditüberschreitung) hoffte man innerhalb der 5%-Grenze </w:t>
      </w:r>
      <w:r w:rsidR="00EB2AB7" w:rsidRPr="00F80C49">
        <w:t xml:space="preserve">im Sinne von Art. 44 Abs. 2 </w:t>
      </w:r>
      <w:proofErr w:type="spellStart"/>
      <w:r w:rsidR="00EB2AB7" w:rsidRPr="00F80C49">
        <w:t>kFHG</w:t>
      </w:r>
      <w:proofErr w:type="spellEnd"/>
      <w:r w:rsidR="00EB2AB7" w:rsidRPr="00F80C49">
        <w:t xml:space="preserve"> </w:t>
      </w:r>
      <w:r w:rsidRPr="00F80C49">
        <w:t>auffangen zu können.</w:t>
      </w:r>
    </w:p>
    <w:p w14:paraId="647D330A" w14:textId="1FBB8852" w:rsidR="00AA76D9" w:rsidRPr="00F80C49" w:rsidRDefault="00AA76D9" w:rsidP="00AA76D9">
      <w:pPr>
        <w:pStyle w:val="Textkrper"/>
      </w:pPr>
      <w:r w:rsidRPr="00F80C49">
        <w:t xml:space="preserve">Mit den definitiven Ausmassen der Unternehmer und den berechtigten Mehrforderungen der Planer stellte sich mit Kostenstand vom Oktober 2018 heraus, dass die 5%-Grenze überschritten wird und somit ein Nachtragskredit an den </w:t>
      </w:r>
      <w:r w:rsidR="00E55B56" w:rsidRPr="00F80C49">
        <w:t>Landrat</w:t>
      </w:r>
      <w:r w:rsidRPr="00F80C49">
        <w:t xml:space="preserve"> unumgänglich </w:t>
      </w:r>
      <w:r w:rsidR="00E55B56" w:rsidRPr="00F80C49">
        <w:t>ist</w:t>
      </w:r>
      <w:r w:rsidRPr="00F80C49">
        <w:t>.</w:t>
      </w:r>
    </w:p>
    <w:p w14:paraId="14AE2A0D" w14:textId="76BAE9FB" w:rsidR="001F308D" w:rsidRPr="00F80C49" w:rsidRDefault="007D5751" w:rsidP="007D5751">
      <w:pPr>
        <w:pStyle w:val="Textkrper"/>
      </w:pPr>
      <w:r w:rsidRPr="00F80C49">
        <w:t xml:space="preserve">Nach der Kreditfreigabe werden </w:t>
      </w:r>
      <w:r w:rsidR="00AA76D9" w:rsidRPr="00F80C49">
        <w:t>die pendenten</w:t>
      </w:r>
      <w:r w:rsidR="00D0066E" w:rsidRPr="00F80C49">
        <w:t xml:space="preserve"> Arbeiten </w:t>
      </w:r>
      <w:r w:rsidRPr="00F80C49">
        <w:t xml:space="preserve">vergeben und </w:t>
      </w:r>
      <w:r w:rsidR="00D0066E" w:rsidRPr="00F80C49">
        <w:t>erledigt</w:t>
      </w:r>
      <w:r w:rsidRPr="00F80C49">
        <w:t>.</w:t>
      </w:r>
      <w:r w:rsidR="00D0066E" w:rsidRPr="00F80C49">
        <w:t xml:space="preserve"> </w:t>
      </w:r>
      <w:r w:rsidRPr="00F80C49">
        <w:t xml:space="preserve">Der </w:t>
      </w:r>
      <w:r w:rsidR="00D0066E" w:rsidRPr="00F80C49">
        <w:t xml:space="preserve">Landerwerb wird </w:t>
      </w:r>
      <w:r w:rsidR="00F51FF8" w:rsidRPr="00F80C49">
        <w:t xml:space="preserve">fortlaufend </w:t>
      </w:r>
      <w:r w:rsidR="00D0066E" w:rsidRPr="00F80C49">
        <w:t>abgeschlossen</w:t>
      </w:r>
      <w:r w:rsidRPr="00F80C49">
        <w:t>.</w:t>
      </w:r>
      <w:r w:rsidR="00D0066E" w:rsidRPr="00F80C49">
        <w:t xml:space="preserve"> </w:t>
      </w:r>
      <w:r w:rsidRPr="00F80C49">
        <w:t xml:space="preserve">Der </w:t>
      </w:r>
      <w:r w:rsidR="006C2422" w:rsidRPr="00F80C49">
        <w:t>Objektk</w:t>
      </w:r>
      <w:r w:rsidRPr="00F80C49">
        <w:t>redit mit</w:t>
      </w:r>
      <w:r w:rsidR="006C2422" w:rsidRPr="00F80C49">
        <w:t xml:space="preserve"> der</w:t>
      </w:r>
      <w:r w:rsidRPr="00F80C49">
        <w:t xml:space="preserve"> zugehörigen Kostenteilung </w:t>
      </w:r>
      <w:r w:rsidR="002141D8" w:rsidRPr="00F80C49">
        <w:t>zuhanden der Standortg</w:t>
      </w:r>
      <w:r w:rsidR="006C2422" w:rsidRPr="00F80C49">
        <w:t xml:space="preserve">emeinde </w:t>
      </w:r>
      <w:r w:rsidRPr="00F80C49">
        <w:t xml:space="preserve">sollte bis Sommer 2019 </w:t>
      </w:r>
      <w:r w:rsidR="006C2422" w:rsidRPr="00F80C49">
        <w:t xml:space="preserve">definitiv </w:t>
      </w:r>
      <w:r w:rsidRPr="00F80C49">
        <w:t>abgerechnet werden</w:t>
      </w:r>
      <w:r w:rsidR="000F0C55" w:rsidRPr="00F80C49">
        <w:t xml:space="preserve"> können</w:t>
      </w:r>
      <w:r w:rsidRPr="00F80C49">
        <w:t>.</w:t>
      </w:r>
    </w:p>
    <w:p w14:paraId="788FE86C" w14:textId="6525CCD5" w:rsidR="00715360" w:rsidRPr="00F80C49" w:rsidRDefault="00DB0B14" w:rsidP="00076E0D">
      <w:pPr>
        <w:pStyle w:val="berschriftBeschluss"/>
      </w:pPr>
      <w:r w:rsidRPr="00F80C49">
        <w:fldChar w:fldCharType="begin"/>
      </w:r>
      <w:r w:rsidR="00715360" w:rsidRPr="00F80C49">
        <w:instrText xml:space="preserve"> DOCPROPERTY "Doc.Beschluss"\*CHARFORMAT \&lt;OawJumpToField value=0/&gt;</w:instrText>
      </w:r>
      <w:r w:rsidRPr="00F80C49">
        <w:fldChar w:fldCharType="separate"/>
      </w:r>
      <w:r w:rsidR="00F80C49" w:rsidRPr="00F80C49">
        <w:t>Beschluss</w:t>
      </w:r>
      <w:r w:rsidRPr="00F80C49">
        <w:rPr>
          <w:highlight w:val="white"/>
        </w:rPr>
        <w:fldChar w:fldCharType="end"/>
      </w:r>
    </w:p>
    <w:p w14:paraId="451FC1AA" w14:textId="7EE2493F" w:rsidR="007D5751" w:rsidRPr="00F80C49" w:rsidRDefault="00BE49D1" w:rsidP="007130FE">
      <w:pPr>
        <w:pStyle w:val="AuflistungmitNummern"/>
      </w:pPr>
      <w:r w:rsidRPr="00F80C49">
        <w:t>Die Begründungen für die Kostenüberschreitungen bei der Umsetzung des Ausführungs</w:t>
      </w:r>
      <w:r w:rsidR="002141D8" w:rsidRPr="00F80C49">
        <w:softHyphen/>
      </w:r>
      <w:r w:rsidRPr="00F80C49">
        <w:t>projekts Ausweichstellen Bürgenstockstrasse, Kantons</w:t>
      </w:r>
      <w:r w:rsidR="002141D8" w:rsidRPr="00F80C49">
        <w:t>verbindungs</w:t>
      </w:r>
      <w:r w:rsidRPr="00F80C49">
        <w:t>strasse KV5, Stans</w:t>
      </w:r>
      <w:r w:rsidR="00DC1CC3" w:rsidRPr="00F80C49">
        <w:softHyphen/>
      </w:r>
      <w:r w:rsidRPr="00F80C49">
        <w:t>stad,</w:t>
      </w:r>
      <w:r w:rsidR="00B12F8B" w:rsidRPr="00F80C49">
        <w:t xml:space="preserve"> werden zur Kentnis</w:t>
      </w:r>
      <w:r w:rsidR="001F308D" w:rsidRPr="00F80C49">
        <w:t xml:space="preserve"> </w:t>
      </w:r>
      <w:r w:rsidRPr="00F80C49">
        <w:t xml:space="preserve">genommen. </w:t>
      </w:r>
      <w:bookmarkEnd w:id="2"/>
      <w:r w:rsidR="007130FE" w:rsidRPr="00F80C49">
        <w:tab/>
      </w:r>
      <w:r w:rsidR="007130FE" w:rsidRPr="00F80C49">
        <w:br/>
        <w:t>Auf die Umsetzung der Massnahme 29b wird verzichtet.</w:t>
      </w:r>
    </w:p>
    <w:p w14:paraId="6E556D13" w14:textId="4AE2DADB" w:rsidR="00BE49D1" w:rsidRPr="00F80C49" w:rsidRDefault="00BE49D1" w:rsidP="00AD3EA7">
      <w:pPr>
        <w:pStyle w:val="AuflistungmitNummern"/>
      </w:pPr>
      <w:r w:rsidRPr="00F80C49">
        <w:t xml:space="preserve">Dem Landrat wird beantragt, dem </w:t>
      </w:r>
      <w:r w:rsidR="00B12F13" w:rsidRPr="00F80C49">
        <w:t>Zusatzkredit</w:t>
      </w:r>
      <w:r w:rsidRPr="00F80C49">
        <w:t xml:space="preserve"> </w:t>
      </w:r>
      <w:r w:rsidR="007D5751" w:rsidRPr="00F80C49">
        <w:t>von</w:t>
      </w:r>
      <w:r w:rsidR="00F51FF8" w:rsidRPr="00F80C49">
        <w:t xml:space="preserve"> 3</w:t>
      </w:r>
      <w:r w:rsidR="00067F66" w:rsidRPr="00F80C49">
        <w:t>0</w:t>
      </w:r>
      <w:r w:rsidR="00E53979" w:rsidRPr="00F80C49">
        <w:t>0'000</w:t>
      </w:r>
      <w:r w:rsidR="009C7BCE" w:rsidRPr="00F80C49">
        <w:t xml:space="preserve"> Franken</w:t>
      </w:r>
      <w:r w:rsidR="00E53979" w:rsidRPr="00F80C49">
        <w:t xml:space="preserve"> </w:t>
      </w:r>
      <w:r w:rsidRPr="00F80C49">
        <w:t>für den Abschluss des Ausführungsprojekts Ausweichstellen Bürgenstockstrasse, Kantons</w:t>
      </w:r>
      <w:r w:rsidR="00DC1CC3" w:rsidRPr="00F80C49">
        <w:t>verbindungs</w:t>
      </w:r>
      <w:r w:rsidRPr="00F80C49">
        <w:t>strasse KV5, Stansstad, zuzustimmen.</w:t>
      </w:r>
    </w:p>
    <w:p w14:paraId="5E465555" w14:textId="56D70DF6" w:rsidR="007D5751" w:rsidRPr="00F80C49" w:rsidRDefault="007D5751" w:rsidP="00AD3EA7">
      <w:pPr>
        <w:pStyle w:val="AuflistungmitNummern"/>
      </w:pPr>
      <w:r w:rsidRPr="00F80C49">
        <w:t>Der Objektkredit</w:t>
      </w:r>
      <w:r w:rsidR="00F51FF8" w:rsidRPr="00F80C49">
        <w:t xml:space="preserve"> erhöht sich </w:t>
      </w:r>
      <w:r w:rsidR="00DC1CC3" w:rsidRPr="00F80C49">
        <w:t xml:space="preserve">somit </w:t>
      </w:r>
      <w:r w:rsidR="007130FE" w:rsidRPr="00F80C49">
        <w:t xml:space="preserve">von </w:t>
      </w:r>
      <w:r w:rsidR="00F51FF8" w:rsidRPr="00F80C49">
        <w:t xml:space="preserve">4.15 </w:t>
      </w:r>
      <w:r w:rsidR="007130FE" w:rsidRPr="00F80C49">
        <w:t xml:space="preserve">Mio. Franken </w:t>
      </w:r>
      <w:r w:rsidR="00F51FF8" w:rsidRPr="00F80C49">
        <w:t xml:space="preserve">auf 4.45 </w:t>
      </w:r>
      <w:r w:rsidR="007130FE" w:rsidRPr="00F80C49">
        <w:t xml:space="preserve">Mio. Franken </w:t>
      </w:r>
      <w:r w:rsidR="00F51FF8" w:rsidRPr="00F80C49">
        <w:t>und ist bis 31.12.2019 befristet.</w:t>
      </w:r>
    </w:p>
    <w:p w14:paraId="4B447937" w14:textId="77777777" w:rsidR="007A7FF4" w:rsidRPr="00F80C49" w:rsidRDefault="007A7FF4" w:rsidP="007A7FF4">
      <w:pPr>
        <w:pStyle w:val="Minimal"/>
        <w:rPr>
          <w:szCs w:val="2"/>
        </w:rPr>
      </w:pPr>
    </w:p>
    <w:p w14:paraId="1CEB1CEE" w14:textId="77777777" w:rsidR="00E54DB9" w:rsidRPr="00F80C49" w:rsidRDefault="00E54DB9" w:rsidP="00476AD0">
      <w:pPr>
        <w:spacing w:line="240" w:lineRule="auto"/>
      </w:pPr>
    </w:p>
    <w:p w14:paraId="02C1AA29" w14:textId="77777777" w:rsidR="00763D80" w:rsidRPr="00F80C49" w:rsidRDefault="00763D80" w:rsidP="007A7FF4">
      <w:pPr>
        <w:pStyle w:val="Textkrper"/>
      </w:pPr>
    </w:p>
    <w:p w14:paraId="5AA9963F" w14:textId="2FDD4A76" w:rsidR="00763D80" w:rsidRPr="00F80C49" w:rsidRDefault="00DB0B14" w:rsidP="00763D80">
      <w:pPr>
        <w:keepNext/>
        <w:keepLines/>
        <w:rPr>
          <w:highlight w:val="white"/>
        </w:rPr>
      </w:pPr>
      <w:r w:rsidRPr="00F80C49">
        <w:rPr>
          <w:highlight w:val="white"/>
        </w:rPr>
        <w:fldChar w:fldCharType="begin"/>
      </w:r>
      <w:r w:rsidR="00763D80" w:rsidRPr="00F80C49">
        <w:rPr>
          <w:highlight w:val="white"/>
        </w:rPr>
        <w:instrText xml:space="preserve"> DOCPROPERTY "Doc.MitteilungDurchProtokollauszugAn"\*CHARFORMAT </w:instrText>
      </w:r>
      <w:r w:rsidRPr="00F80C49">
        <w:rPr>
          <w:highlight w:val="white"/>
        </w:rPr>
        <w:fldChar w:fldCharType="separate"/>
      </w:r>
      <w:r w:rsidR="00F80C49" w:rsidRPr="00F80C49">
        <w:rPr>
          <w:highlight w:val="white"/>
        </w:rPr>
        <w:t>Mitteilung durch Protokollauszug an:</w:t>
      </w:r>
      <w:r w:rsidRPr="00F80C49">
        <w:rPr>
          <w:highlight w:val="white"/>
        </w:rPr>
        <w:fldChar w:fldCharType="end"/>
      </w:r>
    </w:p>
    <w:p w14:paraId="36F5E74D" w14:textId="77777777" w:rsidR="00AF670D" w:rsidRPr="00F80C49" w:rsidRDefault="003610CC" w:rsidP="003F33C4">
      <w:pPr>
        <w:pStyle w:val="Verteiler"/>
      </w:pPr>
      <w:r w:rsidRPr="00F80C49">
        <w:t>Gemeinderat Stansstad (postalisch und elektronisch)</w:t>
      </w:r>
    </w:p>
    <w:p w14:paraId="12B73B7C" w14:textId="414D09C8" w:rsidR="003610CC" w:rsidRPr="00F80C49" w:rsidRDefault="003610CC" w:rsidP="003F33C4">
      <w:pPr>
        <w:pStyle w:val="Verteiler"/>
      </w:pPr>
      <w:r w:rsidRPr="00F80C49">
        <w:t>Kommission für Bau, Planung, Landwirtschaft und Umwelt (BUL) (Präsidium und Sekre</w:t>
      </w:r>
      <w:r w:rsidR="00DC1CC3" w:rsidRPr="00F80C49">
        <w:softHyphen/>
      </w:r>
      <w:r w:rsidRPr="00F80C49">
        <w:t>tariat)</w:t>
      </w:r>
    </w:p>
    <w:p w14:paraId="1A71B49A" w14:textId="77777777" w:rsidR="003610CC" w:rsidRPr="00F80C49" w:rsidRDefault="003610CC" w:rsidP="003F33C4">
      <w:pPr>
        <w:pStyle w:val="Verteiler"/>
      </w:pPr>
      <w:r w:rsidRPr="00F80C49">
        <w:t>Finanzkommission (Fiko) (Präsidium und Sekretariat)</w:t>
      </w:r>
    </w:p>
    <w:p w14:paraId="172A4666" w14:textId="77777777" w:rsidR="003610CC" w:rsidRPr="00F80C49" w:rsidRDefault="003610CC" w:rsidP="003F33C4">
      <w:pPr>
        <w:pStyle w:val="Verteiler"/>
      </w:pPr>
      <w:r w:rsidRPr="00F80C49">
        <w:t>Landratssekretariat</w:t>
      </w:r>
    </w:p>
    <w:p w14:paraId="4BDB7159" w14:textId="3459155C" w:rsidR="003610CC" w:rsidRPr="00F80C49" w:rsidRDefault="003610CC" w:rsidP="003F33C4">
      <w:pPr>
        <w:pStyle w:val="Verteiler"/>
      </w:pPr>
      <w:r w:rsidRPr="00F80C49">
        <w:t>Finanzdirektion (</w:t>
      </w:r>
      <w:r w:rsidR="009E523E" w:rsidRPr="00F80C49">
        <w:t>elektronisch in Mandant STK</w:t>
      </w:r>
      <w:r w:rsidRPr="00F80C49">
        <w:t>)</w:t>
      </w:r>
    </w:p>
    <w:p w14:paraId="3C98494F" w14:textId="19256083" w:rsidR="003610CC" w:rsidRPr="00F80C49" w:rsidRDefault="003610CC" w:rsidP="003F33C4">
      <w:pPr>
        <w:pStyle w:val="Verteiler"/>
      </w:pPr>
      <w:r w:rsidRPr="00F80C49">
        <w:t>Finanzverwaltung</w:t>
      </w:r>
    </w:p>
    <w:p w14:paraId="39413DB5" w14:textId="77777777" w:rsidR="003610CC" w:rsidRPr="00F80C49" w:rsidRDefault="003610CC" w:rsidP="003F33C4">
      <w:pPr>
        <w:pStyle w:val="Verteiler"/>
      </w:pPr>
      <w:r w:rsidRPr="00F80C49">
        <w:t>Finanzkontrolle</w:t>
      </w:r>
    </w:p>
    <w:p w14:paraId="16E912B6" w14:textId="77777777" w:rsidR="003610CC" w:rsidRPr="00F80C49" w:rsidRDefault="003610CC" w:rsidP="003F33C4">
      <w:pPr>
        <w:pStyle w:val="Verteiler"/>
      </w:pPr>
      <w:r w:rsidRPr="00F80C49">
        <w:t>Kantonspolizei</w:t>
      </w:r>
    </w:p>
    <w:p w14:paraId="067F8E50" w14:textId="62293B33" w:rsidR="003610CC" w:rsidRPr="00F80C49" w:rsidRDefault="003610CC" w:rsidP="003F33C4">
      <w:pPr>
        <w:pStyle w:val="Verteiler"/>
      </w:pPr>
      <w:r w:rsidRPr="00F80C49">
        <w:t>Baudirektion</w:t>
      </w:r>
      <w:r w:rsidR="009E523E" w:rsidRPr="00F80C49">
        <w:t xml:space="preserve"> (elektronisch in Mandant STK)</w:t>
      </w:r>
    </w:p>
    <w:p w14:paraId="66833D65" w14:textId="77777777" w:rsidR="003610CC" w:rsidRPr="00F80C49" w:rsidRDefault="003610CC" w:rsidP="003F33C4">
      <w:pPr>
        <w:pStyle w:val="Verteiler"/>
      </w:pPr>
      <w:r w:rsidRPr="00F80C49">
        <w:t>Amt für Gefahrenmanagement</w:t>
      </w:r>
    </w:p>
    <w:p w14:paraId="53D73D95" w14:textId="77777777" w:rsidR="003610CC" w:rsidRPr="00F80C49" w:rsidRDefault="003610CC" w:rsidP="003F33C4">
      <w:pPr>
        <w:pStyle w:val="Verteiler"/>
      </w:pPr>
      <w:r w:rsidRPr="00F80C49">
        <w:t>Direktionssekretariat Baudirektion</w:t>
      </w:r>
    </w:p>
    <w:p w14:paraId="03625A92" w14:textId="77777777" w:rsidR="003610CC" w:rsidRPr="00F80C49" w:rsidRDefault="003610CC" w:rsidP="003F33C4">
      <w:pPr>
        <w:pStyle w:val="Verteiler"/>
      </w:pPr>
      <w:r w:rsidRPr="00F80C49">
        <w:t>Amt für Mobilität</w:t>
      </w:r>
    </w:p>
    <w:p w14:paraId="6F39338E" w14:textId="77777777" w:rsidR="00F00A5F" w:rsidRPr="00F80C49" w:rsidRDefault="00F00A5F" w:rsidP="007A7FF4">
      <w:pPr>
        <w:pStyle w:val="Textkrper"/>
      </w:pPr>
    </w:p>
    <w:p w14:paraId="007BC859" w14:textId="77777777" w:rsidR="0019735F" w:rsidRPr="00F80C49" w:rsidRDefault="0019735F">
      <w:pPr>
        <w:spacing w:line="240" w:lineRule="auto"/>
      </w:pPr>
    </w:p>
    <w:p w14:paraId="27C1B841" w14:textId="77777777" w:rsidR="003F33C4" w:rsidRPr="00F80C49" w:rsidRDefault="003F33C4">
      <w:pPr>
        <w:spacing w:line="240" w:lineRule="auto"/>
      </w:pPr>
    </w:p>
    <w:p w14:paraId="4DC658C0" w14:textId="77777777" w:rsidR="000404A9" w:rsidRPr="00F80C49" w:rsidRDefault="000404A9" w:rsidP="007A7FF4">
      <w:pPr>
        <w:pStyle w:val="Textkrper"/>
      </w:pPr>
    </w:p>
    <w:p w14:paraId="4D479980" w14:textId="2B9ECC7A" w:rsidR="000404A9" w:rsidRPr="00F80C49" w:rsidRDefault="00DB0B14" w:rsidP="000404A9">
      <w:pPr>
        <w:pStyle w:val="GrussformelOrganisation"/>
        <w:rPr>
          <w:highlight w:val="white"/>
        </w:rPr>
      </w:pPr>
      <w:r w:rsidRPr="00F80C49">
        <w:fldChar w:fldCharType="begin"/>
      </w:r>
      <w:r w:rsidR="000404A9" w:rsidRPr="00F80C49">
        <w:instrText xml:space="preserve"> DOCPROPERTY "Doc.RegierungsratNidwalden"\*CHARFORMAT \&lt;OawJumpToField value=0/&gt;</w:instrText>
      </w:r>
      <w:r w:rsidRPr="00F80C49">
        <w:fldChar w:fldCharType="separate"/>
      </w:r>
      <w:r w:rsidR="00F80C49" w:rsidRPr="00F80C49">
        <w:t>REGIERUNGSRAT NIDWALDEN</w:t>
      </w:r>
      <w:r w:rsidRPr="00F80C49">
        <w:rPr>
          <w:highlight w:val="white"/>
        </w:rPr>
        <w:fldChar w:fldCharType="end"/>
      </w:r>
      <w:bookmarkStart w:id="3" w:name="_GoBack"/>
      <w:bookmarkEnd w:id="3"/>
    </w:p>
    <w:p w14:paraId="4ED89A44" w14:textId="49F432F8" w:rsidR="00C56E37" w:rsidRPr="00F80C49" w:rsidRDefault="002477D6" w:rsidP="000404A9">
      <w:pPr>
        <w:pStyle w:val="Gruformel"/>
        <w:rPr>
          <w:highlight w:val="white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 wp14:editId="57E740B2">
                <wp:simplePos x="0" y="0"/>
                <wp:positionH relativeFrom="column">
                  <wp:posOffset>-60325</wp:posOffset>
                </wp:positionH>
                <wp:positionV relativeFrom="paragraph">
                  <wp:posOffset>70131</wp:posOffset>
                </wp:positionV>
                <wp:extent cx="2473325" cy="1257300"/>
                <wp:effectExtent l="3175" t="0" r="0" b="0"/>
                <wp:wrapNone/>
                <wp:docPr id="6" name="Gruppier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3325" cy="1257300"/>
                          <a:chOff x="3800" y="4951"/>
                          <a:chExt cx="3895" cy="1980"/>
                        </a:xfrm>
                      </wpg:grpSpPr>
                      <pic:pic xmlns:pic="http://schemas.openxmlformats.org/drawingml/2006/picture">
                        <pic:nvPicPr>
                          <pic:cNvPr id="7" name="Bild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70" y="4951"/>
                            <a:ext cx="2025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Bild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0" y="5423"/>
                            <a:ext cx="1455" cy="7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4A89B" id="Gruppieren 6" o:spid="_x0000_s1026" style="position:absolute;margin-left:-4.75pt;margin-top:5.5pt;width:194.75pt;height:99pt;z-index:-251657216" coordorigin="3800,4951" coordsize="3895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 16" o:spid="_x0000_s1027" type="#_x0000_t75" style="position:absolute;left:5670;top:4951;width:2025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">
                  <v:imagedata r:id="rId17" o:title="" gain="109227f" blacklevel="-6554f"/>
                </v:shape>
                <v:shape id="Bild 19" o:spid="_x0000_s1028" type="#_x0000_t75" style="position:absolute;left:3800;top:5423;width:1455;height: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">
                  <v:imagedata r:id="rId18" o:title=""/>
                </v:shape>
              </v:group>
            </w:pict>
          </mc:Fallback>
        </mc:AlternateContent>
      </w:r>
      <w:r>
        <w:rPr>
          <w:noProof/>
          <w:lang w:eastAsia="de-CH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editId="39A1BA28">
                <wp:simplePos x="0" y="0"/>
                <wp:positionH relativeFrom="column">
                  <wp:posOffset>2413000</wp:posOffset>
                </wp:positionH>
                <wp:positionV relativeFrom="paragraph">
                  <wp:posOffset>3143885</wp:posOffset>
                </wp:positionV>
                <wp:extent cx="2473325" cy="1257300"/>
                <wp:effectExtent l="3175" t="0" r="0" b="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3325" cy="1257300"/>
                          <a:chOff x="3800" y="4951"/>
                          <a:chExt cx="3895" cy="1980"/>
                        </a:xfrm>
                      </wpg:grpSpPr>
                      <pic:pic xmlns:pic="http://schemas.openxmlformats.org/drawingml/2006/picture">
                        <pic:nvPicPr>
                          <pic:cNvPr id="4" name="Bild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70" y="4951"/>
                            <a:ext cx="2025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Bild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0" y="5423"/>
                            <a:ext cx="1455" cy="7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E8726" id="Gruppieren 1" o:spid="_x0000_s1026" style="position:absolute;margin-left:190pt;margin-top:247.55pt;width:194.75pt;height:99pt;z-index:-251658240" coordorigin="3800,4951" coordsize="3895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">
                <v:shape id="Bild 16" o:spid="_x0000_s1027" type="#_x0000_t75" style="position:absolute;left:5670;top:4951;width:2025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">
                  <v:imagedata r:id="rId17" o:title="" gain="109227f" blacklevel="-6554f"/>
                </v:shape>
                <v:shape id="Bild 19" o:spid="_x0000_s1028" type="#_x0000_t75" style="position:absolute;left:3800;top:5423;width:1455;height: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">
                  <v:imagedata r:id="rId18" o:title=""/>
                </v:shape>
              </v:group>
            </w:pict>
          </mc:Fallback>
        </mc:AlternateContent>
      </w:r>
      <w:r w:rsidR="00DB0B14" w:rsidRPr="00F80C49">
        <w:rPr>
          <w:highlight w:val="white"/>
        </w:rPr>
        <w:fldChar w:fldCharType="begin"/>
      </w:r>
      <w:r w:rsidR="00042EDB" w:rsidRPr="00F80C49">
        <w:rPr>
          <w:highlight w:val="white"/>
        </w:rPr>
        <w:instrText xml:space="preserve"> DOCPROPERTY "Doc.Landschreiber"\*CHARFORMAT </w:instrText>
      </w:r>
      <w:r w:rsidR="00DB0B14" w:rsidRPr="00F80C49">
        <w:rPr>
          <w:highlight w:val="white"/>
        </w:rPr>
        <w:fldChar w:fldCharType="separate"/>
      </w:r>
      <w:r w:rsidR="00F80C49" w:rsidRPr="00F80C49">
        <w:rPr>
          <w:highlight w:val="white"/>
        </w:rPr>
        <w:t>Landschreiber</w:t>
      </w:r>
      <w:r w:rsidR="00DB0B14" w:rsidRPr="00F80C49">
        <w:rPr>
          <w:highlight w:val="white"/>
        </w:rPr>
        <w:fldChar w:fldCharType="end"/>
      </w:r>
    </w:p>
    <w:sectPr w:rsidR="00C56E37" w:rsidRPr="00F80C49" w:rsidSect="00F80C49">
      <w:headerReference w:type="default" r:id="rId19"/>
      <w:footerReference w:type="default" r:id="rId20"/>
      <w:type w:val="continuous"/>
      <w:pgSz w:w="11906" w:h="16838" w:code="9"/>
      <w:pgMar w:top="-1304" w:right="1134" w:bottom="1134" w:left="1701" w:header="61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5526E" w14:textId="77777777" w:rsidR="007B34DE" w:rsidRPr="00F80C49" w:rsidRDefault="007B34DE">
      <w:r w:rsidRPr="00F80C49">
        <w:separator/>
      </w:r>
    </w:p>
  </w:endnote>
  <w:endnote w:type="continuationSeparator" w:id="0">
    <w:p w14:paraId="26442745" w14:textId="77777777" w:rsidR="007B34DE" w:rsidRPr="00F80C49" w:rsidRDefault="007B34DE">
      <w:r w:rsidRPr="00F80C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7"/>
      <w:gridCol w:w="1134"/>
    </w:tblGrid>
    <w:tr w:rsidR="00A146CE" w:rsidRPr="00F80C49" w14:paraId="43F947C0" w14:textId="77777777" w:rsidTr="001E40E7">
      <w:tc>
        <w:tcPr>
          <w:tcW w:w="7937" w:type="dxa"/>
        </w:tcPr>
        <w:p w14:paraId="387EC464" w14:textId="671BAAD3" w:rsidR="00A146CE" w:rsidRPr="00F80C49" w:rsidRDefault="009E523E" w:rsidP="0019735F">
          <w:pPr>
            <w:pStyle w:val="Fuzeile"/>
            <w:jc w:val="left"/>
          </w:pPr>
          <w:r w:rsidRPr="00F80C49">
            <w:t>2016.NWBD.33</w:t>
          </w:r>
          <w:r w:rsidR="00DB0B14" w:rsidRPr="00F80C49">
            <w:fldChar w:fldCharType="begin"/>
          </w:r>
          <w:r w:rsidR="0019735F" w:rsidRPr="00F80C49">
            <w:instrText xml:space="preserve"> IF </w:instrText>
          </w:r>
          <w:r w:rsidR="00DB0B14" w:rsidRPr="00F80C49">
            <w:fldChar w:fldCharType="begin"/>
          </w:r>
          <w:r w:rsidR="0019735F" w:rsidRPr="00F80C49">
            <w:instrText xml:space="preserve"> DOCPROPERTY "CMIdata.G_Signatur" \*CHARFORMAT \&lt;OawJumpToField value=0/&gt;</w:instrText>
          </w:r>
          <w:r w:rsidR="00DB0B14" w:rsidRPr="00F80C49">
            <w:fldChar w:fldCharType="end"/>
          </w:r>
          <w:r w:rsidR="0019735F" w:rsidRPr="00F80C49">
            <w:instrText xml:space="preserve"> = "" "</w:instrText>
          </w:r>
          <w:r w:rsidR="00DB0B14" w:rsidRPr="00F80C49">
            <w:fldChar w:fldCharType="begin"/>
          </w:r>
          <w:r w:rsidR="0019735F" w:rsidRPr="00F80C49">
            <w:instrText xml:space="preserve"> IF </w:instrText>
          </w:r>
          <w:r w:rsidR="00DB0B14" w:rsidRPr="00F80C49">
            <w:fldChar w:fldCharType="begin"/>
          </w:r>
          <w:r w:rsidR="0019735F" w:rsidRPr="00F80C49">
            <w:instrText xml:space="preserve"> DOCPROPERTY "CMIdata.G_Laufnummer" \*CHARFORMAT \&lt;OawJumpToField value=0/&gt;</w:instrText>
          </w:r>
          <w:r w:rsidR="00DB0B14" w:rsidRPr="00F80C49">
            <w:fldChar w:fldCharType="end"/>
          </w:r>
          <w:r w:rsidR="0019735F" w:rsidRPr="00F80C49">
            <w:instrText xml:space="preserve"> = "" "" "CMIKONSUL: </w:instrText>
          </w:r>
          <w:r w:rsidR="00DB0B14" w:rsidRPr="00F80C49">
            <w:fldChar w:fldCharType="begin"/>
          </w:r>
          <w:r w:rsidR="0019735F" w:rsidRPr="00F80C49">
            <w:instrText xml:space="preserve"> DOCPROPERTY "CMIdata.G_Laufnummer"\*CHARFORMAT \&lt;OawJumpToField value=0/&gt;</w:instrText>
          </w:r>
          <w:r w:rsidR="00DB0B14" w:rsidRPr="00F80C49">
            <w:fldChar w:fldCharType="separate"/>
          </w:r>
          <w:r w:rsidR="0019735F" w:rsidRPr="00F80C49">
            <w:instrText>8</w:instrText>
          </w:r>
          <w:r w:rsidR="00DB0B14" w:rsidRPr="00F80C49">
            <w:fldChar w:fldCharType="end"/>
          </w:r>
          <w:r w:rsidR="0019735F" w:rsidRPr="00F80C49">
            <w:instrText xml:space="preserve">" \* MERGEFORMAT </w:instrText>
          </w:r>
          <w:r w:rsidR="00DB0B14" w:rsidRPr="00F80C49">
            <w:fldChar w:fldCharType="end"/>
          </w:r>
          <w:r w:rsidR="0019735F" w:rsidRPr="00F80C49">
            <w:instrText>" "</w:instrText>
          </w:r>
          <w:r w:rsidR="00DB0B14" w:rsidRPr="00F80C49">
            <w:fldChar w:fldCharType="begin"/>
          </w:r>
          <w:r w:rsidR="0019735F" w:rsidRPr="00F80C49">
            <w:instrText xml:space="preserve"> DOCPROPERTY "CMIdata.G_Signatur"\*CHARFORMAT \&lt;OawJumpToField value=0/&gt;</w:instrText>
          </w:r>
          <w:r w:rsidR="00DB0B14" w:rsidRPr="00F80C49">
            <w:fldChar w:fldCharType="separate"/>
          </w:r>
          <w:r w:rsidR="001830DF" w:rsidRPr="00F80C49">
            <w:instrText>CMIdata.G_Signatur</w:instrText>
          </w:r>
          <w:r w:rsidR="00DB0B14" w:rsidRPr="00F80C49">
            <w:fldChar w:fldCharType="end"/>
          </w:r>
          <w:r w:rsidR="0019735F" w:rsidRPr="00F80C49">
            <w:instrText xml:space="preserve"> " \* MERGEFORMAT \&lt;OawJumpToField value=0/&gt;</w:instrText>
          </w:r>
          <w:r w:rsidR="00DB0B14" w:rsidRPr="00F80C49">
            <w:fldChar w:fldCharType="end"/>
          </w:r>
        </w:p>
      </w:tc>
      <w:tc>
        <w:tcPr>
          <w:tcW w:w="1134" w:type="dxa"/>
        </w:tcPr>
        <w:p w14:paraId="724108BE" w14:textId="77777777" w:rsidR="00A146CE" w:rsidRPr="00F80C49" w:rsidRDefault="00A146CE" w:rsidP="008B6FDB">
          <w:pPr>
            <w:pStyle w:val="FusszeileRechts"/>
          </w:pPr>
        </w:p>
      </w:tc>
    </w:tr>
  </w:tbl>
  <w:p w14:paraId="4D426BCA" w14:textId="77777777" w:rsidR="00A146CE" w:rsidRPr="00F80C49" w:rsidRDefault="00A146CE" w:rsidP="001E40E7">
    <w:pPr>
      <w:pStyle w:val="Minima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55"/>
      <w:gridCol w:w="1116"/>
    </w:tblGrid>
    <w:tr w:rsidR="001E40E7" w:rsidRPr="008B6FDB" w14:paraId="279639E8" w14:textId="77777777" w:rsidTr="001E40E7">
      <w:tc>
        <w:tcPr>
          <w:tcW w:w="8080" w:type="dxa"/>
        </w:tcPr>
        <w:p w14:paraId="5AC253A3" w14:textId="632DFC93" w:rsidR="001E40E7" w:rsidRPr="008B6FDB" w:rsidRDefault="009E523E" w:rsidP="0019735F">
          <w:pPr>
            <w:pStyle w:val="Fuzeile"/>
            <w:jc w:val="left"/>
          </w:pPr>
          <w:r w:rsidRPr="009E523E">
            <w:t>2016.NWBD.33</w:t>
          </w:r>
          <w:r w:rsidR="00DB0B14">
            <w:fldChar w:fldCharType="begin"/>
          </w:r>
          <w:r w:rsidR="0019735F">
            <w:instrText xml:space="preserve"> IF </w:instrText>
          </w:r>
          <w:r w:rsidR="00DB0B14">
            <w:fldChar w:fldCharType="begin"/>
          </w:r>
          <w:r w:rsidR="0019735F">
            <w:instrText xml:space="preserve"> DOCPROPERTY "CMIdata.G_Signatur" \*CHARFORMAT \&lt;OawJumpToField value=0/&gt;</w:instrText>
          </w:r>
          <w:r w:rsidR="00DB0B14">
            <w:fldChar w:fldCharType="end"/>
          </w:r>
          <w:r w:rsidR="0019735F">
            <w:instrText xml:space="preserve"> = "" "</w:instrText>
          </w:r>
          <w:r w:rsidR="00DB0B14">
            <w:fldChar w:fldCharType="begin"/>
          </w:r>
          <w:r w:rsidR="0019735F">
            <w:instrText xml:space="preserve"> IF </w:instrText>
          </w:r>
          <w:r w:rsidR="00DB0B14">
            <w:fldChar w:fldCharType="begin"/>
          </w:r>
          <w:r w:rsidR="0019735F">
            <w:instrText xml:space="preserve"> DOCPROPERTY "CMIdata.G_Laufnummer" \*CHARFORMAT \&lt;OawJumpToField value=0/&gt;</w:instrText>
          </w:r>
          <w:r w:rsidR="00DB0B14">
            <w:fldChar w:fldCharType="end"/>
          </w:r>
          <w:r w:rsidR="0019735F">
            <w:instrText xml:space="preserve"> = "" "" "CMIKONSUL: </w:instrText>
          </w:r>
          <w:r w:rsidR="00DB0B14">
            <w:fldChar w:fldCharType="begin"/>
          </w:r>
          <w:r w:rsidR="0019735F">
            <w:instrText xml:space="preserve"> DOCPROPERTY "CMIdata.G_Laufnummer"\*CHARFORMAT \&lt;OawJumpToField value=0/&gt;</w:instrText>
          </w:r>
          <w:r w:rsidR="00DB0B14">
            <w:fldChar w:fldCharType="separate"/>
          </w:r>
          <w:r w:rsidR="0019735F">
            <w:instrText>8</w:instrText>
          </w:r>
          <w:r w:rsidR="00DB0B14">
            <w:fldChar w:fldCharType="end"/>
          </w:r>
          <w:r w:rsidR="0019735F">
            <w:instrText xml:space="preserve">" \* MERGEFORMAT </w:instrText>
          </w:r>
          <w:r w:rsidR="00DB0B14">
            <w:fldChar w:fldCharType="end"/>
          </w:r>
          <w:r w:rsidR="0019735F">
            <w:instrText>" "</w:instrText>
          </w:r>
          <w:r w:rsidR="00DB0B14">
            <w:fldChar w:fldCharType="begin"/>
          </w:r>
          <w:r w:rsidR="0019735F">
            <w:instrText xml:space="preserve"> DOCPROPERTY "CMIdata.G_Signatur"\*CHARFORMAT \&lt;OawJumpToField value=0/&gt;</w:instrText>
          </w:r>
          <w:r w:rsidR="00DB0B14">
            <w:fldChar w:fldCharType="separate"/>
          </w:r>
          <w:r w:rsidR="001830DF">
            <w:instrText>CMIdata.G_Signatur</w:instrText>
          </w:r>
          <w:r w:rsidR="00DB0B14">
            <w:fldChar w:fldCharType="end"/>
          </w:r>
          <w:r w:rsidR="0019735F">
            <w:instrText xml:space="preserve"> " \* MERGEFORMAT \&lt;OawJumpToField value=0/&gt;</w:instrText>
          </w:r>
          <w:r w:rsidR="00DB0B14">
            <w:fldChar w:fldCharType="end"/>
          </w:r>
        </w:p>
      </w:tc>
      <w:tc>
        <w:tcPr>
          <w:tcW w:w="1134" w:type="dxa"/>
        </w:tcPr>
        <w:p w14:paraId="6C0F7206" w14:textId="1E9F712F" w:rsidR="001E40E7" w:rsidRPr="008B6FDB" w:rsidRDefault="00DB0B14" w:rsidP="008B6FDB">
          <w:pPr>
            <w:pStyle w:val="FusszeileRechts"/>
          </w:pPr>
          <w:r>
            <w:fldChar w:fldCharType="begin"/>
          </w:r>
          <w:r w:rsidR="001E40E7">
            <w:instrText xml:space="preserve"> IF </w:instrText>
          </w:r>
          <w:r w:rsidR="002477D6">
            <w:fldChar w:fldCharType="begin"/>
          </w:r>
          <w:r w:rsidR="002477D6">
            <w:instrText xml:space="preserve"> NUMPAGES  \* Arabic  \* MERGEFORMAT </w:instrText>
          </w:r>
          <w:r w:rsidR="002477D6">
            <w:fldChar w:fldCharType="separate"/>
          </w:r>
          <w:r w:rsidR="002477D6">
            <w:instrText>4</w:instrText>
          </w:r>
          <w:r w:rsidR="002477D6">
            <w:fldChar w:fldCharType="end"/>
          </w:r>
          <w:r w:rsidR="001E40E7">
            <w:instrText xml:space="preserve"> &gt; 1 "</w:instrText>
          </w:r>
          <w:r>
            <w:fldChar w:fldCharType="begin"/>
          </w:r>
          <w:r w:rsidR="00D748D1">
            <w:instrText xml:space="preserve"> PAGE </w:instrText>
          </w:r>
          <w:r>
            <w:fldChar w:fldCharType="separate"/>
          </w:r>
          <w:r w:rsidR="002477D6">
            <w:instrText>4</w:instrText>
          </w:r>
          <w:r>
            <w:fldChar w:fldCharType="end"/>
          </w:r>
          <w:r w:rsidR="001E40E7" w:rsidRPr="00AE0E6B">
            <w:instrText xml:space="preserve"> / </w:instrText>
          </w:r>
          <w:r w:rsidR="002477D6">
            <w:fldChar w:fldCharType="begin"/>
          </w:r>
          <w:r w:rsidR="002477D6">
            <w:instrText xml:space="preserve"> NUMPAGES  \* Arabic  \* MERGEFORMAT </w:instrText>
          </w:r>
          <w:r w:rsidR="002477D6">
            <w:fldChar w:fldCharType="separate"/>
          </w:r>
          <w:r w:rsidR="002477D6">
            <w:instrText>4</w:instrText>
          </w:r>
          <w:r w:rsidR="002477D6">
            <w:fldChar w:fldCharType="end"/>
          </w:r>
          <w:r w:rsidR="001E40E7">
            <w:instrText xml:space="preserve">" </w:instrText>
          </w:r>
          <w:r>
            <w:fldChar w:fldCharType="separate"/>
          </w:r>
          <w:r w:rsidR="002477D6">
            <w:t>4</w:t>
          </w:r>
          <w:r w:rsidR="002477D6" w:rsidRPr="00AE0E6B">
            <w:t xml:space="preserve"> / </w:t>
          </w:r>
          <w:r w:rsidR="002477D6">
            <w:t>4</w:t>
          </w:r>
          <w:r>
            <w:fldChar w:fldCharType="end"/>
          </w:r>
        </w:p>
      </w:tc>
    </w:tr>
  </w:tbl>
  <w:p w14:paraId="49383825" w14:textId="77777777" w:rsidR="00561F37" w:rsidRPr="008B6FDB" w:rsidRDefault="00561F37" w:rsidP="001E40E7">
    <w:pPr>
      <w:pStyle w:val="Mini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84599" w14:textId="77777777" w:rsidR="007B34DE" w:rsidRPr="00F80C49" w:rsidRDefault="007B34DE">
      <w:r w:rsidRPr="00F80C49">
        <w:separator/>
      </w:r>
    </w:p>
  </w:footnote>
  <w:footnote w:type="continuationSeparator" w:id="0">
    <w:p w14:paraId="3AB14F69" w14:textId="77777777" w:rsidR="007B34DE" w:rsidRPr="00F80C49" w:rsidRDefault="007B34DE">
      <w:r w:rsidRPr="00F80C4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DB9A5" w14:textId="77777777" w:rsidR="002E3E2F" w:rsidRPr="00F80C49" w:rsidRDefault="00CF4CE1" w:rsidP="0047471B">
    <w:pPr>
      <w:pStyle w:val="Minimal"/>
      <w:rPr>
        <w:rFonts w:cs="Arial"/>
        <w:sz w:val="22"/>
        <w:szCs w:val="22"/>
      </w:rPr>
    </w:pPr>
    <w:r w:rsidRPr="00F80C49">
      <w:rPr>
        <w:rFonts w:cs="Arial"/>
        <w:sz w:val="22"/>
        <w:szCs w:val="22"/>
        <w:lang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734A36" wp14:editId="19F2C72C">
              <wp:simplePos x="0" y="0"/>
              <wp:positionH relativeFrom="column">
                <wp:posOffset>-540385</wp:posOffset>
              </wp:positionH>
              <wp:positionV relativeFrom="page">
                <wp:posOffset>288290</wp:posOffset>
              </wp:positionV>
              <wp:extent cx="339090" cy="1619885"/>
              <wp:effectExtent l="2540" t="2540" r="127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61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A146CE" w:rsidRPr="00F17E93" w14:paraId="3ED6A557" w14:textId="77777777" w:rsidTr="00CF4CE1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</w:tcPr>
                              <w:p w14:paraId="35AA63A2" w14:textId="726A000F" w:rsidR="00A146CE" w:rsidRDefault="001F1A28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"Doc.Draft"\*CHARFORMAT </w:instrText>
                                </w:r>
                                <w:r>
                                  <w:fldChar w:fldCharType="end"/>
                                </w:r>
                              </w:p>
                              <w:p w14:paraId="64BD0BB3" w14:textId="0108FFA7" w:rsidR="00A146CE" w:rsidRPr="00903973" w:rsidRDefault="00DB0B14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A146CE" w:rsidRPr="00903973">
                                  <w:instrText xml:space="preserve"> IF </w:instrText>
                                </w:r>
                                <w:r w:rsidR="001F1A28">
                                  <w:fldChar w:fldCharType="begin"/>
                                </w:r>
                                <w:r w:rsidR="001F1A28">
                                  <w:instrText xml:space="preserve"> DOCPROPERTY "Doc.Draft"\*CHARFORMAT </w:instrText>
                                </w:r>
                                <w:r w:rsidR="001F1A28">
                                  <w:fldChar w:fldCharType="end"/>
                                </w:r>
                                <w:r w:rsidR="00A146CE" w:rsidRPr="00903973">
                                  <w:instrText xml:space="preserve"> = "" "" "</w:instrText>
                                </w:r>
                                <w:r>
                                  <w:fldChar w:fldCharType="begin"/>
                                </w:r>
                                <w:r w:rsidR="00A146CE">
                                  <w:instrText xml:space="preserve"> DATE  \@ "D. MMMM YYYY"  \* MERGEFORMAT </w:instrText>
                                </w:r>
                                <w:r>
                                  <w:fldChar w:fldCharType="separate"/>
                                </w:r>
                                <w:r w:rsidR="007B34DE">
                                  <w:instrText>4.</w:instrText>
                                </w:r>
                                <w:r w:rsidR="007B34DE" w:rsidRPr="007B34DE">
                                  <w:rPr>
                                    <w:bCs/>
                                  </w:rPr>
                                  <w:instrText xml:space="preserve"> Juli 2018</w:instrText>
                                </w:r>
                                <w:r>
                                  <w:fldChar w:fldCharType="end"/>
                                </w:r>
                                <w:r w:rsidR="00A146CE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A146CE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7B34DE">
                                  <w:instrText>16:36</w:instrText>
                                </w:r>
                                <w:r>
                                  <w:fldChar w:fldCharType="end"/>
                                </w:r>
                                <w:r w:rsidR="00A146CE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14:paraId="4376C7AA" w14:textId="77777777" w:rsidR="00A146CE" w:rsidRPr="00F17E93" w:rsidRDefault="00A146CE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14:paraId="4B91D99D" w14:textId="77777777" w:rsidR="00A146CE" w:rsidRDefault="00A146CE" w:rsidP="00806AB0">
                          <w:pPr>
                            <w:pStyle w:val="Minima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34A3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42.55pt;margin-top:22.7pt;width:26.7pt;height:1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" stroked="f">
              <v:textbox inset="0,0,0,0">
                <w:txbxContent>
                  <w:tbl>
                    <w:tblPr>
                      <w:tblW w:w="567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 w:rsidR="00A146CE" w:rsidRPr="00F17E93" w14:paraId="3ED6A557" w14:textId="77777777" w:rsidTr="00CF4CE1">
                      <w:trPr>
                        <w:trHeight w:val="2552"/>
                      </w:trPr>
                      <w:tc>
                        <w:tcPr>
                          <w:tcW w:w="567" w:type="dxa"/>
                          <w:shd w:val="clear" w:color="auto" w:fill="auto"/>
                          <w:tcMar>
                            <w:left w:w="0" w:type="dxa"/>
                            <w:right w:w="0" w:type="dxa"/>
                          </w:tcMar>
                          <w:textDirection w:val="btLr"/>
                        </w:tcPr>
                        <w:p w14:paraId="35AA63A2" w14:textId="726A000F" w:rsidR="00A146CE" w:rsidRDefault="001F1A28" w:rsidP="00B20D4B">
                          <w:pPr>
                            <w:pStyle w:val="OutputprofileTitle"/>
                            <w:ind w:left="113" w:right="113"/>
                          </w:pPr>
                          <w:r>
                            <w:fldChar w:fldCharType="begin"/>
                          </w:r>
                          <w:r>
                            <w:instrText xml:space="preserve"> DOCPROPERTY "Doc.Internal"\*CHARFORMAT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"Doc.Draft"\*CHARFORMAT </w:instrText>
                          </w:r>
                          <w:r>
                            <w:fldChar w:fldCharType="end"/>
                          </w:r>
                        </w:p>
                        <w:p w14:paraId="64BD0BB3" w14:textId="0108FFA7" w:rsidR="00A146CE" w:rsidRPr="00903973" w:rsidRDefault="00DB0B14" w:rsidP="00B20D4B">
                          <w:pPr>
                            <w:pStyle w:val="OutputprofileText"/>
                            <w:ind w:left="113" w:right="113"/>
                          </w:pPr>
                          <w:r w:rsidRPr="00903973">
                            <w:fldChar w:fldCharType="begin"/>
                          </w:r>
                          <w:r w:rsidR="00A146CE" w:rsidRPr="00903973">
                            <w:instrText xml:space="preserve"> IF </w:instrText>
                          </w:r>
                          <w:r w:rsidR="001F1A28">
                            <w:fldChar w:fldCharType="begin"/>
                          </w:r>
                          <w:r w:rsidR="001F1A28">
                            <w:instrText xml:space="preserve"> DOCPROPERTY "Doc.Draft"\*CHARFORMAT </w:instrText>
                          </w:r>
                          <w:r w:rsidR="001F1A28">
                            <w:fldChar w:fldCharType="end"/>
                          </w:r>
                          <w:r w:rsidR="00A146CE" w:rsidRPr="00903973">
                            <w:instrText xml:space="preserve"> = "" "" "</w:instrText>
                          </w:r>
                          <w:r>
                            <w:fldChar w:fldCharType="begin"/>
                          </w:r>
                          <w:r w:rsidR="00A146CE">
                            <w:instrText xml:space="preserve"> DATE  \@ "D. MMMM YYYY"  \* MERGEFORMAT </w:instrText>
                          </w:r>
                          <w:r>
                            <w:fldChar w:fldCharType="separate"/>
                          </w:r>
                          <w:r w:rsidR="007B34DE">
                            <w:instrText>4.</w:instrText>
                          </w:r>
                          <w:r w:rsidR="007B34DE" w:rsidRPr="007B34DE">
                            <w:rPr>
                              <w:bCs/>
                            </w:rPr>
                            <w:instrText xml:space="preserve"> Juli 2018</w:instrText>
                          </w:r>
                          <w:r>
                            <w:fldChar w:fldCharType="end"/>
                          </w:r>
                          <w:r w:rsidR="00A146CE" w:rsidRPr="00903973">
                            <w:instrText xml:space="preserve"> </w:instrText>
                          </w:r>
                          <w:r>
                            <w:fldChar w:fldCharType="begin"/>
                          </w:r>
                          <w:r w:rsidR="00A146CE">
                            <w:instrText xml:space="preserve"> TIME  \@ "HH:mm"  \* MERGEFORMAT </w:instrText>
                          </w:r>
                          <w:r>
                            <w:fldChar w:fldCharType="separate"/>
                          </w:r>
                          <w:r w:rsidR="007B34DE">
                            <w:instrText>16:36</w:instrText>
                          </w:r>
                          <w:r>
                            <w:fldChar w:fldCharType="end"/>
                          </w:r>
                          <w:r w:rsidR="00A146CE" w:rsidRPr="00903973">
                            <w:rPr>
                              <w:lang w:val="en-GB"/>
                            </w:rPr>
                            <w:instrText xml:space="preserve">" </w:instrText>
                          </w:r>
                          <w:r w:rsidRPr="00903973">
                            <w:rPr>
                              <w:sz w:val="20"/>
                            </w:rPr>
                            <w:fldChar w:fldCharType="end"/>
                          </w:r>
                        </w:p>
                        <w:p w14:paraId="4376C7AA" w14:textId="77777777" w:rsidR="00A146CE" w:rsidRPr="00F17E93" w:rsidRDefault="00A146CE" w:rsidP="00B20D4B">
                          <w:pPr>
                            <w:pStyle w:val="Textkrper"/>
                            <w:ind w:left="113" w:right="113"/>
                            <w:rPr>
                              <w:rFonts w:ascii="Gill Sans" w:hAnsi="Gill Sans"/>
                              <w:sz w:val="6"/>
                              <w:szCs w:val="6"/>
                            </w:rPr>
                          </w:pPr>
                        </w:p>
                      </w:tc>
                    </w:tr>
                  </w:tbl>
                  <w:p w14:paraId="4B91D99D" w14:textId="77777777" w:rsidR="00A146CE" w:rsidRDefault="00A146CE" w:rsidP="00806AB0">
                    <w:pPr>
                      <w:pStyle w:val="Minimal"/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607CF85" w14:textId="77777777" w:rsidR="002E3E2F" w:rsidRPr="00F80C49" w:rsidRDefault="002E3E2F" w:rsidP="0047471B">
    <w:pPr>
      <w:pStyle w:val="Minimal"/>
      <w:rPr>
        <w:rFonts w:cs="Arial"/>
        <w:sz w:val="22"/>
        <w:szCs w:val="22"/>
      </w:rPr>
    </w:pPr>
  </w:p>
  <w:p w14:paraId="24B126B1" w14:textId="77777777" w:rsidR="004F6EB8" w:rsidRPr="00F80C49" w:rsidRDefault="004F6EB8" w:rsidP="0047471B">
    <w:pPr>
      <w:pStyle w:val="Minimal"/>
      <w:rPr>
        <w:rFonts w:cs="Arial"/>
        <w:sz w:val="22"/>
        <w:szCs w:val="22"/>
      </w:rPr>
    </w:pPr>
  </w:p>
  <w:p w14:paraId="3B261411" w14:textId="77777777" w:rsidR="002E3E2F" w:rsidRPr="00F80C49" w:rsidRDefault="002E3E2F" w:rsidP="0047471B">
    <w:pPr>
      <w:pStyle w:val="Minimal"/>
      <w:rPr>
        <w:rFonts w:cs="Arial"/>
        <w:sz w:val="22"/>
        <w:szCs w:val="22"/>
      </w:rPr>
    </w:pPr>
  </w:p>
  <w:p w14:paraId="3EDC99C1" w14:textId="75A0E973" w:rsidR="002E3E2F" w:rsidRPr="00F80C49" w:rsidRDefault="00F80C49" w:rsidP="00F80C49">
    <w:pPr>
      <w:pStyle w:val="Minimal"/>
    </w:pPr>
    <w:r w:rsidRPr="00F80C49">
      <w:rPr>
        <w:lang w:eastAsia="de-CH"/>
      </w:rPr>
      <w:drawing>
        <wp:anchor distT="0" distB="0" distL="114300" distR="114300" simplePos="0" relativeHeight="251671552" behindDoc="1" locked="1" layoutInCell="1" allowOverlap="1" wp14:anchorId="166BB6A9" wp14:editId="49744CA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79500"/>
          <wp:effectExtent l="0" t="0" r="0" b="0"/>
          <wp:wrapNone/>
          <wp:docPr id="3" name="d097b83a-bb25-4af1-a6f5-29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07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6"/>
      <w:gridCol w:w="253"/>
      <w:gridCol w:w="2159"/>
      <w:gridCol w:w="154"/>
      <w:gridCol w:w="2726"/>
      <w:gridCol w:w="154"/>
      <w:gridCol w:w="2772"/>
    </w:tblGrid>
    <w:tr w:rsidR="002E3E2F" w:rsidRPr="00F80C49" w14:paraId="1D82E738" w14:textId="77777777" w:rsidTr="000B4BAC">
      <w:trPr>
        <w:trHeight w:val="416"/>
      </w:trPr>
      <w:sdt>
        <w:sdtPr>
          <w:rPr>
            <w:szCs w:val="14"/>
          </w:rPr>
          <w:tag w:val="LHF_1"/>
          <w:id w:val="-634650802"/>
          <w:dataBinding w:prefixMappings="xmlns:ns='http://schemas.officeatwork.com/CustomXMLPart'" w:xpath="/ns:officeatwork/ns:LHF_1" w:storeItemID="{95A61846-1710-4B97-853B-3F44AEEB27A6}"/>
          <w:text w:multiLine="1"/>
        </w:sdtPr>
        <w:sdtEndPr/>
        <w:sdtContent>
          <w:tc>
            <w:tcPr>
              <w:tcW w:w="856" w:type="dxa"/>
            </w:tcPr>
            <w:p w14:paraId="30036931" w14:textId="77777777" w:rsidR="002E3E2F" w:rsidRPr="00F80C49" w:rsidRDefault="007B34DE" w:rsidP="000B4BAC">
              <w:pPr>
                <w:pStyle w:val="KopfzeileKanton"/>
                <w:rPr>
                  <w:szCs w:val="14"/>
                </w:rPr>
              </w:pPr>
              <w:r w:rsidRPr="00F80C49">
                <w:rPr>
                  <w:szCs w:val="14"/>
                </w:rPr>
                <w:t>Kanton Nidwalden</w:t>
              </w:r>
            </w:p>
          </w:tc>
        </w:sdtContent>
      </w:sdt>
      <w:tc>
        <w:tcPr>
          <w:tcW w:w="253" w:type="dxa"/>
        </w:tcPr>
        <w:p w14:paraId="0DE73BBE" w14:textId="77777777" w:rsidR="002E3E2F" w:rsidRPr="00F80C49" w:rsidRDefault="002E3E2F" w:rsidP="002E3E2F">
          <w:pPr>
            <w:pStyle w:val="Textkrper"/>
            <w:rPr>
              <w:rFonts w:ascii="Gill Sans" w:hAnsi="Gill Sans"/>
              <w:noProof/>
              <w:sz w:val="14"/>
              <w:szCs w:val="14"/>
            </w:rPr>
          </w:pPr>
        </w:p>
      </w:tc>
      <w:sdt>
        <w:sdtPr>
          <w:rPr>
            <w:noProof/>
          </w:rPr>
          <w:tag w:val="LHF_2"/>
          <w:id w:val="-354725164"/>
          <w:dataBinding w:prefixMappings="xmlns:ns='http://schemas.officeatwork.com/CustomXMLPart'" w:xpath="/ns:officeatwork/ns:LHF_2" w:storeItemID="{95A61846-1710-4B97-853B-3F44AEEB27A6}"/>
          <w:text w:multiLine="1"/>
        </w:sdtPr>
        <w:sdtEndPr/>
        <w:sdtContent>
          <w:tc>
            <w:tcPr>
              <w:tcW w:w="2159" w:type="dxa"/>
            </w:tcPr>
            <w:p w14:paraId="7AEBB1AD" w14:textId="77777777" w:rsidR="002E3E2F" w:rsidRPr="00F80C49" w:rsidRDefault="007B34DE" w:rsidP="002E3E2F">
              <w:pPr>
                <w:pStyle w:val="KopfzeileDirektion"/>
                <w:rPr>
                  <w:noProof/>
                </w:rPr>
              </w:pPr>
              <w:r w:rsidRPr="00F80C49">
                <w:rPr>
                  <w:noProof/>
                </w:rPr>
                <w:t>Regierungsrat</w:t>
              </w:r>
            </w:p>
          </w:tc>
        </w:sdtContent>
      </w:sdt>
      <w:tc>
        <w:tcPr>
          <w:tcW w:w="154" w:type="dxa"/>
        </w:tcPr>
        <w:p w14:paraId="3F0C28E4" w14:textId="77777777" w:rsidR="002E3E2F" w:rsidRPr="00F80C49" w:rsidRDefault="002E3E2F" w:rsidP="002E3E2F">
          <w:pPr>
            <w:pStyle w:val="Textkrper"/>
            <w:rPr>
              <w:rFonts w:ascii="Gill Sans" w:hAnsi="Gill Sans"/>
              <w:noProof/>
              <w:sz w:val="14"/>
              <w:szCs w:val="14"/>
            </w:rPr>
          </w:pPr>
        </w:p>
      </w:tc>
      <w:sdt>
        <w:sdtPr>
          <w:rPr>
            <w:noProof/>
          </w:rPr>
          <w:tag w:val="LHF_3"/>
          <w:id w:val="-530178631"/>
          <w:dataBinding w:prefixMappings="xmlns:ns='http://schemas.officeatwork.com/CustomXMLPart'" w:xpath="/ns:officeatwork/ns:LHF_3" w:storeItemID="{95A61846-1710-4B97-853B-3F44AEEB27A6}"/>
          <w:text w:multiLine="1"/>
        </w:sdtPr>
        <w:sdtEndPr/>
        <w:sdtContent>
          <w:tc>
            <w:tcPr>
              <w:tcW w:w="2726" w:type="dxa"/>
            </w:tcPr>
            <w:p w14:paraId="50899429" w14:textId="77777777" w:rsidR="002E3E2F" w:rsidRPr="00F80C49" w:rsidRDefault="007B34DE" w:rsidP="002E3E2F">
              <w:pPr>
                <w:pStyle w:val="KopfzeileAmt"/>
                <w:rPr>
                  <w:noProof/>
                </w:rPr>
              </w:pPr>
              <w:r w:rsidRPr="00F80C49">
                <w:rPr>
                  <w:noProof/>
                </w:rPr>
                <w:t>Protokollauszug</w:t>
              </w:r>
            </w:p>
          </w:tc>
        </w:sdtContent>
      </w:sdt>
      <w:tc>
        <w:tcPr>
          <w:tcW w:w="154" w:type="dxa"/>
        </w:tcPr>
        <w:p w14:paraId="4905C0DC" w14:textId="77777777" w:rsidR="002E3E2F" w:rsidRPr="00F80C49" w:rsidRDefault="002E3E2F" w:rsidP="002E3E2F">
          <w:pPr>
            <w:pStyle w:val="Textkrper"/>
            <w:rPr>
              <w:rFonts w:ascii="Gill Sans" w:hAnsi="Gill Sans"/>
              <w:noProof/>
              <w:sz w:val="14"/>
              <w:szCs w:val="14"/>
            </w:rPr>
          </w:pPr>
        </w:p>
      </w:tc>
      <w:sdt>
        <w:sdtPr>
          <w:rPr>
            <w:szCs w:val="14"/>
          </w:rPr>
          <w:tag w:val="LHF_4"/>
          <w:id w:val="-1594700030"/>
          <w:dataBinding w:prefixMappings="xmlns:ns='http://schemas.officeatwork.com/CustomXMLPart'" w:xpath="/ns:officeatwork/ns:LHF_4" w:storeItemID="{95A61846-1710-4B97-853B-3F44AEEB27A6}"/>
          <w:text w:multiLine="1"/>
        </w:sdtPr>
        <w:sdtEndPr/>
        <w:sdtContent>
          <w:tc>
            <w:tcPr>
              <w:tcW w:w="2772" w:type="dxa"/>
            </w:tcPr>
            <w:p w14:paraId="7CC49B33" w14:textId="77777777" w:rsidR="002E3E2F" w:rsidRPr="00F80C49" w:rsidRDefault="007B34DE" w:rsidP="00C9486C">
              <w:pPr>
                <w:pStyle w:val="KopfzeilePLZOrt"/>
                <w:rPr>
                  <w:szCs w:val="14"/>
                </w:rPr>
              </w:pPr>
              <w:r w:rsidRPr="00F80C49">
                <w:rPr>
                  <w:szCs w:val="14"/>
                </w:rPr>
                <w:t>Dorfplatz 2, Postfach 1246, 6371 Stans</w:t>
              </w:r>
              <w:r w:rsidRPr="00F80C49">
                <w:rPr>
                  <w:szCs w:val="14"/>
                </w:rPr>
                <w:br/>
                <w:t>Telefon 041 618 79 02, www.nw.ch</w:t>
              </w:r>
            </w:p>
          </w:tc>
        </w:sdtContent>
      </w:sdt>
    </w:tr>
  </w:tbl>
  <w:p w14:paraId="41ED1434" w14:textId="77777777" w:rsidR="00A146CE" w:rsidRPr="00F80C49" w:rsidRDefault="00A146CE" w:rsidP="0047471B">
    <w:pPr>
      <w:pStyle w:val="Minimal"/>
      <w:rPr>
        <w:rFonts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13"/>
      <w:gridCol w:w="1988"/>
    </w:tblGrid>
    <w:tr w:rsidR="0087211A" w:rsidRPr="008909C7" w14:paraId="1CDD8AE2" w14:textId="77777777" w:rsidTr="006D5655">
      <w:trPr>
        <w:trHeight w:val="170"/>
      </w:trPr>
      <w:tc>
        <w:tcPr>
          <w:tcW w:w="7013" w:type="dxa"/>
          <w:tcBorders>
            <w:bottom w:val="single" w:sz="4" w:space="0" w:color="auto"/>
          </w:tcBorders>
          <w:shd w:val="clear" w:color="auto" w:fill="auto"/>
        </w:tcPr>
        <w:p w14:paraId="65BB56AE" w14:textId="40981062" w:rsidR="0087211A" w:rsidRPr="00391EF1" w:rsidRDefault="00DB0B14" w:rsidP="00261A9E">
          <w:pPr>
            <w:pStyle w:val="DocNR"/>
            <w:spacing w:line="160" w:lineRule="atLeast"/>
          </w:pPr>
          <w:r>
            <w:fldChar w:fldCharType="begin"/>
          </w:r>
          <w:r w:rsidR="00961AAA">
            <w:instrText xml:space="preserve"> STYLEREF  RRBNR </w:instrText>
          </w:r>
          <w:r>
            <w:fldChar w:fldCharType="separate"/>
          </w:r>
          <w:r w:rsidR="002477D6">
            <w:t>Nr. 851</w:t>
          </w:r>
          <w:r>
            <w:fldChar w:fldCharType="end"/>
          </w:r>
        </w:p>
      </w:tc>
      <w:tc>
        <w:tcPr>
          <w:tcW w:w="1988" w:type="dxa"/>
          <w:tcBorders>
            <w:bottom w:val="single" w:sz="4" w:space="0" w:color="auto"/>
          </w:tcBorders>
          <w:shd w:val="clear" w:color="auto" w:fill="auto"/>
        </w:tcPr>
        <w:p w14:paraId="5EF94BCB" w14:textId="13195FDA" w:rsidR="0087211A" w:rsidRPr="008909C7" w:rsidRDefault="002477D6" w:rsidP="00DD75F5">
          <w:pPr>
            <w:pStyle w:val="Kopfzeile"/>
            <w:jc w:val="right"/>
            <w:rPr>
              <w:lang w:val="en-US"/>
            </w:rPr>
          </w:pPr>
          <w:sdt>
            <w:sdtPr>
              <w:tag w:val="LHS_2"/>
              <w:id w:val="1298959200"/>
              <w:placeholder>
                <w:docPart w:val="04EAE9FAF55D434EB7320D5A4199622C"/>
              </w:placeholder>
              <w:dataBinding w:prefixMappings="xmlns:ns='http://schemas.officeatwork.com/CustomXMLPart'" w:xpath="/ns:officeatwork/ns:LHS_2" w:storeItemID="{95A61846-1710-4B97-853B-3F44AEEB27A6}"/>
              <w:text w:multiLine="1"/>
            </w:sdtPr>
            <w:sdtEndPr/>
            <w:sdtContent>
              <w:r w:rsidR="007B34DE">
                <w:t>Stans</w:t>
              </w:r>
            </w:sdtContent>
          </w:sdt>
          <w:r w:rsidR="00600D0C" w:rsidRPr="008909C7">
            <w:rPr>
              <w:lang w:val="en-US"/>
            </w:rPr>
            <w:t xml:space="preserve">, </w:t>
          </w:r>
          <w:r w:rsidR="00DD75F5">
            <w:t>18. Dezember 2018</w:t>
          </w:r>
        </w:p>
      </w:tc>
    </w:tr>
  </w:tbl>
  <w:p w14:paraId="7A25B54C" w14:textId="77777777" w:rsidR="00FB7302" w:rsidRPr="008909C7" w:rsidRDefault="00FB7302" w:rsidP="00227978">
    <w:pPr>
      <w:pStyle w:val="Minimal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C8B1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86F4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387D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8819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B25E4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F85B7A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D1278D8"/>
    <w:multiLevelType w:val="multilevel"/>
    <w:tmpl w:val="45F66018"/>
    <w:styleLink w:val="RRB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3344003"/>
    <w:multiLevelType w:val="multilevel"/>
    <w:tmpl w:val="ACE43F58"/>
    <w:lvl w:ilvl="0">
      <w:start w:val="1"/>
      <w:numFmt w:val="lowerLetter"/>
      <w:pStyle w:val="AuflistungmitKleinbuchstaben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2556" w:hanging="284"/>
      </w:pPr>
      <w:rPr>
        <w:rFonts w:cs="Times New Roman" w:hint="default"/>
      </w:rPr>
    </w:lvl>
  </w:abstractNum>
  <w:abstractNum w:abstractNumId="8" w15:restartNumberingAfterBreak="0">
    <w:nsid w:val="25D7700A"/>
    <w:multiLevelType w:val="multilevel"/>
    <w:tmpl w:val="8ED88704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9" w15:restartNumberingAfterBreak="0">
    <w:nsid w:val="27506604"/>
    <w:multiLevelType w:val="hybridMultilevel"/>
    <w:tmpl w:val="DE6EE4AE"/>
    <w:lvl w:ilvl="0" w:tplc="33B2A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C092B"/>
    <w:multiLevelType w:val="multilevel"/>
    <w:tmpl w:val="67FEED20"/>
    <w:lvl w:ilvl="0">
      <w:start w:val="1"/>
      <w:numFmt w:val="upperRoman"/>
      <w:pStyle w:val="AuflistungmitrmischenZiffern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upperRoman"/>
      <w:lvlText w:val="%5.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upperRoman"/>
      <w:lvlText w:val="%6.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upperRoman"/>
      <w:lvlText w:val="%7.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upperRoman"/>
      <w:lvlText w:val="%8.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upperRoman"/>
      <w:lvlText w:val="%9."/>
      <w:lvlJc w:val="left"/>
      <w:pPr>
        <w:ind w:left="2556" w:hanging="284"/>
      </w:pPr>
      <w:rPr>
        <w:rFonts w:cs="Times New Roman" w:hint="default"/>
      </w:rPr>
    </w:lvl>
  </w:abstractNum>
  <w:abstractNum w:abstractNumId="11" w15:restartNumberingAfterBreak="0">
    <w:nsid w:val="3CDB6CD0"/>
    <w:multiLevelType w:val="multilevel"/>
    <w:tmpl w:val="7682F9C2"/>
    <w:lvl w:ilvl="0">
      <w:start w:val="1"/>
      <w:numFmt w:val="upperLetter"/>
      <w:pStyle w:val="AuflistungmitBuchstaben"/>
      <w:lvlText w:val="%1"/>
      <w:lvlJc w:val="left"/>
      <w:pPr>
        <w:ind w:left="284" w:hanging="28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681"/>
        </w:tabs>
        <w:ind w:left="568" w:hanging="284"/>
      </w:pPr>
      <w:rPr>
        <w:rFonts w:hint="default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965"/>
        </w:tabs>
        <w:ind w:left="852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40DA2420"/>
    <w:multiLevelType w:val="multilevel"/>
    <w:tmpl w:val="3D44E83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8813EB2"/>
    <w:multiLevelType w:val="multilevel"/>
    <w:tmpl w:val="6AE8D2C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9CA211D"/>
    <w:multiLevelType w:val="hybridMultilevel"/>
    <w:tmpl w:val="701A2288"/>
    <w:lvl w:ilvl="0" w:tplc="8FD2DF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E7B2C"/>
    <w:multiLevelType w:val="multilevel"/>
    <w:tmpl w:val="580AE2F4"/>
    <w:lvl w:ilvl="0">
      <w:start w:val="1"/>
      <w:numFmt w:val="decimal"/>
      <w:pStyle w:val="Aufzhlungszeichen"/>
      <w:lvlText w:val="%1."/>
      <w:lvlJc w:val="left"/>
      <w:pPr>
        <w:ind w:left="360" w:hanging="360"/>
      </w:pPr>
    </w:lvl>
    <w:lvl w:ilvl="1">
      <w:start w:val="1"/>
      <w:numFmt w:val="decimal"/>
      <w:pStyle w:val="Aufzhlungszeiche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3070B0"/>
    <w:multiLevelType w:val="multilevel"/>
    <w:tmpl w:val="45F66018"/>
    <w:lvl w:ilvl="0">
      <w:start w:val="1"/>
      <w:numFmt w:val="decimal"/>
      <w:pStyle w:val="berschrift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ADC1B1C"/>
    <w:multiLevelType w:val="multilevel"/>
    <w:tmpl w:val="3B06AD3C"/>
    <w:lvl w:ilvl="0">
      <w:start w:val="1"/>
      <w:numFmt w:val="bullet"/>
      <w:pStyle w:val="AuflistungmitCheckboxen"/>
      <w:lvlText w:val=""/>
      <w:lvlJc w:val="left"/>
      <w:pPr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681"/>
        </w:tabs>
        <w:ind w:left="568" w:hanging="284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965"/>
        </w:tabs>
        <w:ind w:left="852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249"/>
        </w:tabs>
        <w:ind w:left="1136" w:hanging="284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533"/>
        </w:tabs>
        <w:ind w:left="1420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817"/>
        </w:tabs>
        <w:ind w:left="1704" w:hanging="284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2101"/>
        </w:tabs>
        <w:ind w:left="1988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385"/>
        </w:tabs>
        <w:ind w:left="2272" w:hanging="284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ind w:left="2556" w:hanging="284"/>
      </w:pPr>
      <w:rPr>
        <w:rFonts w:ascii="ZapfDingbats" w:hAnsi="ZapfDingbats" w:hint="default"/>
      </w:rPr>
    </w:lvl>
  </w:abstractNum>
  <w:abstractNum w:abstractNumId="18" w15:restartNumberingAfterBreak="0">
    <w:nsid w:val="7BB07187"/>
    <w:multiLevelType w:val="hybridMultilevel"/>
    <w:tmpl w:val="1C485650"/>
    <w:lvl w:ilvl="0" w:tplc="33B2A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26723"/>
    <w:multiLevelType w:val="multilevel"/>
    <w:tmpl w:val="2F3C8972"/>
    <w:lvl w:ilvl="0">
      <w:start w:val="1"/>
      <w:numFmt w:val="bullet"/>
      <w:pStyle w:val="AuflistungmitSymbolen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cs="Times New Roman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cs="Times New Roman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11"/>
  </w:num>
  <w:num w:numId="5">
    <w:abstractNumId w:val="17"/>
  </w:num>
  <w:num w:numId="6">
    <w:abstractNumId w:val="7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6"/>
  </w:num>
  <w:num w:numId="16">
    <w:abstractNumId w:val="13"/>
  </w:num>
  <w:num w:numId="17">
    <w:abstractNumId w:val="5"/>
  </w:num>
  <w:num w:numId="18">
    <w:abstractNumId w:val="1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9"/>
  </w:num>
  <w:num w:numId="29">
    <w:abstractNumId w:val="18"/>
  </w:num>
  <w:num w:numId="30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567"/>
  <w:autoHyphenation/>
  <w:consecutiveHyphenLimit w:val="3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23. 07. 2013"/>
    <w:docVar w:name="Date.Format.Long.dateValue" w:val="41107"/>
    <w:docVar w:name="DokumentErstellungsdatum" w:val="18. Dezember 2018"/>
    <w:docVar w:name="DokumentErstellungsdatum.dateValue" w:val="43452"/>
    <w:docVar w:name="MetaTool_Script1_Path" w:val="Dokument"/>
    <w:docVar w:name="MetaTool_Script1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string sitz = &quot;noch offen&quot;;_x000d__x000a__x0009__x0009__x0009__x000d__x000a__x0009__x0009_if (obj.Unterlagen != null)_x000d__x000a__x0009__x0009_{_x000d__x000a__x0009__x0009__x0009_foreach (Unterlage unt in obj.Unterlagen)_x000d__x000a__x0009__x0009__x0009_{_x000d__x000a__x0009__x0009__x0009__x0009__x000d__x000a__x0009__x0009__x0009__x0009__x0009__x000d__x000a__x0009__x0009__x0009__x0009__x0009__x0009_if (unt.Traktadum.Sitzung != null)_x000d__x000a__x0009__x0009__x0009__x0009__x0009__x0009_{_x000d__x000a__x0009__x0009__x0009__x0009__x0009__x0009__x0009_System.DateTime d = unt.Traktadum.Sitzung.Datum.LeftDate;_x000d__x000a__x0009__x0009__x0009__x0009__x0009__x0009__x0009_sitz = d.ToString(&quot;dd&quot;) + &quot;. &quot; + d.ToString(&quot;MMMM&quot;) + &quot; &quot; + d.ToString(&quot;yyyy&quot;);_x000d__x000a__x0009__x0009__x0009__x0009__x0009__x0009_}_x000d__x000a__x0009__x0009__x0009__x0009__x0009__x000d__x000a__x0009__x0009__x0009__x0009__x000d__x000a__x0009__x0009__x0009_}_x000d__x000a__x0009__x0009_}_x000d__x000a__x0009__x0009__x0009__x000d__x000a_            return sitz;_x000d__x000a_       }_x000d__x000a_   }_x000d__x000a_}"/>
    <w:docVar w:name="MetaTool_Script2_Path" w:val="Dokument"/>
    <w:docVar w:name="MetaTool_Script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string sitz = &quot;noch offen&quot;;_x000d__x000a__x0009__x0009__x0009__x000d__x000a__x0009__x0009_if (obj.Unterlagen != null)_x000d__x000a__x0009__x0009_{_x000d__x000a__x0009__x0009__x0009_foreach (Unterlage unt in obj.Unterlagen)_x000d__x000a__x0009__x0009__x0009_{_x000d__x000a__x0009__x0009__x0009__x0009__x000d__x000a__x0009__x0009__x0009__x0009__x0009__x000d__x000a__x0009__x0009__x0009__x0009__x0009__x0009_if (unt.Traktadum.Sitzung != null)_x000d__x000a__x0009__x0009__x0009__x0009__x0009__x0009_{_x000d__x000a__x0009__x0009__x0009__x0009__x0009__x0009__x0009_System.DateTime d = unt.Traktadum.Sitzung.Datum.LeftDate;_x000d__x000a__x0009__x0009__x0009__x0009__x0009__x0009__x0009_sitz = d.ToString(&quot;dd&quot;) + &quot;. &quot; + d.ToString(&quot;MMMM&quot;) + &quot; &quot; + d.ToString(&quot;yyyy&quot;);_x000d__x000a__x0009__x0009__x0009__x0009__x0009__x0009_}_x000d__x000a__x0009__x0009__x0009__x0009__x0009__x000d__x000a__x0009__x0009__x0009__x0009__x000d__x000a__x0009__x0009__x0009_}_x000d__x000a__x0009__x0009_}_x000d__x000a__x0009__x0009__x0009__x000d__x000a_            return sitz;_x000d__x000a_       }_x000d__x000a_   }_x000d__x000a_}"/>
    <w:docVar w:name="MetaTool_TypeDefinition" w:val="Dokument"/>
    <w:docVar w:name="OawAttachedTemplate" w:val="RRB 2014.owt"/>
    <w:docVar w:name="OawBuiltInDocProps" w:val="&lt;OawBuiltInDocProps&gt;&lt;default profileUID=&quot;0&quot;&gt;&lt;word&gt;&lt;fileName&gt;&lt;/fileNam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text&quot;&gt;Kanton Nidwalden Regierungsrat Protokollauszug&lt;separator text=&quot;&quot;&gt;&lt;/separator&gt;&lt;format text=&quot;&quot;&gt;&lt;/format&gt;&lt;/value&gt;&lt;/company&gt;&lt;/word&gt;&lt;PDF&gt;&lt;fileName&gt;&lt;/fileNam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text&quot;&gt;Kanton Nidwalden Regierungsrat Protokollauszug&lt;separator text=&quot;&quot;&gt;&lt;/separator&gt;&lt;format text=&quot;&quot;&gt;&lt;/format&gt;&lt;/value&gt;&lt;/company&gt;&lt;/PDF&gt;&lt;/default&gt;&lt;/OawBuiltInDocProps&gt;_x000d_"/>
    <w:docVar w:name="OawCreatedWithOfficeatworkVersion" w:val="4.8 SP1 (4.8.482)"/>
    <w:docVar w:name="OawCreatedWithProjectID" w:val="nwch"/>
    <w:docVar w:name="OawCreatedWithProjectVersion" w:val="92"/>
    <w:docVar w:name="OawDate.Manual" w:val="&lt;document&gt;&lt;OawDateManual name=&quot;DokumentErstellungsdatum&quot;&gt;&lt;profile type=&quot;default&quot; UID=&quot;&quot; sameAsDefault=&quot;0&quot;&gt;&lt;format UID=&quot;2013102214203801324931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71211041187320553&quot; sameAsDefault=&quot;-1&quot;&gt;&lt;/profile&gt;&lt;profile type=&quot;print&quot; UID=&quot;2012071211041856201702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/&gt;&lt;profile type=&quot;print&quot; UID=&quot;2012071917401665157741&quot; sameAsDefault=&quot;-1&quot;&gt;&lt;/profile&gt;&lt;/OawDocProperty&gt;_x000d__x0009_&lt;OawDocProperty name=&quot;Organisation.OrganisationLevel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Organisation.AddressHead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&quot;/&gt;&lt;/type&gt;&lt;/profile&gt;&lt;/OawDocProperty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Organisa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Organisation.Telepho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phon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Doc.LetterHead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2003060614150123456789&quot; dataSourceUID=&quot;2003060614150123456789&quot;/&gt;&lt;type type=&quot;OawLanguage&quot;&gt;&lt;OawLanguage UID=&quot;Doc.LetterHead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Organisation.AddressHead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2&quot;/&gt;&lt;/type&gt;&lt;/profile&gt;&lt;/OawDocProperty&gt;_x000d__x0009_&lt;OawDocProperty name=&quot;Doc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Organisa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ateManual name=&quot;DokumentErstellungsdatum&quot;&gt;&lt;profile type=&quot;default&quot; UID=&quot;&quot; sameAsDefault=&quot;0&quot;&gt;&lt;format UID=&quot;2013102214203801324931&quot; type=&quot;6&quot; defaultValue=&quot;%OawCreationDate%&quot; dateFormat=&quot;Date.Format.Long&quot;/&gt;&lt;/profile&gt;&lt;/OawDateManual&gt;_x000d__x0009_&lt;OawDocProperty name=&quot;Doc.RRBNR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RBNR&quot;/&gt;&lt;/type&gt;&lt;/profile&gt;&lt;profile type=&quot;print&quot; UID=&quot;2012071211040398584942&quot; sameAsDefault=&quot;-1&quot;&gt;&lt;/profile&gt;&lt;profile type=&quot;print&quot; UID=&quot;2012071917401665157741&quot; sameAsDefault=&quot;-1&quot;&gt;&lt;/profile&gt;&lt;profile type=&quot;print&quot; UID=&quot;2012071211041187320553&quot; sameAsDefault=&quot;-1&quot;&gt;&lt;/profile&gt;&lt;profile type=&quot;print&quot; UID=&quot;2012071211041856201702&quot; sameAsDefault=&quot;-1&quot;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06120514401556040061&quot; sameAsDefault=&quot;-1&quot;&gt;&lt;/profile&gt;&lt;/OawDocProperty&gt;_x000d__x0009_&lt;OawDocProperty name=&quot;Doc.Rubrum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ubrum&quot;/&gt;&lt;/type&gt;&lt;/profile&gt;&lt;/OawDocProperty&gt;_x000d__x0009_&lt;OawDocProperty name=&quot;Doc.TitleBracket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Brackets&quot;/&gt;&lt;/type&gt;&lt;/profile&gt;&lt;/OawDocProperty&gt;_x000d__x0009_&lt;OawDocProperty name=&quot;Doc.Sachverhal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achverhalt&quot;/&gt;&lt;/type&gt;&lt;/profile&gt;&lt;/OawDocProperty&gt;_x000d__x0009_&lt;OawDocProperty name=&quot;Doc.Erwaegunge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rwaegungen&quot;/&gt;&lt;/type&gt;&lt;/profile&gt;&lt;/OawDocProperty&gt;_x000d__x0009_&lt;OawDocProperty name=&quot;Doc.Beschlus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Beschluss&quot;/&gt;&lt;/type&gt;&lt;/profile&gt;&lt;/OawDocProperty&gt;_x000d__x0009_&lt;OawDocProperty name=&quot;Doc.MitteilungDurchProtokollauszugA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itteilungDurchProtokollauszugAn&quot;/&gt;&lt;/type&gt;&lt;/profile&gt;&lt;/OawDocProperty&gt;_x000d__x0009_&lt;OawDocProperty name=&quot;Doc.RegierungsratNidwalde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gierungsratNidwalden&quot;/&gt;&lt;/type&gt;&lt;/profile&gt;&lt;/OawDocProperty&gt;_x000d__x0009_&lt;OawBookmark name=&quot;Distributo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or&quot;/&gt;&lt;/type&gt;&lt;/profile&gt;&lt;/OawBookmark&gt;_x000d__x0009_&lt;OawDocProperty name=&quot;Doc.Landschreiber&quot;&gt;&lt;profile type=&quot;default&quot; UID=&quot;&quot; sameAsDefault=&quot;0&quot;&gt;&lt;documentProperty UID=&quot;2003060614150123456789&quot; dataSourceUID=&quot;2003060614150123456789&quot;/&gt;&lt;type type=&quot;OawLanguage&quot;&gt;&lt;OawLanguage UID=&quot;Doc.Landschreiber&quot;/&gt;&lt;/type&gt;&lt;/profile&gt;&lt;/OawDocProperty&gt;_x000d__x0009_&lt;OawBookmark name=&quot;Rubrum&quot;&gt;&lt;profile type=&quot;default&quot; UID=&quot;&quot; sameAsDefault=&quot;0&quot;&gt;&lt;/profile&gt;&lt;/OawBookmark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CMIdata.Sitz_DatumMMMM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Sitz_DatumMMMM&quot;/&gt;&lt;/type&gt;&lt;/profile&gt;&lt;/OawDocProperty&gt;_x000d__x0009_&lt;OawBookmark name=&quot;CustomFieldGeschaeftsnummer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/OawBookmark&gt;_x000d__x0009_&lt;OawDocProperty name=&quot;Recipient.Fax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ax&quot;/&gt;&lt;/type&gt;&lt;/profile&gt;&lt;/OawDocProperty&gt;_x000d__x0009_&lt;OawDocProperty name=&quot;Doc.Nr&quot;&gt;&lt;profile type=&quot;default&quot; UID=&quot;&quot; sameAsDefault=&quot;0&quot;&gt;&lt;documentProperty UID=&quot;2003060614150123456789&quot; dataSourceUID=&quot;2003060614150123456789&quot;/&gt;&lt;type type=&quot;OawLanguage&quot;&gt;&lt;OawLanguage UID=&quot;Doc.Nr&quot;/&gt;&lt;/type&gt;&lt;/profile&gt;&lt;/OawDocProperty&gt;_x000d_&lt;/document&gt;_x000d_"/>
    <w:docVar w:name="OawDistributionEnabled" w:val="&lt;Profiles&gt;&lt;Distribution type=&quot;2&quot; UID=&quot;2012071211040398584942&quot;/&gt;&lt;Distribution type=&quot;2&quot; UID=&quot;2012071917401665157741&quot;/&gt;&lt;Distribution type=&quot;2&quot; UID=&quot;2012071211041187320553&quot;/&gt;&lt;Distribution type=&quot;2&quot; UID=&quot;2012071211041856201702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Function|DirectPhone|DirectFax|EMail|Name&quot;/&gt;&lt;profile type=&quot;default&quot; UID=&quot;&quot; sameAsDefault=&quot;0&quot;&gt;&lt;OawDocProperty name=&quot;Contactperson.Function&quot; field=&quot;Function&quot;/&gt;&lt;OawDocProperty name=&quot;Contactperson.DirectPhone&quot; field=&quot;DirectPhone&quot;/&gt;&lt;OawDocProperty name=&quot;Contactperson.DirectFax&quot; field=&quot;DirectFax&quot;/&gt;&lt;OawDocProperty name=&quot;Contactperson.EMail&quot; field=&quot;EMail&quot;/&gt;&lt;OawDocProperty name=&quot;Contactperson.Name&quot; field=&quot;Name&quot;/&gt;&lt;/profile&gt;&lt;/source&gt;"/>
    <w:docVar w:name="OawDocProp.2002122011014149059130932" w:val="&lt;source&gt;&lt;Fields List=&quot;OrganisationLevel1|OrganisationLevel2|OrganisationLevel3|AddressHead|Fax|Telephone|Email|AddressHead2|City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OawDocProperty name=&quot;Organisation.AddressHead&quot; field=&quot;AddressHead&quot;/&gt;&lt;OawDocProperty name=&quot;Organisation.Fax&quot; field=&quot;Fax&quot;/&gt;&lt;OawDocProperty name=&quot;Organisation.Telephone&quot; field=&quot;Telephone&quot;/&gt;&lt;OawDocProperty name=&quot;Organisation.Email&quot; field=&quot;Email&quot;/&gt;&lt;OawDocProperty name=&quot;Organisation.AddressHead2&quot; field=&quot;AddressHead2&quot;/&gt;&lt;OawDocProperty name=&quot;Organisation.City&quot; field=&quot;City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Fax&quot; field=&quot;Doc.Fax&quot;/&gt;&lt;OawDocProperty name=&quot;Doc.RRBNR&quot; field=&quot;Doc.RRBNR&quot;/&gt;&lt;OawDocProperty name=&quot;Doc.Rubrum&quot; field=&quot;Doc.Rubrum&quot;/&gt;&lt;OawDocProperty name=&quot;Doc.TitleBrackets&quot; field=&quot;Doc.TitleBrackets&quot;/&gt;&lt;OawDocProperty name=&quot;Doc.Sachverhalt&quot; field=&quot;Doc.Sachverhalt&quot;/&gt;&lt;OawDocProperty name=&quot;Doc.Erwaegungen&quot; field=&quot;Doc.Erwaegungen&quot;/&gt;&lt;OawDocProperty name=&quot;Doc.Beschluss&quot; field=&quot;Doc.Beschluss&quot;/&gt;&lt;OawDocProperty name=&quot;Doc.MitteilungDurchProtokollauszugAn&quot; field=&quot;Doc.MitteilungDurchProtokollauszugAn&quot;/&gt;&lt;OawDocProperty name=&quot;Doc.RegierungsratNidwalden&quot; field=&quot;Doc.RegierungsratNidwalden&quot;/&gt;&lt;OawDocProperty name=&quot;Doc.Landschreiber&quot; field=&quot;Doc.Landschreiber&quot;/&gt;&lt;OawDocProperty name=&quot;Doc.Nr&quot; field=&quot;Doc.Nr&quot;/&gt;&lt;/profile&gt;&lt;profile type=&quot;print&quot; UID=&quot;2012071211040398584942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print&quot; UID=&quot;2012071917401665157741&quot; sameAsDefault=&quot;0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profile&gt;&lt;profile type=&quot;print&quot; UID=&quot;2012071211041856201702&quot; sameAsDefault=&quot;0&quot;&gt;&lt;SQL&gt;SELECT Value, UID FROM Data WHERE LCID = '%WhereLCID%';&lt;/SQL&gt;&lt;OawDocProperty name=&quot;Doc.LetterHead&quot; field=&quot;Doc.LetterHead&quot;/&gt;&lt;/profile&gt;&lt;/source&gt;"/>
    <w:docVar w:name="OawDocProp.2003080714212273705547" w:val="&lt;source&gt;&lt;Fields List=&quot;EMail|Fax&quot;/&gt;&lt;profile type=&quot;default&quot; UID=&quot;&quot; sameAsDefault=&quot;0&quot;&gt;&lt;OawDocProperty name=&quot;Recipient.EMail&quot; field=&quot;EMail&quot;/&gt;&lt;OawDocProperty name=&quot;Recipient.Fax&quot; field=&quot;Fax&quot;/&gt;&lt;/profile&gt;&lt;/source&gt;"/>
    <w:docVar w:name="OawDocProp.2004112217333376588294" w:val="&lt;source&gt;&lt;Fields List=&quot;Distributor&quot;/&gt;&lt;profile type=&quot;default&quot; UID=&quot;&quot; sameAsDefault=&quot;0&quot;&gt;&lt;OawBookmark name=&quot;Distributor&quot; field=&quot;Distributor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G_Laufnummer|G_Signatur|Sitz_DatumMMMM&quot;/&gt;&lt;profile type=&quot;default&quot; UID=&quot;&quot; sameAsDefault=&quot;0&quot;&gt;&lt;OawDocProperty name=&quot;CMIdata.G_Laufnummer&quot; field=&quot;G_Laufnummer&quot;/&gt;&lt;OawDocProperty name=&quot;CMIdata.G_Signatur&quot; field=&quot;G_Signatur&quot;/&gt;&lt;OawDocProperty name=&quot;CMIdata.Sitz_DatumMMMM&quot; field=&quot;Sitz_DatumMMMM&quot;/&gt;&lt;/profile&gt;&lt;/source&gt;"/>
    <w:docVar w:name="OawDocPropSource" w:val="&lt;DocProps&gt;&lt;DocProp UID=&quot;2003080714212273705547&quot; EntryUID=&quot;2016112510405338291851&quot;&gt;&lt;Field Name=&quot;UID&quot; Value=&quot;2016112510405338291851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4112217333376588294&quot; EntryUID=&quot;0&quot;&gt;&lt;Field Name=&quot;UID&quot; Value=&quot;0&quot;/&gt;&lt;/DocProp&gt;&lt;DocProp UID=&quot;2002122011014149059130932&quot; EntryUID=&quot;2013102214021949429967&quot;&gt;&lt;Field Name=&quot;UID&quot; Value=&quot;2013102214021949429967&quot;/&gt;&lt;Field Name=&quot;IDName&quot; Value=&quot;Baudirektion&quot;/&gt;&lt;Field Name=&quot;OrganisationLevel1&quot; Value=&quot;Kanton Nidwalden&quot;/&gt;&lt;Field Name=&quot;OrganisationLevel2&quot; Value=&quot;Baudirektion&quot;/&gt;&lt;Field Name=&quot;OrganisationLevel3&quot; Value=&quot;&quot;/&gt;&lt;Field Name=&quot;AddressHead&quot; Value=&quot;Buochserstrasse 1, Postfach 1241, 6371 Stans&quot;/&gt;&lt;Field Name=&quot;AddressHead2&quot; Value=&quot;Telefon 041 618 72 02, www.nw.ch&quot;/&gt;&lt;Field Name=&quot;Address1&quot; Value=&quot;Kanton Nidwalden&quot;/&gt;&lt;Field Name=&quot;Address2&quot; Value=&quot;Baudirektion&quot;/&gt;&lt;Field Name=&quot;Address3&quot; Value=&quot;&quot;/&gt;&lt;Field Name=&quot;Address4&quot; Value=&quot;Buochserstrasse 1&quot;/&gt;&lt;Field Name=&quot;Address5&quot; Value=&quot;Postfach 1241&quot;/&gt;&lt;Field Name=&quot;Address6&quot; Value=&quot;6371 Stans&quot;/&gt;&lt;Field Name=&quot;AdressSingleLine&quot; Value=&quot;CH-6371 Stans, Buochserstrasse 1, Postfach 1241&quot;/&gt;&lt;Field Name=&quot;City&quot; Value=&quot;Stans&quot;/&gt;&lt;Field Name=&quot;Telephone&quot; Value=&quot;041 618 72 02&quot;/&gt;&lt;Field Name=&quot;Fax&quot; Value=&quot;&quot;/&gt;&lt;Field Name=&quot;Email&quot; Value=&quot;&quot;/&gt;&lt;Field Name=&quot;Internet&quot; Value=&quot;www.nw.ch&quot;/&gt;&lt;Field Name=&quot;EmailTextDisclaimer&quot; Value=&quot;Diese E-Mail enthält vertrauliche Informationen. Sie ist nur für den beabsichtigten Empfänger bestimmt. Bitte benachrichtigen Sie uns umgehend, falls Sie die E-Mail irrtümlich erhalten haben und löschen Sie sie unverzüglich. Besten Dank.&quot;/&gt;&lt;Field Name=&quot;WdA4LogoColorPortrait&quot; Value=&quot;%logos%\kt_nidwalden_col.2100.300.wmf&quot;/&gt;&lt;Field Name=&quot;WdA4LogoBlackWhitePortrait&quot; Value=&quot;%logos%\kt_nidwalden.bw.2100.300.wmf&quot;/&gt;&lt;Field Name=&quot;WdA4LogoColorQuer&quot; Value=&quot;%logos%\NW_Landscape_Color.2970.300.wmf&quot;/&gt;&lt;Field Name=&quot;WdA4LogoBlackWhiteQuer&quot; Value=&quot;%logos%\NW_Landscape_BW.2970.300.wmf&quot;/&gt;&lt;Field Name=&quot;PpLogoTitleSlides&quot; Value=&quot;%logos%\BD\BD_Pp_Panorama.png&quot;/&gt;&lt;Field Name=&quot;PpLogoLayout&quot; Value=&quot;%logos%\BD\Pp_Layout.png&quot;/&gt;&lt;Field Name=&quot;Data_UID&quot; Value=&quot;201310221402194942996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2003121817293296325874&quot;&gt;&lt;Field Name=&quot;UID&quot; Value=&quot;2003121817293296325874&quot;/&gt;&lt;Field Name=&quot;IDName&quot; Value=&quot;(Leer)&quot;/&gt;&lt;/DocProp&gt;&lt;DocProp UID=&quot;200212191811121321310321301031x&quot; EntryUID=&quot;2013121809213509252494&quot;&gt;&lt;Field Name=&quot;UID&quot; Value=&quot;2013121809213509252494&quot;/&gt;&lt;Field Name=&quot;IDName&quot; Value=&quot;Gander Kurt Projektleiter Kantonsstrassen&quot;/&gt;&lt;Field Name=&quot;Name&quot; Value=&quot;Kurt Gander&quot;/&gt;&lt;Field Name=&quot;DirectPhone&quot; Value=&quot;041 618 72 06&quot;/&gt;&lt;Field Name=&quot;DirectFax&quot; Value=&quot;&quot;/&gt;&lt;Field Name=&quot;Mobile&quot; Value=&quot;&quot;/&gt;&lt;Field Name=&quot;EMail&quot; Value=&quot;kurt.gander@nw.ch&quot;/&gt;&lt;Field Name=&quot;Function&quot; Value=&quot;Projektleiter Kantonsstrassen&quot;/&gt;&lt;Field Name=&quot;Initials&quot; Value=&quot;KGa&quot;/&gt;&lt;Field Name=&quot;Data_UID&quot; Value=&quot;2013121809213509252494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BDNW57&quot;&gt;&lt;Field Name=&quot;UID&quot; Value=&quot;BDNW57&quot;/&gt;&lt;Field Name=&quot;IDName&quot; Value=&quot;Niederberger Josef, Regierungsrat, BDNW57&quot;/&gt;&lt;Field Name=&quot;Name&quot; Value=&quot;Josef Niederberger&quot;/&gt;&lt;Field Name=&quot;DirectPhone&quot; Value=&quot;+41 41 618 72 00&quot;/&gt;&lt;Field Name=&quot;DirectFax&quot; Value=&quot;+41 41 618 72 25&quot;/&gt;&lt;Field Name=&quot;Mobile&quot; Value=&quot;+41 79 215 63 01&quot;/&gt;&lt;Field Name=&quot;EMail&quot; Value=&quot;josef.niederberger@nw.ch&quot;/&gt;&lt;Field Name=&quot;Function&quot; Value=&quot;Regierungsrat&quot;/&gt;&lt;Field Name=&quot;Initials&quot; Value=&quot;RJN&quot;/&gt;&lt;Field Name=&quot;Data_UID&quot; Value=&quot;BDNW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12050317055600000002&quot; EntryUID=&quot;2003121817293296325874&quot;&gt;&lt;Field Name=&quot;UID&quot; Value=&quot;2003121817293296325874&quot;/&gt;&lt;/DocProp&gt;&lt;DocProp UID=&quot;2010020409223900652065&quot; EntryUID=&quot;2003121817293296325874&quot;&gt;&lt;Field Name=&quot;UID&quot; Value=&quot;2003121817293296325874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8042614049874818468&quot; EntryUID=&quot;2003121817293296325874&quot;&gt;&lt;Field Name=&quot;UID&quot; Value=&quot;2003121817293296325874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NormalLinks&quot; Icon=&quot;3546&quot; Label=&quot;&amp;lt;translate&amp;gt;Style.NormalLinks&amp;lt;/translate&amp;gt;&quot; Command=&quot;StyleApply&quot; Parameter=&quot;Textkörper linksbündig&quot;/&gt;_x000d_&lt;Item Type=&quot;Button&quot; IDName=&quot;NormalLinksKeepTogether&quot; Icon=&quot;3546&quot; Label=&quot;&amp;lt;translate&amp;gt;Style.NormalLinksKeepTogether&amp;lt;/translate&amp;gt;&quot; Command=&quot;StyleApply&quot; Parameter=&quot;Text linksbündig zusammengehalten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Kursiv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RRBNR&quot; Icon=&quot;3546&quot; Label=&quot;&amp;lt;translate&amp;gt;Style.RRBNR&amp;lt;/translate&amp;gt;&quot; Command=&quot;StyleApply&quot; Parameter=&quot;RRBNR&quot;/&gt;_x000d_&lt;Item Type=&quot;Button&quot; IDName=&quot;Rubrum&quot; Icon=&quot;3546&quot; Label=&quot;&amp;lt;translate&amp;gt;Style.Rubrum&amp;lt;/translate&amp;gt;&quot; Command=&quot;StyleApply&quot; Parameter=&quot;Rubrum&quot;/&gt;_x000d_&lt;Item Type=&quot;Separator&quot;/&gt;_x000d_&lt;Item Type=&quot;Button&quot; IDName=&quot;HeadingBeschluss&quot; Icon=&quot;3546&quot; Label=&quot;&amp;lt;translate&amp;gt;Style.HeadingBeschluss&amp;lt;/translate&amp;gt;&quot; Command=&quot;StyleApply&quot; Parameter=&quot;Überschrift Beschluss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Verteiler&quot; Icon=&quot;3546&quot; Label=&quot;&amp;lt;translate&amp;gt;Style.ListVerteiler&amp;lt;/translate&amp;gt;&quot; Command=&quot;StyleApply&quot; Parameter=&quot;Verteiler&quot;/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Ziffern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tyles&quot;&gt;_x000d_&lt;Item Type=&quot;Button&quot; IDName=&quot;TableNormal&quot; Icon=&quot;3546&quot; Label=&quot;&amp;lt;translate&amp;gt;Style.TableNormal&amp;lt;/translate&amp;gt;&quot; Command=&quot;StyleApply&quot; Parameter=&quot;-106&quot;/&gt;_x000d_&lt;Item Type=&quot;Button&quot; IDName=&quot;TableStyle1&quot; Icon=&quot;3546&quot; Label=&quot;&amp;lt;translate&amp;gt;Style.Table1&amp;lt;/translate&amp;gt;&quot; Command=&quot;StyleApply&quot; Parameter=&quot;Tabellen Muster 1&quot;/&gt;_x000d_&lt;Item Type=&quot;Button&quot; IDName=&quot;TableStyle2&quot; Icon=&quot;3546&quot; Label=&quot;&amp;lt;translate&amp;gt;Style.Table2&amp;lt;/translate&amp;gt;&quot; Command=&quot;StyleApply&quot; Parameter=&quot;Tabellen Muster 2&quot;/&gt;_x000d_&lt;/Item&gt;_x000d_&lt;/MenusDef&gt;"/>
    <w:docVar w:name="OawNumPages" w:val="4"/>
    <w:docVar w:name="OawOMS" w:val="&lt;OawOMS&gt;&lt;send profileUID=&quot;2003010711200895123470110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0514401556040061&quot;&gt;&lt;word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save profileUID=&quot;2004062216425255253277&quot;&gt;&lt;word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/OawOMS&gt;_x000d_"/>
    <w:docVar w:name="oawPaperSize" w:val="7"/>
    <w:docVar w:name="OawPrint.2012071211040398584942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Print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.2012071211041856201702" w:val="&lt;source&gt;&lt;documentProperty UID=&quot;&quot;&gt;&lt;Fields List=&quot;&quot;/&gt;&lt;OawDocProperty name=&quot;Outputprofile.Internal&quot; field=&quot;&quot;/&gt;&lt;OawDocProperty name=&quot;Doc.Internal&quot; field=&quot;&quot;/&gt;&lt;/documentProperty&gt;&lt;documentProperty UID=&quot;2003060614150123456789&quot;&gt;&lt;SQL&gt;SELECT Value, UID FROM Data WHERE LCID = '%WhereLCID%';&lt;/SQL&gt;&lt;OawDocProperty name=&quot;Doc.LetterHead&quot; field=&quot;Doc.LetterHead&quot;/&gt;&lt;/documentProperty&gt;&lt;/source&gt;"/>
    <w:docVar w:name="OawPrint.2012071917401665157741" w:val="&lt;source&gt;&lt;documentProperty UID=&quot;2003060614150123456789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documentProperty&gt;&lt;documentProperty UID=&quot;&quot;&gt;&lt;Fields List=&quot;&quot;/&gt;&lt;OawDocProperty name=&quot;Doc.LetterHead&quot; field=&quot;&quot;/&gt;&lt;/documentProperty&gt;&lt;/source&gt;"/>
    <w:docVar w:name="OawPrinterTray.2012071211040398584942" w:val="&lt;empty/&gt;"/>
    <w:docVar w:name="OawPrintRestore.2012071211040398584942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211041856201702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91740166515774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ojectID" w:val="nwch"/>
    <w:docVar w:name="OawRecipients" w:val="&lt;Recipients&gt;&lt;Recipient&gt;&lt;UID&gt;2016112510405338291851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Sav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Send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1;DocumentTitle:=&lt;translate&gt;Template.RRB&lt;/translate&gt;;DisplayName:=&lt;translate&gt;Template.RRB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Rubrum&quot; Label=&quot;&amp;lt;translate&amp;gt;SmartTemplate.Rubrum&amp;lt;/translate&amp;gt;&quot; Style=&quot;Rubrum&quot;/&gt;_x000d_&lt;Bookmark Name=&quot;Text&quot; Label=&quot;&amp;lt;translate&amp;gt;SmartContent.Text&amp;lt;/translate&amp;gt;&quot; Style=&quot;-67&quot;/&gt;_x000d_&lt;Bookmark Name=&quot;Distributor&quot; Label=&quot;&amp;lt;translate&amp;gt;SmartContent.Distributor&amp;lt;/translate&amp;gt;&quot; Style=&quot;Verteiler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Rubrum&quot; Label=&quot;&amp;lt;translate&amp;gt;SmartTemplate.Rubrum&amp;lt;/translate&amp;gt;&quot; Style=&quot;Rubrum&quot;/&gt;_x000d_&lt;Bookmark Name=&quot;Text&quot; Label=&quot;&amp;lt;translate&amp;gt;SmartTemplate.Text&amp;lt;/translate&amp;gt;&quot; Style=&quot;-67&quot;/&gt;_x000d_&lt;Bookmark Name=&quot;Distributor&quot; Label=&quot;&amp;lt;translate&amp;gt;SmartTemplate.Distributor&amp;lt;/translate&amp;gt;&quot; Style=&quot;Verteiler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d097b83a-bb25-4af1-a6f5-2943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71211040398584942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7B34DE"/>
    <w:rsid w:val="00000F74"/>
    <w:rsid w:val="0000198A"/>
    <w:rsid w:val="00002F32"/>
    <w:rsid w:val="0000345C"/>
    <w:rsid w:val="00004022"/>
    <w:rsid w:val="00005752"/>
    <w:rsid w:val="00005AE9"/>
    <w:rsid w:val="000060FF"/>
    <w:rsid w:val="0001075B"/>
    <w:rsid w:val="000120E8"/>
    <w:rsid w:val="00013BA5"/>
    <w:rsid w:val="0001426B"/>
    <w:rsid w:val="00014965"/>
    <w:rsid w:val="00015C13"/>
    <w:rsid w:val="000200EC"/>
    <w:rsid w:val="00020257"/>
    <w:rsid w:val="00020D94"/>
    <w:rsid w:val="00020DA4"/>
    <w:rsid w:val="00020DCA"/>
    <w:rsid w:val="00023D0B"/>
    <w:rsid w:val="000240E8"/>
    <w:rsid w:val="00024D1E"/>
    <w:rsid w:val="00025FB9"/>
    <w:rsid w:val="000260A8"/>
    <w:rsid w:val="0002659D"/>
    <w:rsid w:val="000266DC"/>
    <w:rsid w:val="00026C4C"/>
    <w:rsid w:val="00026EBC"/>
    <w:rsid w:val="00027EBB"/>
    <w:rsid w:val="00030425"/>
    <w:rsid w:val="0003303B"/>
    <w:rsid w:val="00033F27"/>
    <w:rsid w:val="000344DF"/>
    <w:rsid w:val="0003462C"/>
    <w:rsid w:val="00034653"/>
    <w:rsid w:val="0003468C"/>
    <w:rsid w:val="0003568B"/>
    <w:rsid w:val="000368F2"/>
    <w:rsid w:val="000369F4"/>
    <w:rsid w:val="000404A9"/>
    <w:rsid w:val="00040FD6"/>
    <w:rsid w:val="00041E4E"/>
    <w:rsid w:val="0004275F"/>
    <w:rsid w:val="00042D67"/>
    <w:rsid w:val="00042E6A"/>
    <w:rsid w:val="00042EDB"/>
    <w:rsid w:val="00043865"/>
    <w:rsid w:val="0005055C"/>
    <w:rsid w:val="000513FE"/>
    <w:rsid w:val="000525B2"/>
    <w:rsid w:val="00055824"/>
    <w:rsid w:val="00055FA5"/>
    <w:rsid w:val="00062C3F"/>
    <w:rsid w:val="00063C61"/>
    <w:rsid w:val="00065D95"/>
    <w:rsid w:val="00066A3E"/>
    <w:rsid w:val="00066B74"/>
    <w:rsid w:val="00067247"/>
    <w:rsid w:val="00067F66"/>
    <w:rsid w:val="0007132E"/>
    <w:rsid w:val="000726CC"/>
    <w:rsid w:val="000732BC"/>
    <w:rsid w:val="00074BF4"/>
    <w:rsid w:val="00075103"/>
    <w:rsid w:val="00076DD2"/>
    <w:rsid w:val="00076E0D"/>
    <w:rsid w:val="0007729A"/>
    <w:rsid w:val="00080E23"/>
    <w:rsid w:val="000810C1"/>
    <w:rsid w:val="00083DB4"/>
    <w:rsid w:val="000842BF"/>
    <w:rsid w:val="00087DA9"/>
    <w:rsid w:val="000906F1"/>
    <w:rsid w:val="00090925"/>
    <w:rsid w:val="0009108A"/>
    <w:rsid w:val="00093F7A"/>
    <w:rsid w:val="00094848"/>
    <w:rsid w:val="00094E62"/>
    <w:rsid w:val="000953C8"/>
    <w:rsid w:val="0009628A"/>
    <w:rsid w:val="000967A5"/>
    <w:rsid w:val="00096E16"/>
    <w:rsid w:val="00097D44"/>
    <w:rsid w:val="000A0A7D"/>
    <w:rsid w:val="000A192D"/>
    <w:rsid w:val="000A1A72"/>
    <w:rsid w:val="000A3565"/>
    <w:rsid w:val="000A4967"/>
    <w:rsid w:val="000A576D"/>
    <w:rsid w:val="000A6044"/>
    <w:rsid w:val="000A67FE"/>
    <w:rsid w:val="000A6DA0"/>
    <w:rsid w:val="000A7BE1"/>
    <w:rsid w:val="000B0529"/>
    <w:rsid w:val="000B0B09"/>
    <w:rsid w:val="000B163D"/>
    <w:rsid w:val="000B1F2E"/>
    <w:rsid w:val="000B28D1"/>
    <w:rsid w:val="000B2AF8"/>
    <w:rsid w:val="000B3B9B"/>
    <w:rsid w:val="000B47DA"/>
    <w:rsid w:val="000B4BAC"/>
    <w:rsid w:val="000B5315"/>
    <w:rsid w:val="000B6049"/>
    <w:rsid w:val="000B61BC"/>
    <w:rsid w:val="000B78C8"/>
    <w:rsid w:val="000C1AF8"/>
    <w:rsid w:val="000C302B"/>
    <w:rsid w:val="000C3EA3"/>
    <w:rsid w:val="000C5DFB"/>
    <w:rsid w:val="000C6281"/>
    <w:rsid w:val="000C69AD"/>
    <w:rsid w:val="000C7002"/>
    <w:rsid w:val="000C7114"/>
    <w:rsid w:val="000C7D91"/>
    <w:rsid w:val="000D05D9"/>
    <w:rsid w:val="000D0991"/>
    <w:rsid w:val="000D0C14"/>
    <w:rsid w:val="000D2D44"/>
    <w:rsid w:val="000D35AA"/>
    <w:rsid w:val="000D3729"/>
    <w:rsid w:val="000D4C5D"/>
    <w:rsid w:val="000E006B"/>
    <w:rsid w:val="000E0E98"/>
    <w:rsid w:val="000E2397"/>
    <w:rsid w:val="000E2411"/>
    <w:rsid w:val="000E2B35"/>
    <w:rsid w:val="000E46CA"/>
    <w:rsid w:val="000E7B19"/>
    <w:rsid w:val="000F0C55"/>
    <w:rsid w:val="000F1FCF"/>
    <w:rsid w:val="000F20A2"/>
    <w:rsid w:val="000F3174"/>
    <w:rsid w:val="000F40B1"/>
    <w:rsid w:val="000F6A44"/>
    <w:rsid w:val="000F79CA"/>
    <w:rsid w:val="000F7CDD"/>
    <w:rsid w:val="00100419"/>
    <w:rsid w:val="001016BD"/>
    <w:rsid w:val="0010285E"/>
    <w:rsid w:val="00105106"/>
    <w:rsid w:val="00105406"/>
    <w:rsid w:val="0010544F"/>
    <w:rsid w:val="00106EAD"/>
    <w:rsid w:val="0011312B"/>
    <w:rsid w:val="00114989"/>
    <w:rsid w:val="00115ACD"/>
    <w:rsid w:val="00115D15"/>
    <w:rsid w:val="00117B7F"/>
    <w:rsid w:val="00121F03"/>
    <w:rsid w:val="001225DD"/>
    <w:rsid w:val="001263C6"/>
    <w:rsid w:val="001315E1"/>
    <w:rsid w:val="001349C9"/>
    <w:rsid w:val="00135ABD"/>
    <w:rsid w:val="00136159"/>
    <w:rsid w:val="0013649A"/>
    <w:rsid w:val="001369D3"/>
    <w:rsid w:val="00137978"/>
    <w:rsid w:val="00140419"/>
    <w:rsid w:val="00144536"/>
    <w:rsid w:val="001453E9"/>
    <w:rsid w:val="00146E90"/>
    <w:rsid w:val="001474BD"/>
    <w:rsid w:val="00152A66"/>
    <w:rsid w:val="001543B5"/>
    <w:rsid w:val="00155222"/>
    <w:rsid w:val="001616D0"/>
    <w:rsid w:val="00163DC2"/>
    <w:rsid w:val="00164F09"/>
    <w:rsid w:val="001663DE"/>
    <w:rsid w:val="0016665D"/>
    <w:rsid w:val="00166988"/>
    <w:rsid w:val="001671C9"/>
    <w:rsid w:val="00167FDE"/>
    <w:rsid w:val="00174704"/>
    <w:rsid w:val="00174E84"/>
    <w:rsid w:val="00180EEF"/>
    <w:rsid w:val="00181B77"/>
    <w:rsid w:val="001830DF"/>
    <w:rsid w:val="00185FB8"/>
    <w:rsid w:val="00186D97"/>
    <w:rsid w:val="00186EB4"/>
    <w:rsid w:val="00187143"/>
    <w:rsid w:val="00190208"/>
    <w:rsid w:val="00191544"/>
    <w:rsid w:val="00192B01"/>
    <w:rsid w:val="00192FA4"/>
    <w:rsid w:val="00195358"/>
    <w:rsid w:val="001969C4"/>
    <w:rsid w:val="00196BB2"/>
    <w:rsid w:val="001970BF"/>
    <w:rsid w:val="0019735F"/>
    <w:rsid w:val="0019756F"/>
    <w:rsid w:val="001A081F"/>
    <w:rsid w:val="001A0D83"/>
    <w:rsid w:val="001A252F"/>
    <w:rsid w:val="001A321F"/>
    <w:rsid w:val="001A3954"/>
    <w:rsid w:val="001A3F3C"/>
    <w:rsid w:val="001A58CB"/>
    <w:rsid w:val="001A61C0"/>
    <w:rsid w:val="001A65A2"/>
    <w:rsid w:val="001A6DB2"/>
    <w:rsid w:val="001A710C"/>
    <w:rsid w:val="001B0870"/>
    <w:rsid w:val="001B134C"/>
    <w:rsid w:val="001B1F94"/>
    <w:rsid w:val="001B3BBB"/>
    <w:rsid w:val="001B503E"/>
    <w:rsid w:val="001B62AB"/>
    <w:rsid w:val="001B74D6"/>
    <w:rsid w:val="001C3374"/>
    <w:rsid w:val="001C545E"/>
    <w:rsid w:val="001C6741"/>
    <w:rsid w:val="001C7578"/>
    <w:rsid w:val="001D065A"/>
    <w:rsid w:val="001D0672"/>
    <w:rsid w:val="001D176F"/>
    <w:rsid w:val="001D2FCB"/>
    <w:rsid w:val="001D471B"/>
    <w:rsid w:val="001D5F55"/>
    <w:rsid w:val="001D6FB1"/>
    <w:rsid w:val="001E178B"/>
    <w:rsid w:val="001E2382"/>
    <w:rsid w:val="001E3D6E"/>
    <w:rsid w:val="001E40E7"/>
    <w:rsid w:val="001E78C9"/>
    <w:rsid w:val="001F0435"/>
    <w:rsid w:val="001F1A28"/>
    <w:rsid w:val="001F1A8C"/>
    <w:rsid w:val="001F1B14"/>
    <w:rsid w:val="001F308D"/>
    <w:rsid w:val="001F339C"/>
    <w:rsid w:val="001F37BC"/>
    <w:rsid w:val="001F39C5"/>
    <w:rsid w:val="001F3E09"/>
    <w:rsid w:val="001F461E"/>
    <w:rsid w:val="001F5040"/>
    <w:rsid w:val="001F5E19"/>
    <w:rsid w:val="001F689D"/>
    <w:rsid w:val="0020075A"/>
    <w:rsid w:val="00203AB2"/>
    <w:rsid w:val="00203F3A"/>
    <w:rsid w:val="00204A7D"/>
    <w:rsid w:val="002067A2"/>
    <w:rsid w:val="00207F9E"/>
    <w:rsid w:val="00210573"/>
    <w:rsid w:val="00210BF0"/>
    <w:rsid w:val="002115FE"/>
    <w:rsid w:val="0021387F"/>
    <w:rsid w:val="00214046"/>
    <w:rsid w:val="002141D8"/>
    <w:rsid w:val="00215003"/>
    <w:rsid w:val="00215921"/>
    <w:rsid w:val="00216CC3"/>
    <w:rsid w:val="002223AA"/>
    <w:rsid w:val="0022436B"/>
    <w:rsid w:val="0022627B"/>
    <w:rsid w:val="00227978"/>
    <w:rsid w:val="00227CB1"/>
    <w:rsid w:val="00227F63"/>
    <w:rsid w:val="00231456"/>
    <w:rsid w:val="002315B5"/>
    <w:rsid w:val="00232405"/>
    <w:rsid w:val="002360E0"/>
    <w:rsid w:val="00236E0E"/>
    <w:rsid w:val="00237438"/>
    <w:rsid w:val="00237EFA"/>
    <w:rsid w:val="002433FE"/>
    <w:rsid w:val="002442B2"/>
    <w:rsid w:val="00245953"/>
    <w:rsid w:val="00245FA8"/>
    <w:rsid w:val="002477D6"/>
    <w:rsid w:val="00250B7C"/>
    <w:rsid w:val="00250EB0"/>
    <w:rsid w:val="002531CB"/>
    <w:rsid w:val="00253584"/>
    <w:rsid w:val="00253748"/>
    <w:rsid w:val="00254179"/>
    <w:rsid w:val="002543F6"/>
    <w:rsid w:val="00254F8D"/>
    <w:rsid w:val="0025539C"/>
    <w:rsid w:val="00255AEB"/>
    <w:rsid w:val="002571B1"/>
    <w:rsid w:val="0026048A"/>
    <w:rsid w:val="00261A9E"/>
    <w:rsid w:val="00262462"/>
    <w:rsid w:val="00262E39"/>
    <w:rsid w:val="002645DC"/>
    <w:rsid w:val="00270CEA"/>
    <w:rsid w:val="00271915"/>
    <w:rsid w:val="00271D2E"/>
    <w:rsid w:val="00272078"/>
    <w:rsid w:val="00274DC9"/>
    <w:rsid w:val="00276705"/>
    <w:rsid w:val="00276D1B"/>
    <w:rsid w:val="00281E5E"/>
    <w:rsid w:val="00283038"/>
    <w:rsid w:val="00283775"/>
    <w:rsid w:val="00286113"/>
    <w:rsid w:val="00290397"/>
    <w:rsid w:val="00290654"/>
    <w:rsid w:val="00291A1E"/>
    <w:rsid w:val="002924D4"/>
    <w:rsid w:val="00295169"/>
    <w:rsid w:val="00297FD1"/>
    <w:rsid w:val="002A012B"/>
    <w:rsid w:val="002A0CC2"/>
    <w:rsid w:val="002A1646"/>
    <w:rsid w:val="002A2DC5"/>
    <w:rsid w:val="002A2F5C"/>
    <w:rsid w:val="002A53C0"/>
    <w:rsid w:val="002A688E"/>
    <w:rsid w:val="002A71A5"/>
    <w:rsid w:val="002A7AED"/>
    <w:rsid w:val="002A7EA6"/>
    <w:rsid w:val="002B247C"/>
    <w:rsid w:val="002B3964"/>
    <w:rsid w:val="002B3C28"/>
    <w:rsid w:val="002B41C7"/>
    <w:rsid w:val="002B769D"/>
    <w:rsid w:val="002C1827"/>
    <w:rsid w:val="002C1FD8"/>
    <w:rsid w:val="002C2085"/>
    <w:rsid w:val="002C4BC5"/>
    <w:rsid w:val="002C64C6"/>
    <w:rsid w:val="002C6E33"/>
    <w:rsid w:val="002C6F3A"/>
    <w:rsid w:val="002C7A3E"/>
    <w:rsid w:val="002D1940"/>
    <w:rsid w:val="002D4E94"/>
    <w:rsid w:val="002D53C4"/>
    <w:rsid w:val="002D6103"/>
    <w:rsid w:val="002D767D"/>
    <w:rsid w:val="002E0561"/>
    <w:rsid w:val="002E0A53"/>
    <w:rsid w:val="002E0B33"/>
    <w:rsid w:val="002E191C"/>
    <w:rsid w:val="002E31A1"/>
    <w:rsid w:val="002E3E2F"/>
    <w:rsid w:val="002E54A8"/>
    <w:rsid w:val="002F0BDA"/>
    <w:rsid w:val="002F1F7A"/>
    <w:rsid w:val="002F32AA"/>
    <w:rsid w:val="00300D10"/>
    <w:rsid w:val="00301421"/>
    <w:rsid w:val="00302183"/>
    <w:rsid w:val="003032C3"/>
    <w:rsid w:val="003059F8"/>
    <w:rsid w:val="003060EE"/>
    <w:rsid w:val="003076E7"/>
    <w:rsid w:val="00307F1D"/>
    <w:rsid w:val="003102E9"/>
    <w:rsid w:val="00311C41"/>
    <w:rsid w:val="0031355E"/>
    <w:rsid w:val="00313D41"/>
    <w:rsid w:val="00314726"/>
    <w:rsid w:val="00314A4C"/>
    <w:rsid w:val="00315936"/>
    <w:rsid w:val="00317595"/>
    <w:rsid w:val="00317A5B"/>
    <w:rsid w:val="0032061B"/>
    <w:rsid w:val="0032113E"/>
    <w:rsid w:val="00322BE7"/>
    <w:rsid w:val="00322D36"/>
    <w:rsid w:val="00323066"/>
    <w:rsid w:val="00323580"/>
    <w:rsid w:val="003237F6"/>
    <w:rsid w:val="00323AA6"/>
    <w:rsid w:val="003278CF"/>
    <w:rsid w:val="003305A4"/>
    <w:rsid w:val="0033200C"/>
    <w:rsid w:val="003330C1"/>
    <w:rsid w:val="00333C38"/>
    <w:rsid w:val="00334F18"/>
    <w:rsid w:val="00335B07"/>
    <w:rsid w:val="003360B2"/>
    <w:rsid w:val="00341116"/>
    <w:rsid w:val="0034319E"/>
    <w:rsid w:val="00345C74"/>
    <w:rsid w:val="00345EF6"/>
    <w:rsid w:val="00346AC7"/>
    <w:rsid w:val="0035196D"/>
    <w:rsid w:val="00351F91"/>
    <w:rsid w:val="00353345"/>
    <w:rsid w:val="003554C2"/>
    <w:rsid w:val="00356772"/>
    <w:rsid w:val="003569CA"/>
    <w:rsid w:val="00357B7E"/>
    <w:rsid w:val="003610CC"/>
    <w:rsid w:val="00362BD7"/>
    <w:rsid w:val="00363860"/>
    <w:rsid w:val="00363E9B"/>
    <w:rsid w:val="00364555"/>
    <w:rsid w:val="00364BD2"/>
    <w:rsid w:val="003709F4"/>
    <w:rsid w:val="003716CE"/>
    <w:rsid w:val="003717D6"/>
    <w:rsid w:val="00375C6E"/>
    <w:rsid w:val="00376493"/>
    <w:rsid w:val="00380954"/>
    <w:rsid w:val="00383650"/>
    <w:rsid w:val="00386E22"/>
    <w:rsid w:val="00391EF1"/>
    <w:rsid w:val="003921F8"/>
    <w:rsid w:val="00392C85"/>
    <w:rsid w:val="0039335A"/>
    <w:rsid w:val="003936E7"/>
    <w:rsid w:val="003945CD"/>
    <w:rsid w:val="00396159"/>
    <w:rsid w:val="003A0AEA"/>
    <w:rsid w:val="003A0B27"/>
    <w:rsid w:val="003A293A"/>
    <w:rsid w:val="003A362F"/>
    <w:rsid w:val="003A4B4A"/>
    <w:rsid w:val="003A4BBD"/>
    <w:rsid w:val="003A5C7A"/>
    <w:rsid w:val="003A70E7"/>
    <w:rsid w:val="003B0E97"/>
    <w:rsid w:val="003B3CE2"/>
    <w:rsid w:val="003B4BB4"/>
    <w:rsid w:val="003B5658"/>
    <w:rsid w:val="003B66F7"/>
    <w:rsid w:val="003B7E8B"/>
    <w:rsid w:val="003C02ED"/>
    <w:rsid w:val="003C0809"/>
    <w:rsid w:val="003C103D"/>
    <w:rsid w:val="003C2911"/>
    <w:rsid w:val="003C575B"/>
    <w:rsid w:val="003C7030"/>
    <w:rsid w:val="003D019C"/>
    <w:rsid w:val="003D02E0"/>
    <w:rsid w:val="003D0CF6"/>
    <w:rsid w:val="003D0D6E"/>
    <w:rsid w:val="003D0F26"/>
    <w:rsid w:val="003D492A"/>
    <w:rsid w:val="003D5369"/>
    <w:rsid w:val="003D6122"/>
    <w:rsid w:val="003E21D9"/>
    <w:rsid w:val="003E3493"/>
    <w:rsid w:val="003E3818"/>
    <w:rsid w:val="003E46AD"/>
    <w:rsid w:val="003E4F02"/>
    <w:rsid w:val="003E50D0"/>
    <w:rsid w:val="003E7420"/>
    <w:rsid w:val="003F003E"/>
    <w:rsid w:val="003F1992"/>
    <w:rsid w:val="003F33C4"/>
    <w:rsid w:val="003F3510"/>
    <w:rsid w:val="003F5927"/>
    <w:rsid w:val="003F5C10"/>
    <w:rsid w:val="003F79F9"/>
    <w:rsid w:val="00400716"/>
    <w:rsid w:val="004076A9"/>
    <w:rsid w:val="00410FA6"/>
    <w:rsid w:val="004113A1"/>
    <w:rsid w:val="004114DA"/>
    <w:rsid w:val="004140F0"/>
    <w:rsid w:val="00415FE6"/>
    <w:rsid w:val="004170E7"/>
    <w:rsid w:val="004173AA"/>
    <w:rsid w:val="00417C26"/>
    <w:rsid w:val="004211D9"/>
    <w:rsid w:val="00422101"/>
    <w:rsid w:val="004259D3"/>
    <w:rsid w:val="004279A6"/>
    <w:rsid w:val="00434F2E"/>
    <w:rsid w:val="0043661F"/>
    <w:rsid w:val="004370E3"/>
    <w:rsid w:val="004413BB"/>
    <w:rsid w:val="00441CB9"/>
    <w:rsid w:val="004424B7"/>
    <w:rsid w:val="00443917"/>
    <w:rsid w:val="00443D70"/>
    <w:rsid w:val="004472F7"/>
    <w:rsid w:val="0045035C"/>
    <w:rsid w:val="00454F0E"/>
    <w:rsid w:val="0045562A"/>
    <w:rsid w:val="00456F18"/>
    <w:rsid w:val="00461111"/>
    <w:rsid w:val="00461610"/>
    <w:rsid w:val="00464EC4"/>
    <w:rsid w:val="00465645"/>
    <w:rsid w:val="00466BC4"/>
    <w:rsid w:val="00467057"/>
    <w:rsid w:val="004674C1"/>
    <w:rsid w:val="004675FC"/>
    <w:rsid w:val="00470DC4"/>
    <w:rsid w:val="00471F9F"/>
    <w:rsid w:val="0047417C"/>
    <w:rsid w:val="0047471B"/>
    <w:rsid w:val="00474CC0"/>
    <w:rsid w:val="00476AD0"/>
    <w:rsid w:val="00477F5E"/>
    <w:rsid w:val="00482261"/>
    <w:rsid w:val="00482BB2"/>
    <w:rsid w:val="004857F6"/>
    <w:rsid w:val="00485BEE"/>
    <w:rsid w:val="00486D68"/>
    <w:rsid w:val="004870F2"/>
    <w:rsid w:val="004913B4"/>
    <w:rsid w:val="0049151D"/>
    <w:rsid w:val="004916F2"/>
    <w:rsid w:val="00492707"/>
    <w:rsid w:val="0049328F"/>
    <w:rsid w:val="00493867"/>
    <w:rsid w:val="00493944"/>
    <w:rsid w:val="004946F5"/>
    <w:rsid w:val="00494AD2"/>
    <w:rsid w:val="00495387"/>
    <w:rsid w:val="00496494"/>
    <w:rsid w:val="004975B4"/>
    <w:rsid w:val="004A1729"/>
    <w:rsid w:val="004A18B7"/>
    <w:rsid w:val="004A2E41"/>
    <w:rsid w:val="004A496C"/>
    <w:rsid w:val="004A5051"/>
    <w:rsid w:val="004A56DF"/>
    <w:rsid w:val="004A672B"/>
    <w:rsid w:val="004A67E9"/>
    <w:rsid w:val="004A6C93"/>
    <w:rsid w:val="004A6F67"/>
    <w:rsid w:val="004A7581"/>
    <w:rsid w:val="004B0911"/>
    <w:rsid w:val="004B11AE"/>
    <w:rsid w:val="004B12EB"/>
    <w:rsid w:val="004B1B5E"/>
    <w:rsid w:val="004B3AED"/>
    <w:rsid w:val="004B59FA"/>
    <w:rsid w:val="004B709F"/>
    <w:rsid w:val="004B739B"/>
    <w:rsid w:val="004C05DA"/>
    <w:rsid w:val="004C0B2D"/>
    <w:rsid w:val="004C13C3"/>
    <w:rsid w:val="004C276C"/>
    <w:rsid w:val="004C47DD"/>
    <w:rsid w:val="004C4E71"/>
    <w:rsid w:val="004D2C2A"/>
    <w:rsid w:val="004D5040"/>
    <w:rsid w:val="004D550A"/>
    <w:rsid w:val="004D6667"/>
    <w:rsid w:val="004D66EF"/>
    <w:rsid w:val="004D73CF"/>
    <w:rsid w:val="004D7CBD"/>
    <w:rsid w:val="004D7DBC"/>
    <w:rsid w:val="004E1981"/>
    <w:rsid w:val="004E734F"/>
    <w:rsid w:val="004F2EB7"/>
    <w:rsid w:val="004F3181"/>
    <w:rsid w:val="004F3463"/>
    <w:rsid w:val="004F4062"/>
    <w:rsid w:val="004F4132"/>
    <w:rsid w:val="004F45FE"/>
    <w:rsid w:val="004F4C96"/>
    <w:rsid w:val="004F543D"/>
    <w:rsid w:val="004F5733"/>
    <w:rsid w:val="004F5DA0"/>
    <w:rsid w:val="004F6EB8"/>
    <w:rsid w:val="004F7477"/>
    <w:rsid w:val="0050078B"/>
    <w:rsid w:val="00502907"/>
    <w:rsid w:val="0050340B"/>
    <w:rsid w:val="00504A52"/>
    <w:rsid w:val="00506F54"/>
    <w:rsid w:val="00511495"/>
    <w:rsid w:val="00514589"/>
    <w:rsid w:val="00520136"/>
    <w:rsid w:val="00522C38"/>
    <w:rsid w:val="0052420E"/>
    <w:rsid w:val="00524861"/>
    <w:rsid w:val="00524E39"/>
    <w:rsid w:val="0052514C"/>
    <w:rsid w:val="005262DD"/>
    <w:rsid w:val="00527236"/>
    <w:rsid w:val="00527ABE"/>
    <w:rsid w:val="00527DCE"/>
    <w:rsid w:val="0053372A"/>
    <w:rsid w:val="005343A6"/>
    <w:rsid w:val="00534CD8"/>
    <w:rsid w:val="00534DE0"/>
    <w:rsid w:val="00536CA7"/>
    <w:rsid w:val="005411E2"/>
    <w:rsid w:val="005435A2"/>
    <w:rsid w:val="00545844"/>
    <w:rsid w:val="005460F8"/>
    <w:rsid w:val="00546A8A"/>
    <w:rsid w:val="00547909"/>
    <w:rsid w:val="00547C22"/>
    <w:rsid w:val="0055005A"/>
    <w:rsid w:val="0055054B"/>
    <w:rsid w:val="00550F8A"/>
    <w:rsid w:val="00551EAF"/>
    <w:rsid w:val="005529F2"/>
    <w:rsid w:val="00553C5A"/>
    <w:rsid w:val="00553CD3"/>
    <w:rsid w:val="00553FED"/>
    <w:rsid w:val="005550BD"/>
    <w:rsid w:val="00555522"/>
    <w:rsid w:val="00556198"/>
    <w:rsid w:val="00557113"/>
    <w:rsid w:val="0056022F"/>
    <w:rsid w:val="00561673"/>
    <w:rsid w:val="00561723"/>
    <w:rsid w:val="00561F37"/>
    <w:rsid w:val="00562CC0"/>
    <w:rsid w:val="00563000"/>
    <w:rsid w:val="00564ECD"/>
    <w:rsid w:val="00565EB9"/>
    <w:rsid w:val="00566F16"/>
    <w:rsid w:val="0056736C"/>
    <w:rsid w:val="00570F2B"/>
    <w:rsid w:val="005739A2"/>
    <w:rsid w:val="00573C8B"/>
    <w:rsid w:val="0058076B"/>
    <w:rsid w:val="00581DC4"/>
    <w:rsid w:val="00584454"/>
    <w:rsid w:val="005844C9"/>
    <w:rsid w:val="00584CAA"/>
    <w:rsid w:val="00586277"/>
    <w:rsid w:val="00591C83"/>
    <w:rsid w:val="00595CAB"/>
    <w:rsid w:val="00597735"/>
    <w:rsid w:val="005A0091"/>
    <w:rsid w:val="005A1ED2"/>
    <w:rsid w:val="005A2477"/>
    <w:rsid w:val="005B0ADF"/>
    <w:rsid w:val="005B220F"/>
    <w:rsid w:val="005B2294"/>
    <w:rsid w:val="005B3366"/>
    <w:rsid w:val="005B3DE1"/>
    <w:rsid w:val="005B706C"/>
    <w:rsid w:val="005C1B96"/>
    <w:rsid w:val="005C213F"/>
    <w:rsid w:val="005C3C3B"/>
    <w:rsid w:val="005C591F"/>
    <w:rsid w:val="005D1940"/>
    <w:rsid w:val="005D1EC2"/>
    <w:rsid w:val="005D2BF3"/>
    <w:rsid w:val="005D5436"/>
    <w:rsid w:val="005D67D3"/>
    <w:rsid w:val="005D6DA9"/>
    <w:rsid w:val="005D7787"/>
    <w:rsid w:val="005E0077"/>
    <w:rsid w:val="005E0D1E"/>
    <w:rsid w:val="005E110D"/>
    <w:rsid w:val="005E1F01"/>
    <w:rsid w:val="005E2872"/>
    <w:rsid w:val="005E346B"/>
    <w:rsid w:val="005E3C1B"/>
    <w:rsid w:val="005E7427"/>
    <w:rsid w:val="005E7E3B"/>
    <w:rsid w:val="005F144A"/>
    <w:rsid w:val="005F1F51"/>
    <w:rsid w:val="005F2303"/>
    <w:rsid w:val="005F38F1"/>
    <w:rsid w:val="005F3B0E"/>
    <w:rsid w:val="005F40AD"/>
    <w:rsid w:val="005F4EFB"/>
    <w:rsid w:val="005F7074"/>
    <w:rsid w:val="005F7865"/>
    <w:rsid w:val="00600D0C"/>
    <w:rsid w:val="00602E83"/>
    <w:rsid w:val="00603E57"/>
    <w:rsid w:val="0060464E"/>
    <w:rsid w:val="00604913"/>
    <w:rsid w:val="0060506E"/>
    <w:rsid w:val="00605D94"/>
    <w:rsid w:val="006064E8"/>
    <w:rsid w:val="0060722D"/>
    <w:rsid w:val="00607715"/>
    <w:rsid w:val="006137EB"/>
    <w:rsid w:val="00614CD9"/>
    <w:rsid w:val="00616AE5"/>
    <w:rsid w:val="00620BF3"/>
    <w:rsid w:val="00620C22"/>
    <w:rsid w:val="00624B72"/>
    <w:rsid w:val="00624E90"/>
    <w:rsid w:val="0062594C"/>
    <w:rsid w:val="00630CD1"/>
    <w:rsid w:val="00630D29"/>
    <w:rsid w:val="00630D63"/>
    <w:rsid w:val="00631BB0"/>
    <w:rsid w:val="0063203D"/>
    <w:rsid w:val="00632FCB"/>
    <w:rsid w:val="0063352C"/>
    <w:rsid w:val="00634497"/>
    <w:rsid w:val="00634C2C"/>
    <w:rsid w:val="00635039"/>
    <w:rsid w:val="00635B2F"/>
    <w:rsid w:val="00635C7B"/>
    <w:rsid w:val="0063649E"/>
    <w:rsid w:val="00637724"/>
    <w:rsid w:val="00641285"/>
    <w:rsid w:val="0064233C"/>
    <w:rsid w:val="00642964"/>
    <w:rsid w:val="006436E2"/>
    <w:rsid w:val="00643C75"/>
    <w:rsid w:val="00643E84"/>
    <w:rsid w:val="00643ED6"/>
    <w:rsid w:val="006441D4"/>
    <w:rsid w:val="006443AF"/>
    <w:rsid w:val="006445C9"/>
    <w:rsid w:val="00644A4A"/>
    <w:rsid w:val="006468DF"/>
    <w:rsid w:val="00651F40"/>
    <w:rsid w:val="006537DA"/>
    <w:rsid w:val="00653FC4"/>
    <w:rsid w:val="00654829"/>
    <w:rsid w:val="00655AEF"/>
    <w:rsid w:val="00655AF3"/>
    <w:rsid w:val="00657A34"/>
    <w:rsid w:val="00657BEA"/>
    <w:rsid w:val="006603C0"/>
    <w:rsid w:val="0066323F"/>
    <w:rsid w:val="00663D86"/>
    <w:rsid w:val="006652C2"/>
    <w:rsid w:val="00665FFA"/>
    <w:rsid w:val="00666B23"/>
    <w:rsid w:val="00667D18"/>
    <w:rsid w:val="00667F5B"/>
    <w:rsid w:val="006707F8"/>
    <w:rsid w:val="00670C5B"/>
    <w:rsid w:val="00670EE9"/>
    <w:rsid w:val="00672916"/>
    <w:rsid w:val="00673D9A"/>
    <w:rsid w:val="00674D29"/>
    <w:rsid w:val="0067500D"/>
    <w:rsid w:val="00676F60"/>
    <w:rsid w:val="0067723A"/>
    <w:rsid w:val="006777B7"/>
    <w:rsid w:val="0067781F"/>
    <w:rsid w:val="006804AC"/>
    <w:rsid w:val="00680C31"/>
    <w:rsid w:val="00681715"/>
    <w:rsid w:val="006822C0"/>
    <w:rsid w:val="006831D7"/>
    <w:rsid w:val="006836C1"/>
    <w:rsid w:val="006847AB"/>
    <w:rsid w:val="00685C48"/>
    <w:rsid w:val="00686CFA"/>
    <w:rsid w:val="0069034D"/>
    <w:rsid w:val="006919A6"/>
    <w:rsid w:val="006933F8"/>
    <w:rsid w:val="0069340B"/>
    <w:rsid w:val="00694893"/>
    <w:rsid w:val="00695B82"/>
    <w:rsid w:val="006963C0"/>
    <w:rsid w:val="006968E6"/>
    <w:rsid w:val="00696C16"/>
    <w:rsid w:val="006A0671"/>
    <w:rsid w:val="006A27FE"/>
    <w:rsid w:val="006A4CDC"/>
    <w:rsid w:val="006A560C"/>
    <w:rsid w:val="006A5E00"/>
    <w:rsid w:val="006A62EE"/>
    <w:rsid w:val="006A7C47"/>
    <w:rsid w:val="006B09B3"/>
    <w:rsid w:val="006B131C"/>
    <w:rsid w:val="006B1740"/>
    <w:rsid w:val="006B2E5A"/>
    <w:rsid w:val="006B3A03"/>
    <w:rsid w:val="006B443C"/>
    <w:rsid w:val="006B575E"/>
    <w:rsid w:val="006C0C3A"/>
    <w:rsid w:val="006C1A52"/>
    <w:rsid w:val="006C2422"/>
    <w:rsid w:val="006C47E0"/>
    <w:rsid w:val="006C5653"/>
    <w:rsid w:val="006C748F"/>
    <w:rsid w:val="006D0791"/>
    <w:rsid w:val="006D1EE0"/>
    <w:rsid w:val="006D2349"/>
    <w:rsid w:val="006D276A"/>
    <w:rsid w:val="006D4881"/>
    <w:rsid w:val="006D519A"/>
    <w:rsid w:val="006D5655"/>
    <w:rsid w:val="006E08D2"/>
    <w:rsid w:val="006E15D3"/>
    <w:rsid w:val="006E2AE9"/>
    <w:rsid w:val="006E5163"/>
    <w:rsid w:val="006E599E"/>
    <w:rsid w:val="006E7577"/>
    <w:rsid w:val="006F0C51"/>
    <w:rsid w:val="006F17C1"/>
    <w:rsid w:val="006F382C"/>
    <w:rsid w:val="006F555B"/>
    <w:rsid w:val="006F6C38"/>
    <w:rsid w:val="006F6E32"/>
    <w:rsid w:val="00700A10"/>
    <w:rsid w:val="007038E4"/>
    <w:rsid w:val="00705C82"/>
    <w:rsid w:val="00706FA1"/>
    <w:rsid w:val="007103D1"/>
    <w:rsid w:val="007108C8"/>
    <w:rsid w:val="00710A52"/>
    <w:rsid w:val="0071111E"/>
    <w:rsid w:val="00711B94"/>
    <w:rsid w:val="00711EE8"/>
    <w:rsid w:val="00712209"/>
    <w:rsid w:val="007125C0"/>
    <w:rsid w:val="00712A32"/>
    <w:rsid w:val="00712D76"/>
    <w:rsid w:val="007130FE"/>
    <w:rsid w:val="00713BDD"/>
    <w:rsid w:val="00714405"/>
    <w:rsid w:val="00715360"/>
    <w:rsid w:val="007155F1"/>
    <w:rsid w:val="00715688"/>
    <w:rsid w:val="007162FB"/>
    <w:rsid w:val="007200CC"/>
    <w:rsid w:val="00722CF5"/>
    <w:rsid w:val="007230F0"/>
    <w:rsid w:val="007233D8"/>
    <w:rsid w:val="00723F9C"/>
    <w:rsid w:val="007253F2"/>
    <w:rsid w:val="00725475"/>
    <w:rsid w:val="00727295"/>
    <w:rsid w:val="00730739"/>
    <w:rsid w:val="00730FCB"/>
    <w:rsid w:val="0073184B"/>
    <w:rsid w:val="00732756"/>
    <w:rsid w:val="007342F3"/>
    <w:rsid w:val="00735D99"/>
    <w:rsid w:val="00740209"/>
    <w:rsid w:val="00740B36"/>
    <w:rsid w:val="007417FE"/>
    <w:rsid w:val="00743378"/>
    <w:rsid w:val="007437E7"/>
    <w:rsid w:val="007467BD"/>
    <w:rsid w:val="00746C9E"/>
    <w:rsid w:val="00746D1A"/>
    <w:rsid w:val="00747D30"/>
    <w:rsid w:val="00750084"/>
    <w:rsid w:val="00752EC0"/>
    <w:rsid w:val="00753CA8"/>
    <w:rsid w:val="00753EAA"/>
    <w:rsid w:val="0075607F"/>
    <w:rsid w:val="00763442"/>
    <w:rsid w:val="00763D80"/>
    <w:rsid w:val="007644BB"/>
    <w:rsid w:val="007645B7"/>
    <w:rsid w:val="00766C4B"/>
    <w:rsid w:val="00766F40"/>
    <w:rsid w:val="007670A3"/>
    <w:rsid w:val="0076756D"/>
    <w:rsid w:val="007708B7"/>
    <w:rsid w:val="007728E4"/>
    <w:rsid w:val="00773D4A"/>
    <w:rsid w:val="007740C9"/>
    <w:rsid w:val="007747B2"/>
    <w:rsid w:val="007767CA"/>
    <w:rsid w:val="00776C5A"/>
    <w:rsid w:val="00776CCF"/>
    <w:rsid w:val="007777D8"/>
    <w:rsid w:val="00777EAC"/>
    <w:rsid w:val="007820FE"/>
    <w:rsid w:val="0078233C"/>
    <w:rsid w:val="007824DB"/>
    <w:rsid w:val="007827A1"/>
    <w:rsid w:val="00783284"/>
    <w:rsid w:val="007834E9"/>
    <w:rsid w:val="00783AA4"/>
    <w:rsid w:val="00783EB4"/>
    <w:rsid w:val="00785E29"/>
    <w:rsid w:val="00786A0A"/>
    <w:rsid w:val="00791DAB"/>
    <w:rsid w:val="007A4170"/>
    <w:rsid w:val="007A7FF4"/>
    <w:rsid w:val="007B1D12"/>
    <w:rsid w:val="007B2BC8"/>
    <w:rsid w:val="007B34DE"/>
    <w:rsid w:val="007B39E5"/>
    <w:rsid w:val="007B7776"/>
    <w:rsid w:val="007C044F"/>
    <w:rsid w:val="007C3A21"/>
    <w:rsid w:val="007C4472"/>
    <w:rsid w:val="007C4622"/>
    <w:rsid w:val="007C5A5C"/>
    <w:rsid w:val="007D07A3"/>
    <w:rsid w:val="007D0C33"/>
    <w:rsid w:val="007D20CD"/>
    <w:rsid w:val="007D4A22"/>
    <w:rsid w:val="007D5751"/>
    <w:rsid w:val="007D6FA2"/>
    <w:rsid w:val="007D70C1"/>
    <w:rsid w:val="007D787A"/>
    <w:rsid w:val="007D7ADF"/>
    <w:rsid w:val="007E0390"/>
    <w:rsid w:val="007E098F"/>
    <w:rsid w:val="007E0FED"/>
    <w:rsid w:val="007E1302"/>
    <w:rsid w:val="007E1C1A"/>
    <w:rsid w:val="007E1FB7"/>
    <w:rsid w:val="007E288F"/>
    <w:rsid w:val="007E37B7"/>
    <w:rsid w:val="007E4629"/>
    <w:rsid w:val="007E7441"/>
    <w:rsid w:val="007F00CD"/>
    <w:rsid w:val="007F1661"/>
    <w:rsid w:val="007F1C33"/>
    <w:rsid w:val="007F1FD6"/>
    <w:rsid w:val="007F3DA1"/>
    <w:rsid w:val="007F456A"/>
    <w:rsid w:val="007F7365"/>
    <w:rsid w:val="007F797A"/>
    <w:rsid w:val="0080311B"/>
    <w:rsid w:val="008048B5"/>
    <w:rsid w:val="00806AB0"/>
    <w:rsid w:val="00806C19"/>
    <w:rsid w:val="0081246E"/>
    <w:rsid w:val="0081318A"/>
    <w:rsid w:val="00813DD0"/>
    <w:rsid w:val="00816DC7"/>
    <w:rsid w:val="008177F4"/>
    <w:rsid w:val="00817D82"/>
    <w:rsid w:val="008200E8"/>
    <w:rsid w:val="00820930"/>
    <w:rsid w:val="0082230B"/>
    <w:rsid w:val="008237B8"/>
    <w:rsid w:val="00824BDB"/>
    <w:rsid w:val="0082613D"/>
    <w:rsid w:val="00831A1E"/>
    <w:rsid w:val="00831DD1"/>
    <w:rsid w:val="00832846"/>
    <w:rsid w:val="00833880"/>
    <w:rsid w:val="00836DD6"/>
    <w:rsid w:val="00841912"/>
    <w:rsid w:val="00842714"/>
    <w:rsid w:val="00842CF8"/>
    <w:rsid w:val="00845285"/>
    <w:rsid w:val="00846501"/>
    <w:rsid w:val="008477BC"/>
    <w:rsid w:val="00847A37"/>
    <w:rsid w:val="00847BDD"/>
    <w:rsid w:val="0085142C"/>
    <w:rsid w:val="00852AF9"/>
    <w:rsid w:val="00853728"/>
    <w:rsid w:val="00853757"/>
    <w:rsid w:val="0085700E"/>
    <w:rsid w:val="008610CF"/>
    <w:rsid w:val="00861352"/>
    <w:rsid w:val="008648C0"/>
    <w:rsid w:val="00864D2C"/>
    <w:rsid w:val="00865353"/>
    <w:rsid w:val="0086655E"/>
    <w:rsid w:val="00870752"/>
    <w:rsid w:val="0087211A"/>
    <w:rsid w:val="008723AF"/>
    <w:rsid w:val="00872404"/>
    <w:rsid w:val="0087360F"/>
    <w:rsid w:val="00873899"/>
    <w:rsid w:val="008755DC"/>
    <w:rsid w:val="00876639"/>
    <w:rsid w:val="008777F8"/>
    <w:rsid w:val="008779F4"/>
    <w:rsid w:val="008830A0"/>
    <w:rsid w:val="008844B1"/>
    <w:rsid w:val="0088471A"/>
    <w:rsid w:val="00884CAE"/>
    <w:rsid w:val="008853FF"/>
    <w:rsid w:val="0088595E"/>
    <w:rsid w:val="008859C8"/>
    <w:rsid w:val="008909C7"/>
    <w:rsid w:val="00892FCA"/>
    <w:rsid w:val="008930F4"/>
    <w:rsid w:val="00894529"/>
    <w:rsid w:val="008956BF"/>
    <w:rsid w:val="00896F37"/>
    <w:rsid w:val="008A0366"/>
    <w:rsid w:val="008A3245"/>
    <w:rsid w:val="008A6693"/>
    <w:rsid w:val="008A7052"/>
    <w:rsid w:val="008A7377"/>
    <w:rsid w:val="008A7495"/>
    <w:rsid w:val="008A7921"/>
    <w:rsid w:val="008B073D"/>
    <w:rsid w:val="008B0C14"/>
    <w:rsid w:val="008B121B"/>
    <w:rsid w:val="008B15A4"/>
    <w:rsid w:val="008B1F5D"/>
    <w:rsid w:val="008B345A"/>
    <w:rsid w:val="008B6FDB"/>
    <w:rsid w:val="008B7D8B"/>
    <w:rsid w:val="008C00E1"/>
    <w:rsid w:val="008C03E1"/>
    <w:rsid w:val="008C2FFB"/>
    <w:rsid w:val="008C3855"/>
    <w:rsid w:val="008C4263"/>
    <w:rsid w:val="008C5621"/>
    <w:rsid w:val="008C5F14"/>
    <w:rsid w:val="008C7714"/>
    <w:rsid w:val="008C781E"/>
    <w:rsid w:val="008D0610"/>
    <w:rsid w:val="008D069A"/>
    <w:rsid w:val="008D1C6A"/>
    <w:rsid w:val="008D1D9A"/>
    <w:rsid w:val="008D451A"/>
    <w:rsid w:val="008D539B"/>
    <w:rsid w:val="008D6769"/>
    <w:rsid w:val="008E1B0F"/>
    <w:rsid w:val="008E288F"/>
    <w:rsid w:val="008E4E52"/>
    <w:rsid w:val="008E5C53"/>
    <w:rsid w:val="008E6B15"/>
    <w:rsid w:val="008E7292"/>
    <w:rsid w:val="008E797B"/>
    <w:rsid w:val="008F02EF"/>
    <w:rsid w:val="008F0A61"/>
    <w:rsid w:val="008F0CD8"/>
    <w:rsid w:val="008F14ED"/>
    <w:rsid w:val="008F1B48"/>
    <w:rsid w:val="008F37F7"/>
    <w:rsid w:val="008F44F4"/>
    <w:rsid w:val="008F48F1"/>
    <w:rsid w:val="008F4933"/>
    <w:rsid w:val="008F5FEB"/>
    <w:rsid w:val="008F62FF"/>
    <w:rsid w:val="008F65F1"/>
    <w:rsid w:val="008F6F32"/>
    <w:rsid w:val="008F72EC"/>
    <w:rsid w:val="00900F07"/>
    <w:rsid w:val="0090170B"/>
    <w:rsid w:val="00901863"/>
    <w:rsid w:val="00901C58"/>
    <w:rsid w:val="009025D2"/>
    <w:rsid w:val="00902679"/>
    <w:rsid w:val="00903973"/>
    <w:rsid w:val="00903AE9"/>
    <w:rsid w:val="009048B6"/>
    <w:rsid w:val="00905185"/>
    <w:rsid w:val="00905189"/>
    <w:rsid w:val="00907886"/>
    <w:rsid w:val="00911F76"/>
    <w:rsid w:val="00912284"/>
    <w:rsid w:val="0091230D"/>
    <w:rsid w:val="00912DBC"/>
    <w:rsid w:val="00913094"/>
    <w:rsid w:val="00914C8B"/>
    <w:rsid w:val="00914D46"/>
    <w:rsid w:val="00916FEE"/>
    <w:rsid w:val="0091722F"/>
    <w:rsid w:val="00920888"/>
    <w:rsid w:val="0092107D"/>
    <w:rsid w:val="00926990"/>
    <w:rsid w:val="009272B1"/>
    <w:rsid w:val="00927414"/>
    <w:rsid w:val="0093246A"/>
    <w:rsid w:val="00933BE6"/>
    <w:rsid w:val="009347DF"/>
    <w:rsid w:val="00936AA8"/>
    <w:rsid w:val="00936BEB"/>
    <w:rsid w:val="009371A3"/>
    <w:rsid w:val="0094222C"/>
    <w:rsid w:val="0094445B"/>
    <w:rsid w:val="00944A0E"/>
    <w:rsid w:val="00945C5D"/>
    <w:rsid w:val="009466F1"/>
    <w:rsid w:val="00947F3C"/>
    <w:rsid w:val="0095096D"/>
    <w:rsid w:val="00951C4E"/>
    <w:rsid w:val="00952210"/>
    <w:rsid w:val="009529EE"/>
    <w:rsid w:val="00953997"/>
    <w:rsid w:val="00953EA2"/>
    <w:rsid w:val="00954200"/>
    <w:rsid w:val="009545EA"/>
    <w:rsid w:val="00954E0A"/>
    <w:rsid w:val="00955258"/>
    <w:rsid w:val="009558A8"/>
    <w:rsid w:val="009560C3"/>
    <w:rsid w:val="00956B7A"/>
    <w:rsid w:val="00957286"/>
    <w:rsid w:val="009574B9"/>
    <w:rsid w:val="009579B6"/>
    <w:rsid w:val="009602D7"/>
    <w:rsid w:val="0096090C"/>
    <w:rsid w:val="00961AAA"/>
    <w:rsid w:val="0096368A"/>
    <w:rsid w:val="0096436B"/>
    <w:rsid w:val="00971125"/>
    <w:rsid w:val="00972B5D"/>
    <w:rsid w:val="00973A15"/>
    <w:rsid w:val="009749DB"/>
    <w:rsid w:val="00974CCE"/>
    <w:rsid w:val="00976118"/>
    <w:rsid w:val="00980F9D"/>
    <w:rsid w:val="00984BBC"/>
    <w:rsid w:val="00984C63"/>
    <w:rsid w:val="0098697B"/>
    <w:rsid w:val="00987E15"/>
    <w:rsid w:val="00993192"/>
    <w:rsid w:val="00995E20"/>
    <w:rsid w:val="00996326"/>
    <w:rsid w:val="00996A5A"/>
    <w:rsid w:val="00996FEF"/>
    <w:rsid w:val="009A04D2"/>
    <w:rsid w:val="009A3803"/>
    <w:rsid w:val="009A4AD0"/>
    <w:rsid w:val="009A4E03"/>
    <w:rsid w:val="009A6027"/>
    <w:rsid w:val="009B004D"/>
    <w:rsid w:val="009B0764"/>
    <w:rsid w:val="009B1960"/>
    <w:rsid w:val="009B3A40"/>
    <w:rsid w:val="009B3A6B"/>
    <w:rsid w:val="009B43DF"/>
    <w:rsid w:val="009B51ED"/>
    <w:rsid w:val="009B55A5"/>
    <w:rsid w:val="009B55A8"/>
    <w:rsid w:val="009B744F"/>
    <w:rsid w:val="009B7D69"/>
    <w:rsid w:val="009C0C21"/>
    <w:rsid w:val="009C17FC"/>
    <w:rsid w:val="009C1C63"/>
    <w:rsid w:val="009C2D6D"/>
    <w:rsid w:val="009C4256"/>
    <w:rsid w:val="009C44E9"/>
    <w:rsid w:val="009C4B37"/>
    <w:rsid w:val="009C5BE0"/>
    <w:rsid w:val="009C64CB"/>
    <w:rsid w:val="009C6656"/>
    <w:rsid w:val="009C7B78"/>
    <w:rsid w:val="009C7BCE"/>
    <w:rsid w:val="009D172A"/>
    <w:rsid w:val="009D1ED9"/>
    <w:rsid w:val="009D22CF"/>
    <w:rsid w:val="009D48A4"/>
    <w:rsid w:val="009D4E03"/>
    <w:rsid w:val="009E0E4C"/>
    <w:rsid w:val="009E1B47"/>
    <w:rsid w:val="009E2783"/>
    <w:rsid w:val="009E3828"/>
    <w:rsid w:val="009E3A21"/>
    <w:rsid w:val="009E45B4"/>
    <w:rsid w:val="009E48C4"/>
    <w:rsid w:val="009E523E"/>
    <w:rsid w:val="009E5A93"/>
    <w:rsid w:val="009E7366"/>
    <w:rsid w:val="009F0CEA"/>
    <w:rsid w:val="009F2CCB"/>
    <w:rsid w:val="009F428C"/>
    <w:rsid w:val="009F4CB7"/>
    <w:rsid w:val="009F771D"/>
    <w:rsid w:val="00A002B5"/>
    <w:rsid w:val="00A005DB"/>
    <w:rsid w:val="00A0117E"/>
    <w:rsid w:val="00A02515"/>
    <w:rsid w:val="00A02C72"/>
    <w:rsid w:val="00A04164"/>
    <w:rsid w:val="00A05847"/>
    <w:rsid w:val="00A125C8"/>
    <w:rsid w:val="00A12AE9"/>
    <w:rsid w:val="00A12D19"/>
    <w:rsid w:val="00A139ED"/>
    <w:rsid w:val="00A146CE"/>
    <w:rsid w:val="00A1590B"/>
    <w:rsid w:val="00A159F8"/>
    <w:rsid w:val="00A2113D"/>
    <w:rsid w:val="00A216F8"/>
    <w:rsid w:val="00A21B8C"/>
    <w:rsid w:val="00A22306"/>
    <w:rsid w:val="00A2514E"/>
    <w:rsid w:val="00A26203"/>
    <w:rsid w:val="00A26C4D"/>
    <w:rsid w:val="00A27C3A"/>
    <w:rsid w:val="00A31853"/>
    <w:rsid w:val="00A31CF4"/>
    <w:rsid w:val="00A31D7B"/>
    <w:rsid w:val="00A32EFA"/>
    <w:rsid w:val="00A32F8E"/>
    <w:rsid w:val="00A33D8F"/>
    <w:rsid w:val="00A34B40"/>
    <w:rsid w:val="00A35E0B"/>
    <w:rsid w:val="00A3755E"/>
    <w:rsid w:val="00A379CB"/>
    <w:rsid w:val="00A40A98"/>
    <w:rsid w:val="00A40B92"/>
    <w:rsid w:val="00A41EB5"/>
    <w:rsid w:val="00A43922"/>
    <w:rsid w:val="00A45940"/>
    <w:rsid w:val="00A50335"/>
    <w:rsid w:val="00A50683"/>
    <w:rsid w:val="00A51B58"/>
    <w:rsid w:val="00A51EC8"/>
    <w:rsid w:val="00A5592C"/>
    <w:rsid w:val="00A5661D"/>
    <w:rsid w:val="00A571FC"/>
    <w:rsid w:val="00A60362"/>
    <w:rsid w:val="00A648DE"/>
    <w:rsid w:val="00A70376"/>
    <w:rsid w:val="00A7095C"/>
    <w:rsid w:val="00A73957"/>
    <w:rsid w:val="00A75867"/>
    <w:rsid w:val="00A83A73"/>
    <w:rsid w:val="00A85E57"/>
    <w:rsid w:val="00A86E62"/>
    <w:rsid w:val="00A86FE3"/>
    <w:rsid w:val="00A874A8"/>
    <w:rsid w:val="00A87A14"/>
    <w:rsid w:val="00A9332D"/>
    <w:rsid w:val="00A96971"/>
    <w:rsid w:val="00A976CC"/>
    <w:rsid w:val="00AA3683"/>
    <w:rsid w:val="00AA3928"/>
    <w:rsid w:val="00AA5741"/>
    <w:rsid w:val="00AA76D9"/>
    <w:rsid w:val="00AB05A1"/>
    <w:rsid w:val="00AB1579"/>
    <w:rsid w:val="00AB1D91"/>
    <w:rsid w:val="00AB2FCF"/>
    <w:rsid w:val="00AB31D4"/>
    <w:rsid w:val="00AB3CE3"/>
    <w:rsid w:val="00AB4DBE"/>
    <w:rsid w:val="00AB4E54"/>
    <w:rsid w:val="00AB5C78"/>
    <w:rsid w:val="00AB6B60"/>
    <w:rsid w:val="00AB7739"/>
    <w:rsid w:val="00AC108A"/>
    <w:rsid w:val="00AC1C45"/>
    <w:rsid w:val="00AC328B"/>
    <w:rsid w:val="00AC386D"/>
    <w:rsid w:val="00AC500F"/>
    <w:rsid w:val="00AC560B"/>
    <w:rsid w:val="00AC7116"/>
    <w:rsid w:val="00AC7319"/>
    <w:rsid w:val="00AC7708"/>
    <w:rsid w:val="00AC7BDA"/>
    <w:rsid w:val="00AD26FA"/>
    <w:rsid w:val="00AD2CE3"/>
    <w:rsid w:val="00AD587A"/>
    <w:rsid w:val="00AD59DE"/>
    <w:rsid w:val="00AD7862"/>
    <w:rsid w:val="00AE1B37"/>
    <w:rsid w:val="00AE56FB"/>
    <w:rsid w:val="00AE5A5D"/>
    <w:rsid w:val="00AE6BBF"/>
    <w:rsid w:val="00AE6C6B"/>
    <w:rsid w:val="00AE7451"/>
    <w:rsid w:val="00AE7753"/>
    <w:rsid w:val="00AF486A"/>
    <w:rsid w:val="00AF57DC"/>
    <w:rsid w:val="00AF670D"/>
    <w:rsid w:val="00AF6845"/>
    <w:rsid w:val="00AF6888"/>
    <w:rsid w:val="00AF69F3"/>
    <w:rsid w:val="00AF6F40"/>
    <w:rsid w:val="00AF75CA"/>
    <w:rsid w:val="00AF79DB"/>
    <w:rsid w:val="00B00150"/>
    <w:rsid w:val="00B0079D"/>
    <w:rsid w:val="00B0088E"/>
    <w:rsid w:val="00B02111"/>
    <w:rsid w:val="00B05FAC"/>
    <w:rsid w:val="00B0709A"/>
    <w:rsid w:val="00B10272"/>
    <w:rsid w:val="00B10920"/>
    <w:rsid w:val="00B10B49"/>
    <w:rsid w:val="00B128DE"/>
    <w:rsid w:val="00B12F13"/>
    <w:rsid w:val="00B12F8B"/>
    <w:rsid w:val="00B1499B"/>
    <w:rsid w:val="00B153C9"/>
    <w:rsid w:val="00B16E97"/>
    <w:rsid w:val="00B16FD9"/>
    <w:rsid w:val="00B23E1E"/>
    <w:rsid w:val="00B2481E"/>
    <w:rsid w:val="00B251F8"/>
    <w:rsid w:val="00B2542E"/>
    <w:rsid w:val="00B25F14"/>
    <w:rsid w:val="00B27644"/>
    <w:rsid w:val="00B27BF2"/>
    <w:rsid w:val="00B27F29"/>
    <w:rsid w:val="00B30FE0"/>
    <w:rsid w:val="00B37F8E"/>
    <w:rsid w:val="00B40D32"/>
    <w:rsid w:val="00B40F06"/>
    <w:rsid w:val="00B44C3B"/>
    <w:rsid w:val="00B517D5"/>
    <w:rsid w:val="00B52669"/>
    <w:rsid w:val="00B54075"/>
    <w:rsid w:val="00B5459E"/>
    <w:rsid w:val="00B5486E"/>
    <w:rsid w:val="00B56ED8"/>
    <w:rsid w:val="00B5700D"/>
    <w:rsid w:val="00B61C29"/>
    <w:rsid w:val="00B6318A"/>
    <w:rsid w:val="00B637A8"/>
    <w:rsid w:val="00B64126"/>
    <w:rsid w:val="00B66558"/>
    <w:rsid w:val="00B667B4"/>
    <w:rsid w:val="00B676AC"/>
    <w:rsid w:val="00B6781A"/>
    <w:rsid w:val="00B70773"/>
    <w:rsid w:val="00B716C9"/>
    <w:rsid w:val="00B72D8A"/>
    <w:rsid w:val="00B74003"/>
    <w:rsid w:val="00B75FE2"/>
    <w:rsid w:val="00B77B4B"/>
    <w:rsid w:val="00B809BD"/>
    <w:rsid w:val="00B814CF"/>
    <w:rsid w:val="00B824C6"/>
    <w:rsid w:val="00B827D1"/>
    <w:rsid w:val="00B82901"/>
    <w:rsid w:val="00B82BC6"/>
    <w:rsid w:val="00B9008D"/>
    <w:rsid w:val="00B916DB"/>
    <w:rsid w:val="00B91891"/>
    <w:rsid w:val="00B91A39"/>
    <w:rsid w:val="00B94033"/>
    <w:rsid w:val="00B94BD4"/>
    <w:rsid w:val="00B96BC6"/>
    <w:rsid w:val="00BA1DCC"/>
    <w:rsid w:val="00BA25BC"/>
    <w:rsid w:val="00BA373E"/>
    <w:rsid w:val="00BA52FF"/>
    <w:rsid w:val="00BA6ED4"/>
    <w:rsid w:val="00BA7B70"/>
    <w:rsid w:val="00BA7C15"/>
    <w:rsid w:val="00BA7D0F"/>
    <w:rsid w:val="00BB052B"/>
    <w:rsid w:val="00BB070B"/>
    <w:rsid w:val="00BB0CB2"/>
    <w:rsid w:val="00BB1C6A"/>
    <w:rsid w:val="00BB22AB"/>
    <w:rsid w:val="00BB258B"/>
    <w:rsid w:val="00BB3ABD"/>
    <w:rsid w:val="00BB487A"/>
    <w:rsid w:val="00BB4E0F"/>
    <w:rsid w:val="00BB50FB"/>
    <w:rsid w:val="00BB5E9E"/>
    <w:rsid w:val="00BB62C3"/>
    <w:rsid w:val="00BB73E6"/>
    <w:rsid w:val="00BC28D2"/>
    <w:rsid w:val="00BC2A75"/>
    <w:rsid w:val="00BC2A9B"/>
    <w:rsid w:val="00BC2CC3"/>
    <w:rsid w:val="00BC32D2"/>
    <w:rsid w:val="00BC4B2C"/>
    <w:rsid w:val="00BC5E34"/>
    <w:rsid w:val="00BC72CF"/>
    <w:rsid w:val="00BC782E"/>
    <w:rsid w:val="00BC7992"/>
    <w:rsid w:val="00BC7A79"/>
    <w:rsid w:val="00BD2C6F"/>
    <w:rsid w:val="00BD3162"/>
    <w:rsid w:val="00BD65C9"/>
    <w:rsid w:val="00BD7A6E"/>
    <w:rsid w:val="00BE1C2C"/>
    <w:rsid w:val="00BE2435"/>
    <w:rsid w:val="00BE2983"/>
    <w:rsid w:val="00BE2E15"/>
    <w:rsid w:val="00BE49D1"/>
    <w:rsid w:val="00BE63A6"/>
    <w:rsid w:val="00BF0A5D"/>
    <w:rsid w:val="00BF3DA0"/>
    <w:rsid w:val="00BF57A2"/>
    <w:rsid w:val="00BF63D5"/>
    <w:rsid w:val="00BF7AAE"/>
    <w:rsid w:val="00C01509"/>
    <w:rsid w:val="00C025FA"/>
    <w:rsid w:val="00C026C1"/>
    <w:rsid w:val="00C02A45"/>
    <w:rsid w:val="00C02CF2"/>
    <w:rsid w:val="00C03FBE"/>
    <w:rsid w:val="00C0475D"/>
    <w:rsid w:val="00C04DD4"/>
    <w:rsid w:val="00C11385"/>
    <w:rsid w:val="00C1235B"/>
    <w:rsid w:val="00C1299F"/>
    <w:rsid w:val="00C13604"/>
    <w:rsid w:val="00C13A8F"/>
    <w:rsid w:val="00C15923"/>
    <w:rsid w:val="00C1603E"/>
    <w:rsid w:val="00C16223"/>
    <w:rsid w:val="00C163E1"/>
    <w:rsid w:val="00C205B7"/>
    <w:rsid w:val="00C217FD"/>
    <w:rsid w:val="00C227C1"/>
    <w:rsid w:val="00C22B1F"/>
    <w:rsid w:val="00C22EB3"/>
    <w:rsid w:val="00C230A6"/>
    <w:rsid w:val="00C2373C"/>
    <w:rsid w:val="00C26729"/>
    <w:rsid w:val="00C27931"/>
    <w:rsid w:val="00C27F9C"/>
    <w:rsid w:val="00C304DF"/>
    <w:rsid w:val="00C30EFC"/>
    <w:rsid w:val="00C30F52"/>
    <w:rsid w:val="00C34365"/>
    <w:rsid w:val="00C34CB0"/>
    <w:rsid w:val="00C34E54"/>
    <w:rsid w:val="00C35AF9"/>
    <w:rsid w:val="00C36416"/>
    <w:rsid w:val="00C366C2"/>
    <w:rsid w:val="00C367E9"/>
    <w:rsid w:val="00C3686F"/>
    <w:rsid w:val="00C36E77"/>
    <w:rsid w:val="00C36FAC"/>
    <w:rsid w:val="00C37DC8"/>
    <w:rsid w:val="00C41DE3"/>
    <w:rsid w:val="00C42EB6"/>
    <w:rsid w:val="00C43E84"/>
    <w:rsid w:val="00C44401"/>
    <w:rsid w:val="00C4716B"/>
    <w:rsid w:val="00C47257"/>
    <w:rsid w:val="00C47C9C"/>
    <w:rsid w:val="00C5057F"/>
    <w:rsid w:val="00C51B62"/>
    <w:rsid w:val="00C56097"/>
    <w:rsid w:val="00C56172"/>
    <w:rsid w:val="00C565A1"/>
    <w:rsid w:val="00C56E37"/>
    <w:rsid w:val="00C62219"/>
    <w:rsid w:val="00C63310"/>
    <w:rsid w:val="00C65FCC"/>
    <w:rsid w:val="00C67B43"/>
    <w:rsid w:val="00C70241"/>
    <w:rsid w:val="00C7048B"/>
    <w:rsid w:val="00C70685"/>
    <w:rsid w:val="00C715AE"/>
    <w:rsid w:val="00C7309A"/>
    <w:rsid w:val="00C73687"/>
    <w:rsid w:val="00C7442B"/>
    <w:rsid w:val="00C74A5F"/>
    <w:rsid w:val="00C7611C"/>
    <w:rsid w:val="00C776FB"/>
    <w:rsid w:val="00C800AE"/>
    <w:rsid w:val="00C80456"/>
    <w:rsid w:val="00C81552"/>
    <w:rsid w:val="00C829E5"/>
    <w:rsid w:val="00C83D8F"/>
    <w:rsid w:val="00C87397"/>
    <w:rsid w:val="00C91EC3"/>
    <w:rsid w:val="00C92DAE"/>
    <w:rsid w:val="00C9486C"/>
    <w:rsid w:val="00C94C4C"/>
    <w:rsid w:val="00C957E3"/>
    <w:rsid w:val="00C95D6D"/>
    <w:rsid w:val="00C9767A"/>
    <w:rsid w:val="00CA17CA"/>
    <w:rsid w:val="00CA1A18"/>
    <w:rsid w:val="00CA38CF"/>
    <w:rsid w:val="00CA47DC"/>
    <w:rsid w:val="00CA5953"/>
    <w:rsid w:val="00CB0CEC"/>
    <w:rsid w:val="00CB0FC1"/>
    <w:rsid w:val="00CB250F"/>
    <w:rsid w:val="00CB291F"/>
    <w:rsid w:val="00CB30D5"/>
    <w:rsid w:val="00CB3503"/>
    <w:rsid w:val="00CB3983"/>
    <w:rsid w:val="00CB7EE8"/>
    <w:rsid w:val="00CC0CDC"/>
    <w:rsid w:val="00CC0D7C"/>
    <w:rsid w:val="00CC2711"/>
    <w:rsid w:val="00CC396D"/>
    <w:rsid w:val="00CC537D"/>
    <w:rsid w:val="00CC5574"/>
    <w:rsid w:val="00CC6072"/>
    <w:rsid w:val="00CC6275"/>
    <w:rsid w:val="00CC62A4"/>
    <w:rsid w:val="00CD0845"/>
    <w:rsid w:val="00CD0BE9"/>
    <w:rsid w:val="00CD2B02"/>
    <w:rsid w:val="00CD3B50"/>
    <w:rsid w:val="00CD416B"/>
    <w:rsid w:val="00CD5209"/>
    <w:rsid w:val="00CD734D"/>
    <w:rsid w:val="00CE1722"/>
    <w:rsid w:val="00CE1C50"/>
    <w:rsid w:val="00CE1D49"/>
    <w:rsid w:val="00CE2A68"/>
    <w:rsid w:val="00CF2651"/>
    <w:rsid w:val="00CF3F74"/>
    <w:rsid w:val="00CF4CE1"/>
    <w:rsid w:val="00CF6B1E"/>
    <w:rsid w:val="00D0066E"/>
    <w:rsid w:val="00D01A8B"/>
    <w:rsid w:val="00D026B5"/>
    <w:rsid w:val="00D03164"/>
    <w:rsid w:val="00D03A8A"/>
    <w:rsid w:val="00D03FAF"/>
    <w:rsid w:val="00D04ED0"/>
    <w:rsid w:val="00D06E3A"/>
    <w:rsid w:val="00D10D28"/>
    <w:rsid w:val="00D11C49"/>
    <w:rsid w:val="00D13EA0"/>
    <w:rsid w:val="00D141A6"/>
    <w:rsid w:val="00D14824"/>
    <w:rsid w:val="00D15C21"/>
    <w:rsid w:val="00D16276"/>
    <w:rsid w:val="00D17A90"/>
    <w:rsid w:val="00D208BB"/>
    <w:rsid w:val="00D234CA"/>
    <w:rsid w:val="00D24E31"/>
    <w:rsid w:val="00D26841"/>
    <w:rsid w:val="00D2711F"/>
    <w:rsid w:val="00D27510"/>
    <w:rsid w:val="00D3043F"/>
    <w:rsid w:val="00D31DAF"/>
    <w:rsid w:val="00D33591"/>
    <w:rsid w:val="00D3662A"/>
    <w:rsid w:val="00D36BB2"/>
    <w:rsid w:val="00D374FA"/>
    <w:rsid w:val="00D377C2"/>
    <w:rsid w:val="00D4146F"/>
    <w:rsid w:val="00D43CBC"/>
    <w:rsid w:val="00D46BE2"/>
    <w:rsid w:val="00D46F64"/>
    <w:rsid w:val="00D5021C"/>
    <w:rsid w:val="00D51BE1"/>
    <w:rsid w:val="00D53EA3"/>
    <w:rsid w:val="00D53EF8"/>
    <w:rsid w:val="00D556E1"/>
    <w:rsid w:val="00D55D19"/>
    <w:rsid w:val="00D6080B"/>
    <w:rsid w:val="00D61B22"/>
    <w:rsid w:val="00D61E3A"/>
    <w:rsid w:val="00D66283"/>
    <w:rsid w:val="00D6651B"/>
    <w:rsid w:val="00D7077F"/>
    <w:rsid w:val="00D748D1"/>
    <w:rsid w:val="00D757FF"/>
    <w:rsid w:val="00D75EA1"/>
    <w:rsid w:val="00D76587"/>
    <w:rsid w:val="00D76F9F"/>
    <w:rsid w:val="00D7747E"/>
    <w:rsid w:val="00D77539"/>
    <w:rsid w:val="00D81441"/>
    <w:rsid w:val="00D82349"/>
    <w:rsid w:val="00D832BC"/>
    <w:rsid w:val="00D8635E"/>
    <w:rsid w:val="00D9529F"/>
    <w:rsid w:val="00D96D02"/>
    <w:rsid w:val="00DA009D"/>
    <w:rsid w:val="00DA15EA"/>
    <w:rsid w:val="00DA3B69"/>
    <w:rsid w:val="00DA3E83"/>
    <w:rsid w:val="00DA55C4"/>
    <w:rsid w:val="00DA5848"/>
    <w:rsid w:val="00DA5E17"/>
    <w:rsid w:val="00DA60EA"/>
    <w:rsid w:val="00DA71AB"/>
    <w:rsid w:val="00DA7CEF"/>
    <w:rsid w:val="00DB0B14"/>
    <w:rsid w:val="00DB1441"/>
    <w:rsid w:val="00DB1C28"/>
    <w:rsid w:val="00DB1F85"/>
    <w:rsid w:val="00DB2C4F"/>
    <w:rsid w:val="00DB5205"/>
    <w:rsid w:val="00DB7B96"/>
    <w:rsid w:val="00DB7C8D"/>
    <w:rsid w:val="00DC0BE4"/>
    <w:rsid w:val="00DC1CC3"/>
    <w:rsid w:val="00DC21B6"/>
    <w:rsid w:val="00DC2F2A"/>
    <w:rsid w:val="00DC5063"/>
    <w:rsid w:val="00DC534A"/>
    <w:rsid w:val="00DC67AE"/>
    <w:rsid w:val="00DC6EB5"/>
    <w:rsid w:val="00DD21CE"/>
    <w:rsid w:val="00DD5B3A"/>
    <w:rsid w:val="00DD6F19"/>
    <w:rsid w:val="00DD6FAE"/>
    <w:rsid w:val="00DD75F5"/>
    <w:rsid w:val="00DD7AA3"/>
    <w:rsid w:val="00DE0A08"/>
    <w:rsid w:val="00DE12F8"/>
    <w:rsid w:val="00DE2705"/>
    <w:rsid w:val="00DE2ADE"/>
    <w:rsid w:val="00DE3B7D"/>
    <w:rsid w:val="00DE409C"/>
    <w:rsid w:val="00DE417F"/>
    <w:rsid w:val="00DE4A28"/>
    <w:rsid w:val="00DE4BBA"/>
    <w:rsid w:val="00DE5A0C"/>
    <w:rsid w:val="00DE5C18"/>
    <w:rsid w:val="00DE7262"/>
    <w:rsid w:val="00DE7943"/>
    <w:rsid w:val="00DF1158"/>
    <w:rsid w:val="00DF148F"/>
    <w:rsid w:val="00DF6F0D"/>
    <w:rsid w:val="00DF7379"/>
    <w:rsid w:val="00DF77D0"/>
    <w:rsid w:val="00DF77F9"/>
    <w:rsid w:val="00E0021F"/>
    <w:rsid w:val="00E00803"/>
    <w:rsid w:val="00E00A1D"/>
    <w:rsid w:val="00E0131D"/>
    <w:rsid w:val="00E038EB"/>
    <w:rsid w:val="00E05926"/>
    <w:rsid w:val="00E05CDE"/>
    <w:rsid w:val="00E06D6E"/>
    <w:rsid w:val="00E07762"/>
    <w:rsid w:val="00E0779A"/>
    <w:rsid w:val="00E077D6"/>
    <w:rsid w:val="00E10C23"/>
    <w:rsid w:val="00E12E9F"/>
    <w:rsid w:val="00E13CCB"/>
    <w:rsid w:val="00E14901"/>
    <w:rsid w:val="00E16B31"/>
    <w:rsid w:val="00E20485"/>
    <w:rsid w:val="00E21EF2"/>
    <w:rsid w:val="00E226A8"/>
    <w:rsid w:val="00E23584"/>
    <w:rsid w:val="00E23B0E"/>
    <w:rsid w:val="00E318D3"/>
    <w:rsid w:val="00E319E0"/>
    <w:rsid w:val="00E31CB8"/>
    <w:rsid w:val="00E33593"/>
    <w:rsid w:val="00E33B77"/>
    <w:rsid w:val="00E33D29"/>
    <w:rsid w:val="00E36902"/>
    <w:rsid w:val="00E3780B"/>
    <w:rsid w:val="00E3790D"/>
    <w:rsid w:val="00E425DD"/>
    <w:rsid w:val="00E42A28"/>
    <w:rsid w:val="00E436C7"/>
    <w:rsid w:val="00E43840"/>
    <w:rsid w:val="00E44D3D"/>
    <w:rsid w:val="00E51163"/>
    <w:rsid w:val="00E53979"/>
    <w:rsid w:val="00E53BC8"/>
    <w:rsid w:val="00E53FC9"/>
    <w:rsid w:val="00E54DB9"/>
    <w:rsid w:val="00E55509"/>
    <w:rsid w:val="00E55922"/>
    <w:rsid w:val="00E55B56"/>
    <w:rsid w:val="00E55F9A"/>
    <w:rsid w:val="00E57C9A"/>
    <w:rsid w:val="00E60D7A"/>
    <w:rsid w:val="00E62569"/>
    <w:rsid w:val="00E665E6"/>
    <w:rsid w:val="00E66D87"/>
    <w:rsid w:val="00E704A4"/>
    <w:rsid w:val="00E70694"/>
    <w:rsid w:val="00E72216"/>
    <w:rsid w:val="00E72FBC"/>
    <w:rsid w:val="00E744D8"/>
    <w:rsid w:val="00E75F02"/>
    <w:rsid w:val="00E76D08"/>
    <w:rsid w:val="00E80496"/>
    <w:rsid w:val="00E8121D"/>
    <w:rsid w:val="00E81972"/>
    <w:rsid w:val="00E8214F"/>
    <w:rsid w:val="00E8476B"/>
    <w:rsid w:val="00E84B59"/>
    <w:rsid w:val="00E865D5"/>
    <w:rsid w:val="00E868C0"/>
    <w:rsid w:val="00E87A8F"/>
    <w:rsid w:val="00E901E7"/>
    <w:rsid w:val="00E92812"/>
    <w:rsid w:val="00E92840"/>
    <w:rsid w:val="00E939D0"/>
    <w:rsid w:val="00E95C29"/>
    <w:rsid w:val="00E974BD"/>
    <w:rsid w:val="00EA049A"/>
    <w:rsid w:val="00EA3206"/>
    <w:rsid w:val="00EA42E8"/>
    <w:rsid w:val="00EA5D38"/>
    <w:rsid w:val="00EA732A"/>
    <w:rsid w:val="00EA784D"/>
    <w:rsid w:val="00EA79D7"/>
    <w:rsid w:val="00EB1826"/>
    <w:rsid w:val="00EB201B"/>
    <w:rsid w:val="00EB292D"/>
    <w:rsid w:val="00EB298B"/>
    <w:rsid w:val="00EB2AB7"/>
    <w:rsid w:val="00EB2C4C"/>
    <w:rsid w:val="00EB5BE2"/>
    <w:rsid w:val="00EB7AC1"/>
    <w:rsid w:val="00EB7B09"/>
    <w:rsid w:val="00EC0152"/>
    <w:rsid w:val="00EC18F1"/>
    <w:rsid w:val="00EC27BE"/>
    <w:rsid w:val="00EC2966"/>
    <w:rsid w:val="00EC4A10"/>
    <w:rsid w:val="00EC6196"/>
    <w:rsid w:val="00ED000D"/>
    <w:rsid w:val="00ED0EAC"/>
    <w:rsid w:val="00ED24E7"/>
    <w:rsid w:val="00ED330F"/>
    <w:rsid w:val="00ED33C8"/>
    <w:rsid w:val="00ED3FCA"/>
    <w:rsid w:val="00ED4B38"/>
    <w:rsid w:val="00ED4C92"/>
    <w:rsid w:val="00ED5AF5"/>
    <w:rsid w:val="00ED6843"/>
    <w:rsid w:val="00ED7B20"/>
    <w:rsid w:val="00EE28CF"/>
    <w:rsid w:val="00EE3CA4"/>
    <w:rsid w:val="00EF1F2A"/>
    <w:rsid w:val="00EF3606"/>
    <w:rsid w:val="00EF396D"/>
    <w:rsid w:val="00EF45E0"/>
    <w:rsid w:val="00EF5137"/>
    <w:rsid w:val="00EF6F85"/>
    <w:rsid w:val="00EF746B"/>
    <w:rsid w:val="00EF778A"/>
    <w:rsid w:val="00F002EA"/>
    <w:rsid w:val="00F00831"/>
    <w:rsid w:val="00F00A5F"/>
    <w:rsid w:val="00F00FDD"/>
    <w:rsid w:val="00F01F33"/>
    <w:rsid w:val="00F02E9D"/>
    <w:rsid w:val="00F0515D"/>
    <w:rsid w:val="00F06147"/>
    <w:rsid w:val="00F0631F"/>
    <w:rsid w:val="00F064FD"/>
    <w:rsid w:val="00F072BB"/>
    <w:rsid w:val="00F118C1"/>
    <w:rsid w:val="00F11D6E"/>
    <w:rsid w:val="00F126AD"/>
    <w:rsid w:val="00F127B9"/>
    <w:rsid w:val="00F12E29"/>
    <w:rsid w:val="00F2186E"/>
    <w:rsid w:val="00F23B0A"/>
    <w:rsid w:val="00F25EAB"/>
    <w:rsid w:val="00F2724E"/>
    <w:rsid w:val="00F27F09"/>
    <w:rsid w:val="00F31082"/>
    <w:rsid w:val="00F32D9E"/>
    <w:rsid w:val="00F34A7B"/>
    <w:rsid w:val="00F35502"/>
    <w:rsid w:val="00F3623B"/>
    <w:rsid w:val="00F36798"/>
    <w:rsid w:val="00F41815"/>
    <w:rsid w:val="00F4247A"/>
    <w:rsid w:val="00F424C8"/>
    <w:rsid w:val="00F42618"/>
    <w:rsid w:val="00F43105"/>
    <w:rsid w:val="00F4607C"/>
    <w:rsid w:val="00F47092"/>
    <w:rsid w:val="00F47B6D"/>
    <w:rsid w:val="00F515DF"/>
    <w:rsid w:val="00F51D27"/>
    <w:rsid w:val="00F51FF8"/>
    <w:rsid w:val="00F5469C"/>
    <w:rsid w:val="00F54CC7"/>
    <w:rsid w:val="00F554BD"/>
    <w:rsid w:val="00F57129"/>
    <w:rsid w:val="00F62297"/>
    <w:rsid w:val="00F6304F"/>
    <w:rsid w:val="00F6318F"/>
    <w:rsid w:val="00F6677D"/>
    <w:rsid w:val="00F66E24"/>
    <w:rsid w:val="00F674C8"/>
    <w:rsid w:val="00F703EA"/>
    <w:rsid w:val="00F739D8"/>
    <w:rsid w:val="00F80904"/>
    <w:rsid w:val="00F80C49"/>
    <w:rsid w:val="00F82448"/>
    <w:rsid w:val="00F8391B"/>
    <w:rsid w:val="00F83A7E"/>
    <w:rsid w:val="00F83E8C"/>
    <w:rsid w:val="00F87D18"/>
    <w:rsid w:val="00F912D2"/>
    <w:rsid w:val="00F91882"/>
    <w:rsid w:val="00F93D1C"/>
    <w:rsid w:val="00F96816"/>
    <w:rsid w:val="00F96CD8"/>
    <w:rsid w:val="00FA143A"/>
    <w:rsid w:val="00FA1B74"/>
    <w:rsid w:val="00FA2447"/>
    <w:rsid w:val="00FA311C"/>
    <w:rsid w:val="00FA464C"/>
    <w:rsid w:val="00FA5819"/>
    <w:rsid w:val="00FA5BF9"/>
    <w:rsid w:val="00FA71D2"/>
    <w:rsid w:val="00FA7F42"/>
    <w:rsid w:val="00FB0460"/>
    <w:rsid w:val="00FB0519"/>
    <w:rsid w:val="00FB0C70"/>
    <w:rsid w:val="00FB0D33"/>
    <w:rsid w:val="00FB1832"/>
    <w:rsid w:val="00FB23F2"/>
    <w:rsid w:val="00FB48EC"/>
    <w:rsid w:val="00FB4960"/>
    <w:rsid w:val="00FB60A8"/>
    <w:rsid w:val="00FB7302"/>
    <w:rsid w:val="00FC411B"/>
    <w:rsid w:val="00FC47B9"/>
    <w:rsid w:val="00FC4A28"/>
    <w:rsid w:val="00FC7995"/>
    <w:rsid w:val="00FD021B"/>
    <w:rsid w:val="00FD0F63"/>
    <w:rsid w:val="00FD27D9"/>
    <w:rsid w:val="00FD3096"/>
    <w:rsid w:val="00FD31E9"/>
    <w:rsid w:val="00FD55F9"/>
    <w:rsid w:val="00FE0224"/>
    <w:rsid w:val="00FE04AD"/>
    <w:rsid w:val="00FE07A0"/>
    <w:rsid w:val="00FE0C6F"/>
    <w:rsid w:val="00FE1491"/>
    <w:rsid w:val="00FE15FF"/>
    <w:rsid w:val="00FE306A"/>
    <w:rsid w:val="00FE441C"/>
    <w:rsid w:val="00FE4EC3"/>
    <w:rsid w:val="00FE5AAD"/>
    <w:rsid w:val="00FE6A69"/>
    <w:rsid w:val="00FE7B8C"/>
    <w:rsid w:val="00FF2455"/>
    <w:rsid w:val="00FF2B46"/>
    <w:rsid w:val="00FF3683"/>
    <w:rsid w:val="00FF458F"/>
    <w:rsid w:val="00FF486A"/>
    <w:rsid w:val="00FF6B21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;"/>
  <w14:docId w14:val="3F76AA3B"/>
  <w15:docId w15:val="{85BCA1D9-CEB0-4339-A620-C05E99DD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1" w:defUIPriority="0" w:defSemiHidden="0" w:defUnhideWhenUsed="0" w:defQFormat="0" w:count="371">
    <w:lsdException w:name="Normal" w:locked="0" w:uiPriority="99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locked="0" w:semiHidden="1" w:unhideWhenUsed="1"/>
    <w:lsdException w:name="List Number" w:semiHidden="1" w:uiPriority="99" w:qFormat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0" w:qFormat="1"/>
    <w:lsdException w:name="Closing" w:semiHidden="1" w:uiPriority="99" w:unhideWhenUsed="1"/>
    <w:lsdException w:name="Signature" w:semiHidden="1" w:uiPriority="99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semiHidden="1" w:uiPriority="99"/>
    <w:lsdException w:name="Salutation" w:semiHidden="1" w:uiPriority="99"/>
    <w:lsdException w:name="Date" w:locked="0"/>
    <w:lsdException w:name="Body Text First Indent" w:semiHidden="1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 w:qFormat="1"/>
    <w:lsdException w:name="Emphasis" w:semiHidden="1" w:uiPriority="99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99"/>
    <w:lsdException w:name="Quote" w:uiPriority="29" w:qFormat="1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uiPriority w:val="99"/>
    <w:semiHidden/>
    <w:rsid w:val="00261A9E"/>
    <w:pPr>
      <w:spacing w:line="240" w:lineRule="atLeast"/>
    </w:pPr>
    <w:rPr>
      <w:rFonts w:cs="Tahoma"/>
      <w:noProof/>
      <w:sz w:val="22"/>
      <w:szCs w:val="17"/>
      <w:lang w:eastAsia="de-DE"/>
    </w:rPr>
  </w:style>
  <w:style w:type="paragraph" w:styleId="berschrift1">
    <w:name w:val="heading 1"/>
    <w:next w:val="Textkrper"/>
    <w:link w:val="berschrift1Zchn"/>
    <w:qFormat/>
    <w:rsid w:val="004B375D"/>
    <w:pPr>
      <w:keepNext/>
      <w:keepLines/>
      <w:numPr>
        <w:numId w:val="27"/>
      </w:numPr>
      <w:spacing w:before="480" w:after="240" w:line="240" w:lineRule="atLeast"/>
      <w:outlineLvl w:val="0"/>
    </w:pPr>
    <w:rPr>
      <w:rFonts w:cs="Tahoma"/>
      <w:b/>
      <w:sz w:val="22"/>
      <w:szCs w:val="17"/>
      <w:lang w:eastAsia="de-DE"/>
    </w:rPr>
  </w:style>
  <w:style w:type="paragraph" w:styleId="berschrift2">
    <w:name w:val="heading 2"/>
    <w:basedOn w:val="berschrift1"/>
    <w:next w:val="Textkrper"/>
    <w:link w:val="berschrift2Zchn"/>
    <w:qFormat/>
    <w:rsid w:val="004B375D"/>
    <w:pPr>
      <w:numPr>
        <w:ilvl w:val="1"/>
      </w:numPr>
      <w:spacing w:before="360" w:after="120"/>
      <w:jc w:val="both"/>
      <w:outlineLvl w:val="1"/>
    </w:pPr>
  </w:style>
  <w:style w:type="paragraph" w:styleId="berschrift3">
    <w:name w:val="heading 3"/>
    <w:basedOn w:val="berschrift2"/>
    <w:next w:val="Textkrper"/>
    <w:qFormat/>
    <w:rsid w:val="004B375D"/>
    <w:pPr>
      <w:numPr>
        <w:ilvl w:val="2"/>
      </w:numPr>
      <w:outlineLvl w:val="2"/>
    </w:pPr>
  </w:style>
  <w:style w:type="paragraph" w:styleId="berschrift4">
    <w:name w:val="heading 4"/>
    <w:basedOn w:val="berschrift3"/>
    <w:next w:val="Textkrper"/>
    <w:qFormat/>
    <w:rsid w:val="004B375D"/>
    <w:pPr>
      <w:numPr>
        <w:ilvl w:val="3"/>
      </w:numPr>
      <w:outlineLvl w:val="3"/>
    </w:pPr>
    <w:rPr>
      <w:szCs w:val="18"/>
    </w:rPr>
  </w:style>
  <w:style w:type="paragraph" w:styleId="berschrift5">
    <w:name w:val="heading 5"/>
    <w:basedOn w:val="berschrift4"/>
    <w:next w:val="Textkrper"/>
    <w:qFormat/>
    <w:rsid w:val="004B375D"/>
    <w:pPr>
      <w:numPr>
        <w:ilvl w:val="4"/>
      </w:numPr>
      <w:outlineLvl w:val="4"/>
    </w:pPr>
    <w:rPr>
      <w:rFonts w:cs="Times New Roman"/>
    </w:rPr>
  </w:style>
  <w:style w:type="paragraph" w:styleId="berschrift6">
    <w:name w:val="heading 6"/>
    <w:basedOn w:val="berschrift5"/>
    <w:next w:val="Textkrper"/>
    <w:qFormat/>
    <w:rsid w:val="004B375D"/>
    <w:pPr>
      <w:numPr>
        <w:ilvl w:val="5"/>
      </w:numPr>
      <w:outlineLvl w:val="5"/>
    </w:pPr>
  </w:style>
  <w:style w:type="paragraph" w:styleId="berschrift7">
    <w:name w:val="heading 7"/>
    <w:basedOn w:val="berschrift6"/>
    <w:next w:val="Textkrper"/>
    <w:qFormat/>
    <w:rsid w:val="004B375D"/>
    <w:pPr>
      <w:numPr>
        <w:ilvl w:val="6"/>
      </w:numPr>
      <w:outlineLvl w:val="6"/>
    </w:pPr>
  </w:style>
  <w:style w:type="paragraph" w:styleId="berschrift8">
    <w:name w:val="heading 8"/>
    <w:basedOn w:val="berschrift7"/>
    <w:next w:val="Textkrper"/>
    <w:qFormat/>
    <w:rsid w:val="004B375D"/>
    <w:pPr>
      <w:numPr>
        <w:ilvl w:val="7"/>
      </w:numPr>
      <w:outlineLvl w:val="7"/>
    </w:pPr>
  </w:style>
  <w:style w:type="paragraph" w:styleId="berschrift9">
    <w:name w:val="heading 9"/>
    <w:basedOn w:val="berschrift8"/>
    <w:next w:val="Textkrper"/>
    <w:qFormat/>
    <w:rsid w:val="004B375D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qFormat/>
    <w:rsid w:val="00012E52"/>
    <w:pPr>
      <w:spacing w:line="240" w:lineRule="atLeast"/>
      <w:jc w:val="both"/>
    </w:pPr>
    <w:rPr>
      <w:rFonts w:cs="Tahoma"/>
      <w:sz w:val="22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locked/>
    <w:rsid w:val="00012E52"/>
    <w:rPr>
      <w:rFonts w:cs="Tahoma"/>
      <w:sz w:val="22"/>
      <w:szCs w:val="17"/>
      <w:lang w:val="de-DE" w:eastAsia="de-DE"/>
    </w:rPr>
  </w:style>
  <w:style w:type="paragraph" w:styleId="Titel">
    <w:name w:val="Title"/>
    <w:next w:val="Textkrper"/>
    <w:link w:val="TitelZchn"/>
    <w:qFormat/>
    <w:rsid w:val="002556BF"/>
    <w:pPr>
      <w:keepNext/>
      <w:keepLines/>
      <w:spacing w:before="640" w:after="240"/>
    </w:pPr>
    <w:rPr>
      <w:rFonts w:cs="Tahoma"/>
      <w:b/>
      <w:spacing w:val="-2"/>
      <w:kern w:val="48"/>
      <w:sz w:val="22"/>
      <w:szCs w:val="22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2556BF"/>
    <w:rPr>
      <w:rFonts w:cs="Tahoma"/>
      <w:b/>
      <w:spacing w:val="-2"/>
      <w:kern w:val="48"/>
      <w:sz w:val="22"/>
      <w:szCs w:val="22"/>
      <w:u w:val="single"/>
      <w:lang w:val="de-DE" w:eastAsia="de-DE"/>
    </w:rPr>
  </w:style>
  <w:style w:type="paragraph" w:customStyle="1" w:styleId="KopfzeileAmt">
    <w:name w:val="Kopfzeile Amt"/>
    <w:semiHidden/>
    <w:rsid w:val="00DC67AE"/>
    <w:pPr>
      <w:suppressAutoHyphens/>
      <w:spacing w:before="60"/>
    </w:pPr>
    <w:rPr>
      <w:rFonts w:ascii="Gill Sans" w:hAnsi="Gill Sans" w:cs="Arial"/>
      <w:caps/>
      <w:sz w:val="14"/>
      <w:szCs w:val="14"/>
      <w:lang w:eastAsia="de-DE"/>
    </w:rPr>
  </w:style>
  <w:style w:type="paragraph" w:customStyle="1" w:styleId="KopfzeileAdresse">
    <w:name w:val="Kopfzeile Adresse"/>
    <w:basedOn w:val="KopfzeilePLZOrt"/>
    <w:semiHidden/>
    <w:rsid w:val="0068248A"/>
  </w:style>
  <w:style w:type="paragraph" w:customStyle="1" w:styleId="KopfzeilePLZOrt">
    <w:name w:val="Kopfzeile PLZ Ort"/>
    <w:basedOn w:val="Kopfzeile"/>
    <w:uiPriority w:val="99"/>
    <w:semiHidden/>
    <w:rsid w:val="007C5663"/>
    <w:pPr>
      <w:spacing w:before="60" w:line="240" w:lineRule="auto"/>
      <w:contextualSpacing/>
    </w:pPr>
    <w:rPr>
      <w:rFonts w:ascii="Gill Sans" w:hAnsi="Gill Sans"/>
    </w:rPr>
  </w:style>
  <w:style w:type="paragraph" w:styleId="Kopfzeile">
    <w:name w:val="header"/>
    <w:basedOn w:val="Standard"/>
    <w:link w:val="KopfzeileZchn"/>
    <w:uiPriority w:val="99"/>
    <w:semiHidden/>
    <w:locked/>
    <w:rsid w:val="00322BE7"/>
    <w:pPr>
      <w:tabs>
        <w:tab w:val="center" w:pos="4536"/>
        <w:tab w:val="right" w:pos="9072"/>
      </w:tabs>
      <w:spacing w:line="160" w:lineRule="atLeast"/>
    </w:pPr>
    <w:rPr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2BE7"/>
    <w:rPr>
      <w:rFonts w:cs="Tahoma"/>
      <w:noProof/>
      <w:sz w:val="14"/>
      <w:szCs w:val="17"/>
      <w:lang w:val="de-DE" w:eastAsia="de-DE"/>
    </w:rPr>
  </w:style>
  <w:style w:type="paragraph" w:customStyle="1" w:styleId="Absender">
    <w:name w:val="Absender"/>
    <w:link w:val="AbsenderZchn"/>
    <w:semiHidden/>
    <w:rsid w:val="00AF5CD2"/>
    <w:pPr>
      <w:spacing w:after="20" w:line="160" w:lineRule="atLeast"/>
    </w:pPr>
    <w:rPr>
      <w:rFonts w:cs="Tahoma"/>
      <w:sz w:val="14"/>
      <w:szCs w:val="14"/>
      <w:lang w:eastAsia="de-DE"/>
    </w:rPr>
  </w:style>
  <w:style w:type="character" w:customStyle="1" w:styleId="AbsenderZchn">
    <w:name w:val="Absender Zchn"/>
    <w:basedOn w:val="Absatz-Standardschriftart"/>
    <w:link w:val="Absender"/>
    <w:semiHidden/>
    <w:rsid w:val="00AF5CD2"/>
    <w:rPr>
      <w:rFonts w:cs="Tahoma"/>
      <w:sz w:val="14"/>
      <w:szCs w:val="14"/>
      <w:lang w:val="de-DE" w:eastAsia="de-DE"/>
    </w:rPr>
  </w:style>
  <w:style w:type="paragraph" w:styleId="Datum">
    <w:name w:val="Date"/>
    <w:link w:val="DatumZchn"/>
    <w:semiHidden/>
    <w:rsid w:val="005D752A"/>
    <w:rPr>
      <w:rFonts w:cs="Tahoma"/>
      <w:b/>
      <w:sz w:val="14"/>
      <w:szCs w:val="14"/>
      <w:lang w:eastAsia="de-DE"/>
    </w:rPr>
  </w:style>
  <w:style w:type="character" w:customStyle="1" w:styleId="DatumZchn">
    <w:name w:val="Datum Zchn"/>
    <w:basedOn w:val="Absatz-Standardschriftart"/>
    <w:link w:val="Datum"/>
    <w:semiHidden/>
    <w:rsid w:val="0077072A"/>
    <w:rPr>
      <w:rFonts w:cs="Tahoma"/>
      <w:b/>
      <w:sz w:val="14"/>
      <w:szCs w:val="14"/>
      <w:lang w:val="de-DE" w:eastAsia="de-DE"/>
    </w:rPr>
  </w:style>
  <w:style w:type="paragraph" w:customStyle="1" w:styleId="AbsenderPostfach">
    <w:name w:val="Absender Postfach"/>
    <w:link w:val="AbsenderPostfachZchn"/>
    <w:semiHidden/>
    <w:rsid w:val="00AF5CD2"/>
    <w:pPr>
      <w:spacing w:line="160" w:lineRule="atLeast"/>
    </w:pPr>
    <w:rPr>
      <w:rFonts w:cs="Tahoma"/>
      <w:spacing w:val="10"/>
      <w:sz w:val="14"/>
      <w:szCs w:val="14"/>
      <w:lang w:eastAsia="de-DE"/>
    </w:rPr>
  </w:style>
  <w:style w:type="character" w:customStyle="1" w:styleId="AbsenderPostfachZchn">
    <w:name w:val="Absender Postfach Zchn"/>
    <w:basedOn w:val="Absatz-Standardschriftart"/>
    <w:link w:val="AbsenderPostfach"/>
    <w:semiHidden/>
    <w:rsid w:val="00AF5CD2"/>
    <w:rPr>
      <w:rFonts w:cs="Tahoma"/>
      <w:spacing w:val="10"/>
      <w:sz w:val="14"/>
      <w:szCs w:val="14"/>
      <w:lang w:val="de-DE" w:eastAsia="de-DE"/>
    </w:rPr>
  </w:style>
  <w:style w:type="paragraph" w:customStyle="1" w:styleId="Adressblock">
    <w:name w:val="Adressblock"/>
    <w:basedOn w:val="Textkrper"/>
    <w:link w:val="AdressblockZchn"/>
    <w:rsid w:val="00B11C4B"/>
    <w:pPr>
      <w:contextualSpacing/>
    </w:pPr>
  </w:style>
  <w:style w:type="character" w:customStyle="1" w:styleId="AdressblockZchn">
    <w:name w:val="Adressblock Zchn"/>
    <w:basedOn w:val="Absatz-Standardschriftart"/>
    <w:link w:val="Adressblock"/>
    <w:rsid w:val="00B11C4B"/>
    <w:rPr>
      <w:rFonts w:cs="Tahoma"/>
      <w:sz w:val="22"/>
      <w:szCs w:val="17"/>
      <w:lang w:val="de-DE" w:eastAsia="de-DE"/>
    </w:rPr>
  </w:style>
  <w:style w:type="paragraph" w:styleId="Fuzeile">
    <w:name w:val="footer"/>
    <w:link w:val="FuzeileZchn"/>
    <w:semiHidden/>
    <w:rsid w:val="00995E3D"/>
    <w:pPr>
      <w:spacing w:line="160" w:lineRule="atLeast"/>
      <w:jc w:val="both"/>
    </w:pPr>
    <w:rPr>
      <w:rFonts w:cs="Tahoma"/>
      <w:bCs/>
      <w:noProof/>
      <w:snapToGrid w:val="0"/>
      <w:sz w:val="14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995E3D"/>
    <w:rPr>
      <w:rFonts w:cs="Tahoma"/>
      <w:bCs/>
      <w:noProof/>
      <w:snapToGrid w:val="0"/>
      <w:sz w:val="14"/>
      <w:szCs w:val="16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C319B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3"/>
    <w:rPr>
      <w:rFonts w:ascii="Tahoma" w:hAnsi="Tahoma" w:cs="Tahoma"/>
      <w:sz w:val="16"/>
      <w:szCs w:val="16"/>
      <w:lang w:val="de-DE" w:eastAsia="de-DE"/>
    </w:rPr>
  </w:style>
  <w:style w:type="paragraph" w:styleId="Aufzhlungszeichen">
    <w:name w:val="List Bullet"/>
    <w:semiHidden/>
    <w:rsid w:val="005D752A"/>
    <w:pPr>
      <w:numPr>
        <w:numId w:val="1"/>
      </w:numPr>
    </w:pPr>
    <w:rPr>
      <w:rFonts w:cs="Tahoma"/>
      <w:szCs w:val="17"/>
      <w:lang w:eastAsia="de-DE"/>
    </w:rPr>
  </w:style>
  <w:style w:type="paragraph" w:styleId="Aufzhlungszeichen2">
    <w:name w:val="List Bullet 2"/>
    <w:semiHidden/>
    <w:rsid w:val="005D752A"/>
    <w:pPr>
      <w:ind w:left="792" w:hanging="432"/>
    </w:pPr>
    <w:rPr>
      <w:rFonts w:cs="Tahoma"/>
      <w:szCs w:val="17"/>
      <w:lang w:eastAsia="de-DE"/>
    </w:rPr>
  </w:style>
  <w:style w:type="paragraph" w:styleId="Aufzhlungszeichen3">
    <w:name w:val="List Bullet 3"/>
    <w:semiHidden/>
    <w:rsid w:val="005D752A"/>
    <w:pPr>
      <w:ind w:left="1224" w:hanging="504"/>
    </w:pPr>
    <w:rPr>
      <w:rFonts w:cs="Tahoma"/>
      <w:szCs w:val="17"/>
      <w:lang w:eastAsia="de-DE"/>
    </w:rPr>
  </w:style>
  <w:style w:type="paragraph" w:styleId="Aufzhlungszeichen4">
    <w:name w:val="List Bullet 4"/>
    <w:semiHidden/>
    <w:rsid w:val="005D752A"/>
    <w:pPr>
      <w:ind w:left="1728" w:hanging="648"/>
    </w:pPr>
    <w:rPr>
      <w:rFonts w:cs="Tahoma"/>
      <w:szCs w:val="17"/>
      <w:lang w:eastAsia="de-DE"/>
    </w:rPr>
  </w:style>
  <w:style w:type="paragraph" w:styleId="Aufzhlungszeichen5">
    <w:name w:val="List Bullet 5"/>
    <w:semiHidden/>
    <w:rsid w:val="005D752A"/>
    <w:pPr>
      <w:ind w:left="2232" w:hanging="792"/>
    </w:pPr>
    <w:rPr>
      <w:rFonts w:cs="Tahoma"/>
      <w:szCs w:val="17"/>
      <w:lang w:eastAsia="de-DE"/>
    </w:rPr>
  </w:style>
  <w:style w:type="paragraph" w:customStyle="1" w:styleId="FusszeileRechts">
    <w:name w:val="Fusszeile Rechts"/>
    <w:basedOn w:val="Fuzeile"/>
    <w:semiHidden/>
    <w:rsid w:val="005D752A"/>
    <w:pPr>
      <w:jc w:val="right"/>
    </w:pPr>
  </w:style>
  <w:style w:type="character" w:styleId="Hyperlink">
    <w:name w:val="Hyperlink"/>
    <w:uiPriority w:val="99"/>
    <w:locked/>
    <w:rsid w:val="005D752A"/>
    <w:rPr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5D752A"/>
    <w:rPr>
      <w:rFonts w:cs="Tahoma"/>
      <w:szCs w:val="1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</w:style>
  <w:style w:type="paragraph" w:styleId="Inhaltsverzeichnisberschrift">
    <w:name w:val="TOC Heading"/>
    <w:basedOn w:val="berschrift1"/>
    <w:next w:val="Standard"/>
    <w:locked/>
    <w:rsid w:val="00133962"/>
    <w:pPr>
      <w:outlineLvl w:val="9"/>
    </w:pPr>
    <w:rPr>
      <w:rFonts w:eastAsiaTheme="majorEastAsia" w:cs="Arial"/>
      <w:bCs/>
      <w:lang w:eastAsia="en-US"/>
    </w:rPr>
  </w:style>
  <w:style w:type="paragraph" w:styleId="Verzeichnis1">
    <w:name w:val="toc 1"/>
    <w:uiPriority w:val="39"/>
    <w:locked/>
    <w:rsid w:val="00D1119C"/>
    <w:pPr>
      <w:tabs>
        <w:tab w:val="right" w:leader="dot" w:pos="9072"/>
      </w:tabs>
      <w:spacing w:before="240" w:after="240" w:line="240" w:lineRule="atLeast"/>
      <w:ind w:left="1134" w:right="567" w:hanging="1134"/>
    </w:pPr>
    <w:rPr>
      <w:rFonts w:cs="Tahoma"/>
      <w:b/>
      <w:sz w:val="22"/>
      <w:szCs w:val="17"/>
      <w:lang w:eastAsia="de-DE"/>
    </w:rPr>
  </w:style>
  <w:style w:type="paragraph" w:styleId="Verzeichnis2">
    <w:name w:val="toc 2"/>
    <w:uiPriority w:val="39"/>
    <w:locked/>
    <w:rsid w:val="00D1119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3">
    <w:name w:val="toc 3"/>
    <w:uiPriority w:val="39"/>
    <w:locked/>
    <w:rsid w:val="00D1119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4">
    <w:name w:val="toc 4"/>
    <w:uiPriority w:val="39"/>
    <w:locked/>
    <w:rsid w:val="00D1119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5">
    <w:name w:val="toc 5"/>
    <w:uiPriority w:val="39"/>
    <w:locked/>
    <w:rsid w:val="00D1119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6">
    <w:name w:val="toc 6"/>
    <w:uiPriority w:val="39"/>
    <w:locked/>
    <w:rsid w:val="00133962"/>
    <w:pPr>
      <w:tabs>
        <w:tab w:val="right" w:leader="dot" w:pos="9072"/>
      </w:tabs>
      <w:spacing w:line="240" w:lineRule="atLeast"/>
      <w:ind w:left="1134" w:hanging="1134"/>
    </w:pPr>
    <w:rPr>
      <w:rFonts w:cs="Tahoma"/>
      <w:sz w:val="22"/>
      <w:szCs w:val="17"/>
      <w:lang w:eastAsia="de-DE"/>
    </w:rPr>
  </w:style>
  <w:style w:type="paragraph" w:styleId="Verzeichnis7">
    <w:name w:val="toc 7"/>
    <w:uiPriority w:val="39"/>
    <w:locked/>
    <w:rsid w:val="00133962"/>
    <w:pPr>
      <w:tabs>
        <w:tab w:val="right" w:leader="dot" w:pos="9072"/>
      </w:tabs>
      <w:spacing w:line="240" w:lineRule="atLeast"/>
      <w:ind w:left="1134" w:hanging="1134"/>
    </w:pPr>
    <w:rPr>
      <w:rFonts w:cs="Tahoma"/>
      <w:sz w:val="22"/>
      <w:szCs w:val="17"/>
      <w:lang w:eastAsia="de-DE"/>
    </w:rPr>
  </w:style>
  <w:style w:type="paragraph" w:styleId="Verzeichnis8">
    <w:name w:val="toc 8"/>
    <w:uiPriority w:val="39"/>
    <w:locked/>
    <w:rsid w:val="00133962"/>
    <w:pPr>
      <w:tabs>
        <w:tab w:val="right" w:leader="dot" w:pos="9072"/>
      </w:tabs>
      <w:spacing w:line="240" w:lineRule="atLeast"/>
      <w:ind w:left="1134" w:hanging="1134"/>
    </w:pPr>
    <w:rPr>
      <w:rFonts w:cs="Tahoma"/>
      <w:sz w:val="22"/>
      <w:szCs w:val="17"/>
      <w:lang w:eastAsia="de-DE"/>
    </w:rPr>
  </w:style>
  <w:style w:type="paragraph" w:styleId="Verzeichnis9">
    <w:name w:val="toc 9"/>
    <w:uiPriority w:val="39"/>
    <w:locked/>
    <w:rsid w:val="00133962"/>
    <w:pPr>
      <w:tabs>
        <w:tab w:val="right" w:leader="dot" w:pos="9072"/>
      </w:tabs>
      <w:spacing w:line="240" w:lineRule="atLeast"/>
      <w:ind w:left="1134" w:hanging="1134"/>
    </w:pPr>
    <w:rPr>
      <w:rFonts w:cs="Tahoma"/>
      <w:sz w:val="22"/>
      <w:szCs w:val="17"/>
      <w:lang w:eastAsia="de-DE"/>
    </w:rPr>
  </w:style>
  <w:style w:type="character" w:customStyle="1" w:styleId="BodyTextChar">
    <w:name w:val="Body Text Char"/>
    <w:basedOn w:val="Absatz-Standardschriftart"/>
    <w:uiPriority w:val="99"/>
    <w:semiHidden/>
    <w:rsid w:val="005D752A"/>
    <w:rPr>
      <w:lang w:val="de-DE"/>
    </w:rPr>
  </w:style>
  <w:style w:type="paragraph" w:customStyle="1" w:styleId="KopfzeileDirektion">
    <w:name w:val="Kopfzeile Direktion"/>
    <w:basedOn w:val="KopfzeileAmt"/>
    <w:uiPriority w:val="99"/>
    <w:semiHidden/>
    <w:rsid w:val="0068248A"/>
  </w:style>
  <w:style w:type="paragraph" w:styleId="Unterschrift">
    <w:name w:val="Signature"/>
    <w:basedOn w:val="Standard"/>
    <w:link w:val="UnterschriftZchn"/>
    <w:uiPriority w:val="99"/>
    <w:semiHidden/>
    <w:locked/>
    <w:rsid w:val="004907A8"/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907A8"/>
    <w:rPr>
      <w:rFonts w:cs="Tahoma"/>
      <w:szCs w:val="17"/>
      <w:lang w:val="de-DE" w:eastAsia="de-DE"/>
    </w:rPr>
  </w:style>
  <w:style w:type="paragraph" w:customStyle="1" w:styleId="Betreff">
    <w:name w:val="Betreff"/>
    <w:basedOn w:val="Standard"/>
    <w:qFormat/>
    <w:rsid w:val="00D1119C"/>
    <w:pPr>
      <w:keepNext/>
      <w:keepLines/>
      <w:adjustRightInd w:val="0"/>
      <w:snapToGrid w:val="0"/>
      <w:spacing w:before="640" w:after="240"/>
    </w:pPr>
    <w:rPr>
      <w:rFonts w:cs="Times New Roman"/>
      <w:b/>
      <w:spacing w:val="-2"/>
      <w:kern w:val="48"/>
      <w:szCs w:val="24"/>
      <w:lang w:eastAsia="de-CH"/>
    </w:rPr>
  </w:style>
  <w:style w:type="paragraph" w:customStyle="1" w:styleId="DokumentTyp">
    <w:name w:val="Dokument Typ"/>
    <w:basedOn w:val="Standard"/>
    <w:rsid w:val="004E2D8C"/>
    <w:pPr>
      <w:adjustRightInd w:val="0"/>
      <w:snapToGrid w:val="0"/>
      <w:spacing w:before="120"/>
    </w:pPr>
    <w:rPr>
      <w:rFonts w:cs="Times New Roman"/>
      <w:b/>
      <w:szCs w:val="24"/>
      <w:lang w:eastAsia="de-CH"/>
    </w:rPr>
  </w:style>
  <w:style w:type="character" w:customStyle="1" w:styleId="Beschreibung">
    <w:name w:val="Beschreibung"/>
    <w:basedOn w:val="Absatz-Standardschriftart"/>
    <w:rsid w:val="00837C1D"/>
    <w:rPr>
      <w:sz w:val="16"/>
      <w:lang w:val="de-DE"/>
    </w:rPr>
  </w:style>
  <w:style w:type="character" w:styleId="Fett">
    <w:name w:val="Strong"/>
    <w:basedOn w:val="Absatz-Standardschriftart"/>
    <w:uiPriority w:val="99"/>
    <w:qFormat/>
    <w:locked/>
    <w:rsid w:val="00837C1D"/>
    <w:rPr>
      <w:b/>
      <w:bCs/>
      <w:lang w:val="de-DE"/>
    </w:rPr>
  </w:style>
  <w:style w:type="character" w:customStyle="1" w:styleId="Kursiv">
    <w:name w:val="Kursiv"/>
    <w:basedOn w:val="Absatz-Standardschriftart"/>
    <w:uiPriority w:val="99"/>
    <w:qFormat/>
    <w:rsid w:val="00A86F52"/>
    <w:rPr>
      <w:i/>
      <w:lang w:val="de-DE"/>
    </w:rPr>
  </w:style>
  <w:style w:type="paragraph" w:customStyle="1" w:styleId="Textzusammengehalten">
    <w:name w:val="Text zusammengehalten"/>
    <w:basedOn w:val="Textkrper"/>
    <w:uiPriority w:val="99"/>
    <w:rsid w:val="0042129F"/>
    <w:pPr>
      <w:keepNext/>
      <w:keepLines/>
    </w:pPr>
  </w:style>
  <w:style w:type="paragraph" w:customStyle="1" w:styleId="PositionmitBetrag">
    <w:name w:val="Position mit Betrag"/>
    <w:basedOn w:val="Textkrper"/>
    <w:rsid w:val="00EC5896"/>
    <w:pPr>
      <w:tabs>
        <w:tab w:val="left" w:pos="7088"/>
        <w:tab w:val="right" w:pos="8959"/>
      </w:tabs>
      <w:adjustRightInd w:val="0"/>
      <w:snapToGrid w:val="0"/>
      <w:ind w:right="2835"/>
    </w:pPr>
    <w:rPr>
      <w:rFonts w:cs="Times New Roman"/>
      <w:szCs w:val="22"/>
      <w:lang w:val="en-GB" w:eastAsia="de-CH"/>
    </w:rPr>
  </w:style>
  <w:style w:type="paragraph" w:customStyle="1" w:styleId="UnterschriftLinien">
    <w:name w:val="Unterschrift Linien"/>
    <w:basedOn w:val="Standard"/>
    <w:next w:val="UnterschriftText"/>
    <w:rsid w:val="00CA4E8D"/>
    <w:pPr>
      <w:keepNext/>
      <w:keepLines/>
      <w:tabs>
        <w:tab w:val="right" w:leader="underscore" w:pos="3686"/>
        <w:tab w:val="left" w:pos="4536"/>
        <w:tab w:val="right" w:leader="underscore" w:pos="7655"/>
      </w:tabs>
      <w:adjustRightInd w:val="0"/>
      <w:snapToGrid w:val="0"/>
    </w:pPr>
    <w:rPr>
      <w:rFonts w:cs="Times New Roman"/>
      <w:sz w:val="8"/>
      <w:szCs w:val="24"/>
      <w:lang w:eastAsia="de-CH"/>
    </w:rPr>
  </w:style>
  <w:style w:type="paragraph" w:customStyle="1" w:styleId="UnterschriftText">
    <w:name w:val="Unterschrift Text"/>
    <w:basedOn w:val="Standard"/>
    <w:next w:val="Textkrper"/>
    <w:rsid w:val="00925BC9"/>
    <w:pPr>
      <w:keepNext/>
      <w:keepLines/>
      <w:tabs>
        <w:tab w:val="left" w:pos="4536"/>
      </w:tabs>
      <w:adjustRightInd w:val="0"/>
      <w:snapToGrid w:val="0"/>
      <w:spacing w:after="140" w:line="280" w:lineRule="exact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16652D"/>
    <w:pPr>
      <w:pBdr>
        <w:bottom w:val="single" w:sz="4" w:space="1" w:color="auto"/>
      </w:pBdr>
      <w:adjustRightInd w:val="0"/>
      <w:snapToGrid w:val="0"/>
      <w:jc w:val="both"/>
    </w:pPr>
    <w:rPr>
      <w:rFonts w:cs="Times New Roman"/>
      <w:szCs w:val="24"/>
      <w:lang w:eastAsia="de-CH"/>
    </w:rPr>
  </w:style>
  <w:style w:type="paragraph" w:customStyle="1" w:styleId="Topic075">
    <w:name w:val="Topic075"/>
    <w:basedOn w:val="Standard"/>
    <w:rsid w:val="0016652D"/>
    <w:pPr>
      <w:tabs>
        <w:tab w:val="right" w:leader="underscore" w:pos="9072"/>
      </w:tabs>
      <w:adjustRightInd w:val="0"/>
      <w:snapToGrid w:val="0"/>
      <w:ind w:left="425" w:hanging="425"/>
      <w:jc w:val="both"/>
    </w:pPr>
    <w:rPr>
      <w:rFonts w:cs="Times New Roman"/>
      <w:szCs w:val="24"/>
      <w:lang w:eastAsia="de-CH"/>
    </w:rPr>
  </w:style>
  <w:style w:type="paragraph" w:customStyle="1" w:styleId="Topic300">
    <w:name w:val="Topic300"/>
    <w:basedOn w:val="Standard"/>
    <w:rsid w:val="0016652D"/>
    <w:pPr>
      <w:tabs>
        <w:tab w:val="right" w:leader="underscore" w:pos="9072"/>
      </w:tabs>
      <w:adjustRightInd w:val="0"/>
      <w:snapToGrid w:val="0"/>
      <w:ind w:left="1701" w:hanging="1701"/>
      <w:jc w:val="both"/>
    </w:pPr>
    <w:rPr>
      <w:rFonts w:cs="Times New Roman"/>
      <w:szCs w:val="24"/>
      <w:lang w:eastAsia="de-CH"/>
    </w:rPr>
  </w:style>
  <w:style w:type="paragraph" w:customStyle="1" w:styleId="Topic600">
    <w:name w:val="Topic600"/>
    <w:basedOn w:val="Standard"/>
    <w:rsid w:val="0016652D"/>
    <w:pPr>
      <w:tabs>
        <w:tab w:val="right" w:leader="underscore" w:pos="9072"/>
      </w:tabs>
      <w:adjustRightInd w:val="0"/>
      <w:snapToGrid w:val="0"/>
      <w:ind w:left="3402" w:hanging="3402"/>
      <w:jc w:val="both"/>
    </w:pPr>
    <w:rPr>
      <w:rFonts w:cs="Times New Roman"/>
      <w:szCs w:val="24"/>
      <w:lang w:eastAsia="de-CH"/>
    </w:rPr>
  </w:style>
  <w:style w:type="paragraph" w:customStyle="1" w:styleId="Topic900">
    <w:name w:val="Topic900"/>
    <w:basedOn w:val="Standard"/>
    <w:rsid w:val="0016652D"/>
    <w:pPr>
      <w:tabs>
        <w:tab w:val="right" w:leader="underscore" w:pos="9072"/>
      </w:tabs>
      <w:adjustRightInd w:val="0"/>
      <w:snapToGrid w:val="0"/>
      <w:ind w:left="5103" w:hanging="5103"/>
      <w:jc w:val="both"/>
    </w:pPr>
    <w:rPr>
      <w:rFonts w:cs="Times New Roman"/>
      <w:szCs w:val="24"/>
      <w:lang w:eastAsia="de-CH"/>
    </w:rPr>
  </w:style>
  <w:style w:type="paragraph" w:customStyle="1" w:styleId="AuflistungmitNummern">
    <w:name w:val="Auflistung mit Nummern"/>
    <w:basedOn w:val="Standard"/>
    <w:qFormat/>
    <w:rsid w:val="0059059E"/>
    <w:pPr>
      <w:numPr>
        <w:numId w:val="2"/>
      </w:numPr>
      <w:tabs>
        <w:tab w:val="left" w:pos="567"/>
      </w:tabs>
      <w:adjustRightInd w:val="0"/>
      <w:snapToGrid w:val="0"/>
      <w:spacing w:after="120"/>
      <w:jc w:val="both"/>
    </w:pPr>
    <w:rPr>
      <w:rFonts w:cs="Times New Roman"/>
      <w:szCs w:val="24"/>
      <w:lang w:eastAsia="de-CH"/>
    </w:rPr>
  </w:style>
  <w:style w:type="paragraph" w:customStyle="1" w:styleId="AuflistungmitSymbolen">
    <w:name w:val="Auflistung mit Symbolen"/>
    <w:basedOn w:val="Standard"/>
    <w:rsid w:val="00C85A1B"/>
    <w:pPr>
      <w:numPr>
        <w:numId w:val="3"/>
      </w:numPr>
      <w:adjustRightInd w:val="0"/>
      <w:snapToGrid w:val="0"/>
      <w:spacing w:after="120"/>
      <w:jc w:val="both"/>
    </w:pPr>
    <w:rPr>
      <w:rFonts w:cs="Times New Roman"/>
      <w:szCs w:val="24"/>
      <w:lang w:eastAsia="de-CH"/>
    </w:rPr>
  </w:style>
  <w:style w:type="paragraph" w:customStyle="1" w:styleId="AuflistungmitBuchstaben">
    <w:name w:val="Auflistung mit Buchstaben"/>
    <w:basedOn w:val="Standard"/>
    <w:qFormat/>
    <w:rsid w:val="00C85A1B"/>
    <w:pPr>
      <w:numPr>
        <w:numId w:val="4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customStyle="1" w:styleId="AuflistungmitCheckboxen">
    <w:name w:val="Auflistung mit Checkboxen"/>
    <w:basedOn w:val="Standard"/>
    <w:qFormat/>
    <w:rsid w:val="00C85A1B"/>
    <w:pPr>
      <w:numPr>
        <w:numId w:val="5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styleId="Blocktext">
    <w:name w:val="Block Text"/>
    <w:basedOn w:val="Standard"/>
    <w:uiPriority w:val="99"/>
    <w:semiHidden/>
    <w:locked/>
    <w:rsid w:val="000A125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uflistungmitKleinbuchstaben">
    <w:name w:val="Auflistung mit Kleinbuchstaben"/>
    <w:basedOn w:val="Standard"/>
    <w:qFormat/>
    <w:rsid w:val="00C85A1B"/>
    <w:pPr>
      <w:numPr>
        <w:numId w:val="6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eastAsia="SimSun" w:cs="Times New Roman"/>
      <w:color w:val="000000"/>
      <w:szCs w:val="24"/>
      <w:lang w:eastAsia="de-CH"/>
    </w:rPr>
  </w:style>
  <w:style w:type="paragraph" w:customStyle="1" w:styleId="AuflistungmitrmischenZiffern">
    <w:name w:val="Auflistung mit römischen Ziffern"/>
    <w:basedOn w:val="Standard"/>
    <w:qFormat/>
    <w:rsid w:val="00C85A1B"/>
    <w:pPr>
      <w:numPr>
        <w:numId w:val="7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cs="Times New Roman"/>
      <w:szCs w:val="24"/>
      <w:lang w:eastAsia="de-CH"/>
    </w:rPr>
  </w:style>
  <w:style w:type="paragraph" w:styleId="Anrede">
    <w:name w:val="Salutation"/>
    <w:basedOn w:val="Standard"/>
    <w:next w:val="Standard"/>
    <w:link w:val="AnredeZchn"/>
    <w:uiPriority w:val="99"/>
    <w:semiHidden/>
    <w:locked/>
    <w:rsid w:val="009E24CC"/>
  </w:style>
  <w:style w:type="character" w:customStyle="1" w:styleId="AnredeZchn">
    <w:name w:val="Anrede Zchn"/>
    <w:basedOn w:val="Absatz-Standardschriftart"/>
    <w:link w:val="Anrede"/>
    <w:uiPriority w:val="99"/>
    <w:semiHidden/>
    <w:rsid w:val="009E24CC"/>
    <w:rPr>
      <w:rFonts w:cs="Tahoma"/>
      <w:szCs w:val="17"/>
      <w:lang w:val="de-DE" w:eastAsia="de-DE"/>
    </w:rPr>
  </w:style>
  <w:style w:type="paragraph" w:styleId="Gruformel">
    <w:name w:val="Closing"/>
    <w:basedOn w:val="Textkrper"/>
    <w:link w:val="GruformelZchn"/>
    <w:uiPriority w:val="99"/>
    <w:semiHidden/>
    <w:locked/>
    <w:rsid w:val="00104847"/>
    <w:pPr>
      <w:spacing w:before="300"/>
      <w:contextualSpacing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04847"/>
    <w:rPr>
      <w:rFonts w:cs="Tahoma"/>
      <w:sz w:val="22"/>
      <w:szCs w:val="17"/>
      <w:lang w:val="de-DE" w:eastAsia="de-DE"/>
    </w:rPr>
  </w:style>
  <w:style w:type="paragraph" w:customStyle="1" w:styleId="UnterschriftFunktion">
    <w:name w:val="Unterschrift Funktion"/>
    <w:basedOn w:val="Unterschrift"/>
    <w:uiPriority w:val="99"/>
    <w:rsid w:val="00C4386E"/>
  </w:style>
  <w:style w:type="paragraph" w:styleId="Listenabsatz">
    <w:name w:val="List Paragraph"/>
    <w:basedOn w:val="Standard"/>
    <w:uiPriority w:val="99"/>
    <w:semiHidden/>
    <w:locked/>
    <w:rsid w:val="00C4386E"/>
    <w:pPr>
      <w:ind w:left="720"/>
      <w:contextualSpacing/>
    </w:pPr>
  </w:style>
  <w:style w:type="paragraph" w:customStyle="1" w:styleId="OutputprofileText">
    <w:name w:val="OutputprofileText"/>
    <w:basedOn w:val="Standard"/>
    <w:semiHidden/>
    <w:rsid w:val="00632F8B"/>
    <w:pPr>
      <w:keepLines/>
      <w:adjustRightInd w:val="0"/>
      <w:snapToGrid w:val="0"/>
      <w:jc w:val="right"/>
    </w:pPr>
    <w:rPr>
      <w:rFonts w:cs="Times New Roman"/>
      <w:sz w:val="18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semiHidden/>
    <w:rsid w:val="00632F8B"/>
    <w:pPr>
      <w:keepLines/>
      <w:adjustRightInd w:val="0"/>
      <w:snapToGrid w:val="0"/>
      <w:jc w:val="right"/>
    </w:pPr>
    <w:rPr>
      <w:rFonts w:cs="Times New Roman"/>
      <w:b/>
      <w:caps/>
      <w:szCs w:val="24"/>
      <w:lang w:eastAsia="de-CH"/>
    </w:rPr>
  </w:style>
  <w:style w:type="paragraph" w:customStyle="1" w:styleId="zOawDeliveryOption">
    <w:name w:val="zOawDeliveryOption"/>
    <w:basedOn w:val="Adressblock"/>
    <w:semiHidden/>
    <w:rsid w:val="00E42B3D"/>
    <w:pPr>
      <w:adjustRightInd w:val="0"/>
      <w:snapToGrid w:val="0"/>
    </w:pPr>
    <w:rPr>
      <w:rFonts w:cs="Times New Roman"/>
      <w:b/>
      <w:caps/>
      <w:szCs w:val="24"/>
      <w:lang w:eastAsia="de-CH"/>
    </w:rPr>
  </w:style>
  <w:style w:type="paragraph" w:customStyle="1" w:styleId="zOawDeliveryOption2">
    <w:name w:val="zOawDeliveryOption2"/>
    <w:basedOn w:val="Adressblock"/>
    <w:semiHidden/>
    <w:rsid w:val="00AD3B86"/>
    <w:pPr>
      <w:adjustRightInd w:val="0"/>
      <w:snapToGrid w:val="0"/>
    </w:pPr>
    <w:rPr>
      <w:rFonts w:cs="Times New Roman"/>
      <w:szCs w:val="24"/>
      <w:lang w:eastAsia="de-CH"/>
    </w:rPr>
  </w:style>
  <w:style w:type="paragraph" w:customStyle="1" w:styleId="Referenz">
    <w:name w:val="Referenz"/>
    <w:basedOn w:val="Standard"/>
    <w:rsid w:val="00AD3B86"/>
    <w:pPr>
      <w:adjustRightInd w:val="0"/>
      <w:snapToGrid w:val="0"/>
      <w:spacing w:line="280" w:lineRule="atLeast"/>
    </w:pPr>
    <w:rPr>
      <w:rFonts w:cs="Times New Roman"/>
      <w:sz w:val="17"/>
      <w:szCs w:val="24"/>
      <w:lang w:eastAsia="de-CH"/>
    </w:rPr>
  </w:style>
  <w:style w:type="paragraph" w:customStyle="1" w:styleId="Klassifikation">
    <w:name w:val="Klassifikation"/>
    <w:basedOn w:val="Standard"/>
    <w:semiHidden/>
    <w:rsid w:val="00AD3B86"/>
    <w:pPr>
      <w:adjustRightInd w:val="0"/>
      <w:snapToGrid w:val="0"/>
      <w:spacing w:line="280" w:lineRule="atLeast"/>
    </w:pPr>
    <w:rPr>
      <w:rFonts w:cs="Times New Roman"/>
      <w:b/>
      <w:sz w:val="17"/>
      <w:szCs w:val="24"/>
      <w:lang w:eastAsia="de-CH"/>
    </w:rPr>
  </w:style>
  <w:style w:type="paragraph" w:customStyle="1" w:styleId="Beilagen">
    <w:name w:val="Beilagen"/>
    <w:basedOn w:val="AuflistungmitSymbolen"/>
    <w:uiPriority w:val="99"/>
    <w:rsid w:val="00560B6C"/>
    <w:pPr>
      <w:keepNext/>
      <w:keepLines/>
      <w:spacing w:after="0"/>
    </w:pPr>
  </w:style>
  <w:style w:type="paragraph" w:customStyle="1" w:styleId="GrussformelOrganisation">
    <w:name w:val="Grussformel Organisation"/>
    <w:basedOn w:val="Gruformel"/>
    <w:uiPriority w:val="99"/>
    <w:semiHidden/>
    <w:rsid w:val="00104847"/>
    <w:pPr>
      <w:spacing w:before="0"/>
    </w:pPr>
    <w:rPr>
      <w:caps/>
    </w:rPr>
  </w:style>
  <w:style w:type="paragraph" w:customStyle="1" w:styleId="Verteiler">
    <w:name w:val="Verteiler"/>
    <w:basedOn w:val="AuflistungmitSymbolen"/>
    <w:uiPriority w:val="99"/>
    <w:rsid w:val="00560B6C"/>
    <w:pPr>
      <w:spacing w:after="0"/>
    </w:pPr>
  </w:style>
  <w:style w:type="paragraph" w:customStyle="1" w:styleId="KopfzeileKanton">
    <w:name w:val="Kopfzeile Kanton"/>
    <w:basedOn w:val="Standard"/>
    <w:uiPriority w:val="99"/>
    <w:rsid w:val="00E50629"/>
    <w:pPr>
      <w:spacing w:before="60" w:line="240" w:lineRule="auto"/>
      <w:contextualSpacing/>
      <w:jc w:val="center"/>
    </w:pPr>
    <w:rPr>
      <w:rFonts w:ascii="Gill Sans" w:hAnsi="Gill Sans"/>
      <w:caps/>
      <w:sz w:val="14"/>
    </w:rPr>
  </w:style>
  <w:style w:type="paragraph" w:customStyle="1" w:styleId="Text">
    <w:name w:val="Text"/>
    <w:basedOn w:val="Standard"/>
    <w:rsid w:val="00315F30"/>
    <w:pPr>
      <w:tabs>
        <w:tab w:val="left" w:pos="1135"/>
      </w:tabs>
      <w:spacing w:after="240" w:line="340" w:lineRule="atLeast"/>
      <w:jc w:val="both"/>
    </w:pPr>
    <w:rPr>
      <w:rFonts w:cs="Times New Roman"/>
      <w:szCs w:val="20"/>
    </w:rPr>
  </w:style>
  <w:style w:type="table" w:customStyle="1" w:styleId="TabellenMuster2">
    <w:name w:val="Tabellen Muster 2"/>
    <w:basedOn w:val="NormaleTabelle"/>
    <w:uiPriority w:val="99"/>
    <w:qFormat/>
    <w:rsid w:val="00702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Tabelle3D-Effekt1">
    <w:name w:val="Table 3D effects 1"/>
    <w:basedOn w:val="NormaleTabelle"/>
    <w:locked/>
    <w:rsid w:val="00A55D1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nMuster1">
    <w:name w:val="Tabellen Muster 1"/>
    <w:basedOn w:val="NormaleTabelle"/>
    <w:uiPriority w:val="99"/>
    <w:qFormat/>
    <w:rsid w:val="0070294B"/>
    <w:tblPr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Minimal">
    <w:name w:val="Minimal"/>
    <w:basedOn w:val="Standard"/>
    <w:uiPriority w:val="99"/>
    <w:rsid w:val="00761667"/>
    <w:pPr>
      <w:spacing w:line="240" w:lineRule="auto"/>
    </w:pPr>
    <w:rPr>
      <w:sz w:val="2"/>
    </w:rPr>
  </w:style>
  <w:style w:type="character" w:customStyle="1" w:styleId="KopfzeileFolgeseiteKanton">
    <w:name w:val="Kopfzeile Folgeseite Kanton"/>
    <w:basedOn w:val="Absatz-Standardschriftart"/>
    <w:uiPriority w:val="1"/>
    <w:rsid w:val="006F1124"/>
    <w:rPr>
      <w:caps/>
      <w:lang w:val="de-DE"/>
    </w:rPr>
  </w:style>
  <w:style w:type="paragraph" w:customStyle="1" w:styleId="Textkrperlinksbndig">
    <w:name w:val="Textkörper linksbündig"/>
    <w:basedOn w:val="Textkrper"/>
    <w:uiPriority w:val="99"/>
    <w:rsid w:val="00184552"/>
    <w:pPr>
      <w:jc w:val="left"/>
    </w:pPr>
  </w:style>
  <w:style w:type="paragraph" w:customStyle="1" w:styleId="Textlinksbndigzusammengehalten">
    <w:name w:val="Text linksbündig zusammengehalten"/>
    <w:basedOn w:val="Textzusammengehalten"/>
    <w:uiPriority w:val="99"/>
    <w:rsid w:val="00184552"/>
    <w:pPr>
      <w:jc w:val="left"/>
    </w:pPr>
  </w:style>
  <w:style w:type="paragraph" w:customStyle="1" w:styleId="berschriftTitelseite">
    <w:name w:val="Überschrift Titelseite"/>
    <w:basedOn w:val="Standard"/>
    <w:uiPriority w:val="99"/>
    <w:rsid w:val="00EE00BE"/>
    <w:pPr>
      <w:keepNext/>
      <w:keepLines/>
      <w:spacing w:line="260" w:lineRule="atLeast"/>
    </w:pPr>
    <w:rPr>
      <w:b/>
      <w:caps/>
      <w:sz w:val="44"/>
    </w:rPr>
  </w:style>
  <w:style w:type="paragraph" w:customStyle="1" w:styleId="Kurzname">
    <w:name w:val="Kurzname"/>
    <w:basedOn w:val="Standard"/>
    <w:uiPriority w:val="99"/>
    <w:rsid w:val="00715D88"/>
    <w:rPr>
      <w:b/>
      <w:sz w:val="32"/>
    </w:rPr>
  </w:style>
  <w:style w:type="paragraph" w:customStyle="1" w:styleId="NWFirmenfusszeile">
    <w:name w:val="NW Firmenfusszeile"/>
    <w:basedOn w:val="Standard"/>
    <w:uiPriority w:val="99"/>
    <w:rsid w:val="00867D49"/>
    <w:pPr>
      <w:spacing w:line="240" w:lineRule="auto"/>
      <w:ind w:left="28" w:right="28"/>
    </w:pPr>
    <w:rPr>
      <w:sz w:val="10"/>
    </w:rPr>
  </w:style>
  <w:style w:type="paragraph" w:customStyle="1" w:styleId="Titelergnzung">
    <w:name w:val="Titelergänzung"/>
    <w:basedOn w:val="Standard"/>
    <w:next w:val="Lead"/>
    <w:uiPriority w:val="99"/>
    <w:rsid w:val="00D1119C"/>
    <w:pPr>
      <w:spacing w:before="240" w:after="60" w:line="340" w:lineRule="atLeast"/>
    </w:pPr>
    <w:rPr>
      <w:b/>
    </w:rPr>
  </w:style>
  <w:style w:type="paragraph" w:customStyle="1" w:styleId="Lead">
    <w:name w:val="Lead"/>
    <w:basedOn w:val="Standard"/>
    <w:uiPriority w:val="99"/>
    <w:rsid w:val="009C572C"/>
    <w:pPr>
      <w:spacing w:before="60" w:line="340" w:lineRule="atLeast"/>
      <w:jc w:val="both"/>
    </w:pPr>
    <w:rPr>
      <w:b/>
      <w:i/>
    </w:rPr>
  </w:style>
  <w:style w:type="paragraph" w:customStyle="1" w:styleId="TitelMedieninformation">
    <w:name w:val="Titel Medieninformation"/>
    <w:basedOn w:val="Standard"/>
    <w:next w:val="Titelergnzung"/>
    <w:uiPriority w:val="99"/>
    <w:rsid w:val="00D1119C"/>
    <w:pPr>
      <w:spacing w:before="240" w:after="60" w:line="340" w:lineRule="atLeast"/>
    </w:pPr>
    <w:rPr>
      <w:b/>
      <w:sz w:val="24"/>
    </w:rPr>
  </w:style>
  <w:style w:type="paragraph" w:customStyle="1" w:styleId="Rckfragen">
    <w:name w:val="Rückfragen"/>
    <w:basedOn w:val="Standard"/>
    <w:uiPriority w:val="99"/>
    <w:rsid w:val="00754F1B"/>
    <w:pPr>
      <w:spacing w:before="120" w:after="120"/>
      <w:jc w:val="center"/>
    </w:pPr>
    <w:rPr>
      <w:b/>
      <w:i/>
      <w:caps/>
      <w:sz w:val="20"/>
    </w:rPr>
  </w:style>
  <w:style w:type="numbering" w:customStyle="1" w:styleId="RRB">
    <w:name w:val="RRB"/>
    <w:uiPriority w:val="99"/>
    <w:rsid w:val="00517973"/>
    <w:pPr>
      <w:numPr>
        <w:numId w:val="15"/>
      </w:numPr>
    </w:pPr>
  </w:style>
  <w:style w:type="paragraph" w:customStyle="1" w:styleId="Rubrum">
    <w:name w:val="Rubrum"/>
    <w:basedOn w:val="Standard"/>
    <w:next w:val="Textkrper"/>
    <w:uiPriority w:val="99"/>
    <w:rsid w:val="0044383D"/>
    <w:pPr>
      <w:spacing w:before="720" w:after="240"/>
      <w:jc w:val="both"/>
    </w:pPr>
  </w:style>
  <w:style w:type="paragraph" w:customStyle="1" w:styleId="RRBNR">
    <w:name w:val="RRBNR"/>
    <w:basedOn w:val="Standard"/>
    <w:uiPriority w:val="99"/>
    <w:rsid w:val="00A37240"/>
    <w:rPr>
      <w:b/>
    </w:rPr>
  </w:style>
  <w:style w:type="paragraph" w:customStyle="1" w:styleId="berschriftBeschluss">
    <w:name w:val="Überschrift Beschluss"/>
    <w:basedOn w:val="Standard"/>
    <w:uiPriority w:val="99"/>
    <w:rsid w:val="00DD355B"/>
    <w:pPr>
      <w:keepNext/>
      <w:keepLines/>
      <w:spacing w:before="480" w:after="240"/>
    </w:pPr>
    <w:rPr>
      <w:b/>
    </w:rPr>
  </w:style>
  <w:style w:type="paragraph" w:customStyle="1" w:styleId="Verfgung-Entscheid">
    <w:name w:val="Verfügung-Entscheid"/>
    <w:basedOn w:val="Standard"/>
    <w:uiPriority w:val="99"/>
    <w:rsid w:val="00EE017D"/>
    <w:rPr>
      <w:b/>
      <w:caps/>
    </w:rPr>
  </w:style>
  <w:style w:type="paragraph" w:customStyle="1" w:styleId="DocNR">
    <w:name w:val="Doc NR"/>
    <w:basedOn w:val="Standard"/>
    <w:uiPriority w:val="99"/>
    <w:rsid w:val="00261A9E"/>
    <w:rPr>
      <w:sz w:val="14"/>
    </w:rPr>
  </w:style>
  <w:style w:type="character" w:styleId="Platzhaltertext">
    <w:name w:val="Placeholder Text"/>
    <w:basedOn w:val="Absatz-Standardschriftart"/>
    <w:uiPriority w:val="99"/>
    <w:semiHidden/>
    <w:locked/>
    <w:rsid w:val="002E3E2F"/>
    <w:rPr>
      <w:color w:val="808080"/>
      <w:lang w:val="de-CH"/>
    </w:rPr>
  </w:style>
  <w:style w:type="table" w:styleId="Gitternetztabelle1hell">
    <w:name w:val="Grid Table 1 Light"/>
    <w:basedOn w:val="NormaleTabelle"/>
    <w:uiPriority w:val="46"/>
    <w:rsid w:val="00FD0F6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rsid w:val="008A0366"/>
    <w:rPr>
      <w:rFonts w:cs="Tahoma"/>
      <w:b/>
      <w:sz w:val="22"/>
      <w:szCs w:val="17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rsid w:val="008A0366"/>
    <w:rPr>
      <w:rFonts w:cs="Tahoma"/>
      <w:b/>
      <w:sz w:val="22"/>
      <w:szCs w:val="17"/>
      <w:lang w:val="de-CH" w:eastAsia="de-DE"/>
    </w:rPr>
  </w:style>
  <w:style w:type="paragraph" w:styleId="berarbeitung">
    <w:name w:val="Revision"/>
    <w:hidden/>
    <w:uiPriority w:val="99"/>
    <w:semiHidden/>
    <w:rsid w:val="00845285"/>
    <w:rPr>
      <w:rFonts w:cs="Tahoma"/>
      <w:noProof/>
      <w:sz w:val="22"/>
      <w:szCs w:val="17"/>
      <w:lang w:eastAsia="de-DE"/>
    </w:rPr>
  </w:style>
  <w:style w:type="character" w:styleId="Kommentarzeichen">
    <w:name w:val="annotation reference"/>
    <w:basedOn w:val="Absatz-Standardschriftart"/>
    <w:semiHidden/>
    <w:unhideWhenUsed/>
    <w:locked/>
    <w:rsid w:val="00845285"/>
    <w:rPr>
      <w:sz w:val="16"/>
      <w:szCs w:val="16"/>
      <w:lang w:val="de-CH"/>
    </w:rPr>
  </w:style>
  <w:style w:type="paragraph" w:styleId="Kommentartext">
    <w:name w:val="annotation text"/>
    <w:basedOn w:val="Standard"/>
    <w:link w:val="KommentartextZchn"/>
    <w:semiHidden/>
    <w:unhideWhenUsed/>
    <w:locked/>
    <w:rsid w:val="008452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45285"/>
    <w:rPr>
      <w:rFonts w:cs="Tahoma"/>
      <w:noProof/>
      <w:lang w:val="de-CH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8452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5285"/>
    <w:rPr>
      <w:rFonts w:cs="Tahoma"/>
      <w:b/>
      <w:bCs/>
      <w:noProof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EAE9FAF55D434EB7320D5A41996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79049-8A37-4FC1-8260-8C77A2BC27BA}"/>
      </w:docPartPr>
      <w:docPartBody>
        <w:p w:rsidR="0009587E" w:rsidRDefault="0009587E">
          <w:pPr>
            <w:pStyle w:val="04EAE9FAF55D434EB7320D5A4199622C"/>
          </w:pPr>
          <w:r w:rsidRPr="000665D7">
            <w:rPr>
              <w:rStyle w:val="Platzhalt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7E"/>
    <w:rsid w:val="0009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4EAE9FAF55D434EB7320D5A4199622C">
    <w:name w:val="04EAE9FAF55D434EB7320D5A41996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asterProperties">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edia"/>
</file>

<file path=customXml/item4.xml><?xml version="1.0" encoding="utf-8"?>
<officeatwork xmlns="http://schemas.officeatwork.com/Formulas">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</officeatwork>
</file>

<file path=customXml/item5.xml><?xml version="1.0" encoding="utf-8"?>
<officeatwork xmlns="http://schemas.officeatwork.com/CustomXMLPart">
  <LHF_1>Kanton Nidwalden</LHF_1>
  <LHS_2>Stans</LHS_2>
  <LHF_2>Regierungsrat</LHF_2>
  <LHF_3>Protokollauszug</LHF_3>
  <LHF_4>Dorfplatz 2, Postfach 1246, 6371 Stans
Telefon 041 618 79 02, www.nw.ch</LHF_4>
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C52DF-ECC6-416F-BDCA-FB000485BA01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F5E94218-0922-4E46-8D16-8296C6AB7267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0F98F092-6A47-4223-B840-8BE193E23B07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D4095D07-999E-42EB-9FD3-69D3F41B8E01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95A61846-1710-4B97-853B-3F44AEEB27A6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493F4759-20F7-4F65-913F-8064CB2C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427BE44B.dotm</Template>
  <TotalTime>0</TotalTime>
  <Pages>4</Pages>
  <Words>1188</Words>
  <Characters>8562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RRB_2014</vt:lpstr>
      <vt:lpstr>DocumentType</vt:lpstr>
    </vt:vector>
  </TitlesOfParts>
  <Manager>Kurt Gander</Manager>
  <Company>Kanton Nidwalden Regierungsrat Protokollauszug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RRB_2014</dc:title>
  <dc:subject/>
  <dc:creator>Author.Name</dc:creator>
  <cp:keywords/>
  <dc:description/>
  <cp:lastModifiedBy>Kutzelmann Karin</cp:lastModifiedBy>
  <cp:revision>63</cp:revision>
  <cp:lastPrinted>2018-12-20T07:37:00Z</cp:lastPrinted>
  <dcterms:created xsi:type="dcterms:W3CDTF">2018-11-20T14:11:00Z</dcterms:created>
  <dcterms:modified xsi:type="dcterms:W3CDTF">2018-12-20T08:20:00Z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Recipient.EMail">
    <vt:lpwstr/>
  </property>
  <property fmtid="{D5CDD505-2E9C-101B-9397-08002B2CF9AE}" pid="4" name="Author.Name">
    <vt:lpwstr/>
  </property>
  <property fmtid="{D5CDD505-2E9C-101B-9397-08002B2CF9AE}" pid="5" name="Doc.Draft">
    <vt:lpwstr/>
  </property>
  <property fmtid="{D5CDD505-2E9C-101B-9397-08002B2CF9AE}" pid="6" name="Organisation.OrganisationLevel1">
    <vt:lpwstr>Kanton Nidwalden</vt:lpwstr>
  </property>
  <property fmtid="{D5CDD505-2E9C-101B-9397-08002B2CF9AE}" pid="7" name="Organisation.OrganisationLevel2">
    <vt:lpwstr>Baudirektion</vt:lpwstr>
  </property>
  <property fmtid="{D5CDD505-2E9C-101B-9397-08002B2CF9AE}" pid="8" name="Organisation.OrganisationLevel3">
    <vt:lpwstr/>
  </property>
  <property fmtid="{D5CDD505-2E9C-101B-9397-08002B2CF9AE}" pid="9" name="Organisation.AddressHead">
    <vt:lpwstr>Buochserstrasse 1, Postfach 1241, 6371 Stans</vt:lpwstr>
  </property>
  <property fmtid="{D5CDD505-2E9C-101B-9397-08002B2CF9AE}" pid="10" name="Contactperson.Function">
    <vt:lpwstr>Projektleiter Kantonsstrassen</vt:lpwstr>
  </property>
  <property fmtid="{D5CDD505-2E9C-101B-9397-08002B2CF9AE}" pid="11" name="Contactperson.DirectPhone">
    <vt:lpwstr>041 618 72 06</vt:lpwstr>
  </property>
  <property fmtid="{D5CDD505-2E9C-101B-9397-08002B2CF9AE}" pid="12" name="Contactperson.DirectFax">
    <vt:lpwstr/>
  </property>
  <property fmtid="{D5CDD505-2E9C-101B-9397-08002B2CF9AE}" pid="13" name="Doc.Fax">
    <vt:lpwstr>Telefax</vt:lpwstr>
  </property>
  <property fmtid="{D5CDD505-2E9C-101B-9397-08002B2CF9AE}" pid="14" name="Organisation.Fax">
    <vt:lpwstr/>
  </property>
  <property fmtid="{D5CDD505-2E9C-101B-9397-08002B2CF9AE}" pid="15" name="Organisation.Telephone">
    <vt:lpwstr>041 618 72 02</vt:lpwstr>
  </property>
  <property fmtid="{D5CDD505-2E9C-101B-9397-08002B2CF9AE}" pid="16" name="Contactperson.EMail">
    <vt:lpwstr>kurt.gander@nw.ch</vt:lpwstr>
  </property>
  <property fmtid="{D5CDD505-2E9C-101B-9397-08002B2CF9AE}" pid="17" name="Organisation.Email">
    <vt:lpwstr/>
  </property>
  <property fmtid="{D5CDD505-2E9C-101B-9397-08002B2CF9AE}" pid="18" name="Outputprofile.Internal">
    <vt:lpwstr/>
  </property>
  <property fmtid="{D5CDD505-2E9C-101B-9397-08002B2CF9AE}" pid="19" name="Contactperson.Name">
    <vt:lpwstr>Kurt Gander</vt:lpwstr>
  </property>
  <property fmtid="{D5CDD505-2E9C-101B-9397-08002B2CF9AE}" pid="20" name="Doc.LetterHead">
    <vt:lpwstr/>
  </property>
  <property fmtid="{D5CDD505-2E9C-101B-9397-08002B2CF9AE}" pid="21" name="Organisation.AddressHead2">
    <vt:lpwstr>Telefon 041 618 72 02, www.nw.ch</vt:lpwstr>
  </property>
  <property fmtid="{D5CDD505-2E9C-101B-9397-08002B2CF9AE}" pid="22" name="Doc.Internal">
    <vt:lpwstr/>
  </property>
  <property fmtid="{D5CDD505-2E9C-101B-9397-08002B2CF9AE}" pid="23" name="Organisation.City">
    <vt:lpwstr>Stans</vt:lpwstr>
  </property>
  <property fmtid="{D5CDD505-2E9C-101B-9397-08002B2CF9AE}" pid="24" name="Doc.Rubrum">
    <vt:lpwstr>[Rubrum]</vt:lpwstr>
  </property>
  <property fmtid="{D5CDD505-2E9C-101B-9397-08002B2CF9AE}" pid="25" name="Doc.TitleBrackets">
    <vt:lpwstr>[Titel]</vt:lpwstr>
  </property>
  <property fmtid="{D5CDD505-2E9C-101B-9397-08002B2CF9AE}" pid="26" name="Doc.Sachverhalt">
    <vt:lpwstr>Sachverhalt</vt:lpwstr>
  </property>
  <property fmtid="{D5CDD505-2E9C-101B-9397-08002B2CF9AE}" pid="27" name="Doc.Erwaegungen">
    <vt:lpwstr>Erwägungen</vt:lpwstr>
  </property>
  <property fmtid="{D5CDD505-2E9C-101B-9397-08002B2CF9AE}" pid="28" name="Doc.Beschluss">
    <vt:lpwstr>Beschluss</vt:lpwstr>
  </property>
  <property fmtid="{D5CDD505-2E9C-101B-9397-08002B2CF9AE}" pid="29" name="Doc.RegierungsratNidwalden">
    <vt:lpwstr>REGIERUNGSRAT NIDWALDEN</vt:lpwstr>
  </property>
  <property fmtid="{D5CDD505-2E9C-101B-9397-08002B2CF9AE}" pid="30" name="Doc.MitteilungDurchProtokollauszugAn">
    <vt:lpwstr>Mitteilung durch Protokollauszug an:</vt:lpwstr>
  </property>
  <property fmtid="{D5CDD505-2E9C-101B-9397-08002B2CF9AE}" pid="31" name="Doc.Landschreiber">
    <vt:lpwstr>Landschreiber</vt:lpwstr>
  </property>
  <property fmtid="{D5CDD505-2E9C-101B-9397-08002B2CF9AE}" pid="32" name="CMIdata.G_Laufnummer">
    <vt:lpwstr/>
  </property>
  <property fmtid="{D5CDD505-2E9C-101B-9397-08002B2CF9AE}" pid="33" name="CMIdata.G_Signatur">
    <vt:lpwstr/>
  </property>
  <property fmtid="{D5CDD505-2E9C-101B-9397-08002B2CF9AE}" pid="34" name="CMIdata.Sitz_DatumMMMM">
    <vt:lpwstr/>
  </property>
  <property fmtid="{D5CDD505-2E9C-101B-9397-08002B2CF9AE}" pid="35" name="Recipient.Fax">
    <vt:lpwstr/>
  </property>
  <property fmtid="{D5CDD505-2E9C-101B-9397-08002B2CF9AE}" pid="36" name="Doc.Nr">
    <vt:lpwstr>Nr.</vt:lpwstr>
  </property>
  <property fmtid="{D5CDD505-2E9C-101B-9397-08002B2CF9AE}" pid="37" name="Doc.RRBNR">
    <vt:lpwstr>[RRB-Nr.]</vt:lpwstr>
  </property>
</Properties>
</file>